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251" w:rsidRPr="000B5117" w:rsidRDefault="00773251" w:rsidP="00922269">
      <w:pPr>
        <w:jc w:val="center"/>
        <w:rPr>
          <w:b/>
          <w:sz w:val="28"/>
          <w:szCs w:val="28"/>
        </w:rPr>
      </w:pPr>
      <w:r w:rsidRPr="000B5117">
        <w:rPr>
          <w:b/>
          <w:sz w:val="28"/>
          <w:szCs w:val="28"/>
        </w:rPr>
        <w:t xml:space="preserve">АДМИСТРАЦИЯ </w:t>
      </w:r>
      <w:r>
        <w:rPr>
          <w:b/>
          <w:sz w:val="28"/>
          <w:szCs w:val="28"/>
        </w:rPr>
        <w:t>ЛЕГОСТАЕВСКОГО</w:t>
      </w:r>
      <w:r w:rsidRPr="000B5117">
        <w:rPr>
          <w:b/>
          <w:sz w:val="28"/>
          <w:szCs w:val="28"/>
        </w:rPr>
        <w:t xml:space="preserve"> СЕЛЬСОВЕТА</w:t>
      </w:r>
    </w:p>
    <w:p w:rsidR="00773251" w:rsidRPr="000B5117" w:rsidRDefault="00773251" w:rsidP="00922269">
      <w:pPr>
        <w:jc w:val="center"/>
        <w:rPr>
          <w:b/>
          <w:sz w:val="28"/>
          <w:szCs w:val="28"/>
        </w:rPr>
      </w:pPr>
      <w:r w:rsidRPr="000B5117">
        <w:rPr>
          <w:b/>
          <w:sz w:val="28"/>
          <w:szCs w:val="28"/>
        </w:rPr>
        <w:t>И</w:t>
      </w:r>
      <w:r>
        <w:rPr>
          <w:b/>
          <w:sz w:val="28"/>
          <w:szCs w:val="28"/>
        </w:rPr>
        <w:t>СКИ</w:t>
      </w:r>
      <w:r w:rsidRPr="000B5117">
        <w:rPr>
          <w:b/>
          <w:sz w:val="28"/>
          <w:szCs w:val="28"/>
        </w:rPr>
        <w:t>ТИМСКОГО РАЙОНА НОВОСИБИРСКОЙ ОБЛАСТИ</w:t>
      </w:r>
    </w:p>
    <w:p w:rsidR="00773251" w:rsidRPr="000B5117" w:rsidRDefault="00773251" w:rsidP="00922269">
      <w:pPr>
        <w:jc w:val="center"/>
        <w:rPr>
          <w:sz w:val="28"/>
          <w:szCs w:val="28"/>
        </w:rPr>
      </w:pPr>
    </w:p>
    <w:p w:rsidR="00773251" w:rsidRPr="000B5117" w:rsidRDefault="00773251" w:rsidP="00922269">
      <w:pPr>
        <w:jc w:val="center"/>
        <w:rPr>
          <w:sz w:val="28"/>
          <w:szCs w:val="28"/>
        </w:rPr>
      </w:pPr>
    </w:p>
    <w:p w:rsidR="00773251" w:rsidRPr="000B5117" w:rsidRDefault="00773251" w:rsidP="00922269">
      <w:pPr>
        <w:jc w:val="center"/>
        <w:rPr>
          <w:sz w:val="28"/>
          <w:szCs w:val="28"/>
        </w:rPr>
      </w:pPr>
      <w:r w:rsidRPr="000B5117">
        <w:rPr>
          <w:b/>
          <w:sz w:val="28"/>
          <w:szCs w:val="28"/>
        </w:rPr>
        <w:t>ПОСТАНОВЛЕНИЕ</w:t>
      </w:r>
    </w:p>
    <w:p w:rsidR="00773251" w:rsidRPr="00443E7E" w:rsidRDefault="00773251" w:rsidP="00922269">
      <w:pPr>
        <w:jc w:val="center"/>
        <w:rPr>
          <w:sz w:val="28"/>
          <w:szCs w:val="28"/>
        </w:rPr>
      </w:pPr>
      <w:r w:rsidRPr="00B93FDF">
        <w:rPr>
          <w:b/>
          <w:bCs/>
          <w:sz w:val="28"/>
          <w:szCs w:val="28"/>
          <w:u w:val="single"/>
        </w:rPr>
        <w:t>2</w:t>
      </w:r>
      <w:r>
        <w:rPr>
          <w:b/>
          <w:bCs/>
          <w:sz w:val="28"/>
          <w:szCs w:val="28"/>
          <w:u w:val="single"/>
        </w:rPr>
        <w:t>7</w:t>
      </w:r>
      <w:r w:rsidRPr="00B93FDF">
        <w:rPr>
          <w:b/>
          <w:bCs/>
          <w:sz w:val="28"/>
          <w:szCs w:val="28"/>
          <w:u w:val="single"/>
        </w:rPr>
        <w:t>.0</w:t>
      </w:r>
      <w:r>
        <w:rPr>
          <w:b/>
          <w:bCs/>
          <w:sz w:val="28"/>
          <w:szCs w:val="28"/>
          <w:u w:val="single"/>
        </w:rPr>
        <w:t>3</w:t>
      </w:r>
      <w:r w:rsidRPr="00B93FDF">
        <w:rPr>
          <w:b/>
          <w:bCs/>
          <w:sz w:val="28"/>
          <w:szCs w:val="28"/>
          <w:u w:val="single"/>
        </w:rPr>
        <w:t>.201</w:t>
      </w:r>
      <w:r>
        <w:rPr>
          <w:b/>
          <w:bCs/>
          <w:sz w:val="28"/>
          <w:szCs w:val="28"/>
          <w:u w:val="single"/>
        </w:rPr>
        <w:t xml:space="preserve">3 </w:t>
      </w:r>
      <w:r w:rsidRPr="00B93FDF">
        <w:rPr>
          <w:b/>
          <w:bCs/>
          <w:sz w:val="28"/>
          <w:szCs w:val="28"/>
        </w:rPr>
        <w:t xml:space="preserve"> №</w:t>
      </w:r>
      <w:r w:rsidRPr="00B93FDF">
        <w:rPr>
          <w:b/>
          <w:bCs/>
          <w:sz w:val="28"/>
          <w:szCs w:val="28"/>
          <w:u w:val="single"/>
        </w:rPr>
        <w:t xml:space="preserve"> </w:t>
      </w:r>
      <w:r>
        <w:rPr>
          <w:b/>
          <w:bCs/>
          <w:sz w:val="28"/>
          <w:szCs w:val="28"/>
          <w:u w:val="single"/>
        </w:rPr>
        <w:t xml:space="preserve"> 50</w:t>
      </w:r>
    </w:p>
    <w:p w:rsidR="00773251" w:rsidRPr="000B5117" w:rsidRDefault="00773251" w:rsidP="00922269">
      <w:pPr>
        <w:jc w:val="center"/>
        <w:rPr>
          <w:sz w:val="28"/>
          <w:szCs w:val="28"/>
        </w:rPr>
      </w:pPr>
      <w:r>
        <w:rPr>
          <w:sz w:val="28"/>
          <w:szCs w:val="28"/>
        </w:rPr>
        <w:t>с</w:t>
      </w:r>
      <w:r w:rsidRPr="000B5117">
        <w:rPr>
          <w:sz w:val="28"/>
          <w:szCs w:val="28"/>
        </w:rPr>
        <w:t xml:space="preserve">. </w:t>
      </w:r>
      <w:r>
        <w:rPr>
          <w:sz w:val="28"/>
          <w:szCs w:val="28"/>
        </w:rPr>
        <w:t>Легостаево</w:t>
      </w:r>
    </w:p>
    <w:p w:rsidR="00773251" w:rsidRPr="00A0498A" w:rsidRDefault="00773251" w:rsidP="008A029B">
      <w:pPr>
        <w:jc w:val="center"/>
        <w:rPr>
          <w:sz w:val="28"/>
          <w:szCs w:val="28"/>
        </w:rPr>
      </w:pPr>
    </w:p>
    <w:p w:rsidR="00773251" w:rsidRDefault="00773251" w:rsidP="008A029B">
      <w:pPr>
        <w:jc w:val="right"/>
        <w:rPr>
          <w:sz w:val="28"/>
          <w:szCs w:val="28"/>
        </w:rPr>
      </w:pPr>
    </w:p>
    <w:p w:rsidR="00773251" w:rsidRDefault="00773251" w:rsidP="008A029B">
      <w:r w:rsidRPr="00430D78">
        <w:t>Об утвержден</w:t>
      </w:r>
      <w:r>
        <w:t>ии административного регламента</w:t>
      </w:r>
    </w:p>
    <w:p w:rsidR="00773251" w:rsidRDefault="00773251" w:rsidP="008A029B">
      <w:r w:rsidRPr="00430D78">
        <w:t>осуществления мун</w:t>
      </w:r>
      <w:r>
        <w:t>иципального жилищного контроля</w:t>
      </w:r>
    </w:p>
    <w:p w:rsidR="00773251" w:rsidRDefault="00773251" w:rsidP="008A029B">
      <w:r w:rsidRPr="00430D78">
        <w:t xml:space="preserve">на территории </w:t>
      </w:r>
      <w:r>
        <w:t>Легостаевского сельсовета</w:t>
      </w:r>
    </w:p>
    <w:p w:rsidR="00773251" w:rsidRDefault="00773251" w:rsidP="008A029B">
      <w:r>
        <w:t>Искитимского</w:t>
      </w:r>
      <w:r w:rsidRPr="00430D78">
        <w:t xml:space="preserve"> района Новосибирской области</w:t>
      </w:r>
    </w:p>
    <w:p w:rsidR="00773251" w:rsidRPr="00430D78" w:rsidRDefault="00773251" w:rsidP="008A029B"/>
    <w:p w:rsidR="00773251" w:rsidRPr="00F162DD" w:rsidRDefault="00773251" w:rsidP="008A029B">
      <w:pPr>
        <w:ind w:firstLine="709"/>
        <w:jc w:val="both"/>
        <w:rPr>
          <w:sz w:val="28"/>
          <w:szCs w:val="28"/>
        </w:rPr>
      </w:pPr>
      <w:r w:rsidRPr="00F162DD">
        <w:rPr>
          <w:sz w:val="28"/>
          <w:szCs w:val="28"/>
        </w:rPr>
        <w:t>В целях оптимизации, повышения качества проведения проверок при осущест</w:t>
      </w:r>
      <w:r>
        <w:rPr>
          <w:sz w:val="28"/>
          <w:szCs w:val="28"/>
        </w:rPr>
        <w:t>влении муниципального жилищного</w:t>
      </w:r>
      <w:r w:rsidRPr="00F162DD">
        <w:rPr>
          <w:sz w:val="28"/>
          <w:szCs w:val="28"/>
        </w:rPr>
        <w:t xml:space="preserve"> контроля на территории </w:t>
      </w:r>
      <w:r>
        <w:rPr>
          <w:sz w:val="28"/>
          <w:szCs w:val="28"/>
        </w:rPr>
        <w:t>Легостаевского</w:t>
      </w:r>
      <w:r w:rsidRPr="00F162DD">
        <w:rPr>
          <w:sz w:val="28"/>
          <w:szCs w:val="28"/>
        </w:rPr>
        <w:t xml:space="preserve"> сельсовета </w:t>
      </w:r>
      <w:r>
        <w:rPr>
          <w:sz w:val="28"/>
          <w:szCs w:val="28"/>
        </w:rPr>
        <w:t>Искитим</w:t>
      </w:r>
      <w:r w:rsidRPr="00F162DD">
        <w:rPr>
          <w:sz w:val="28"/>
          <w:szCs w:val="28"/>
        </w:rPr>
        <w:t>ского района Новосибирской области,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w:t>
      </w:r>
      <w:r w:rsidRPr="00F162DD">
        <w:rPr>
          <w:spacing w:val="-2"/>
          <w:sz w:val="28"/>
          <w:szCs w:val="28"/>
        </w:rPr>
        <w:t xml:space="preserve"> постановлением Правительства Новосибирской области от 02.07.2012 № 309-п «Об утверждении Порядка</w:t>
      </w:r>
      <w:r w:rsidRPr="00F162DD">
        <w:rPr>
          <w:sz w:val="28"/>
          <w:szCs w:val="28"/>
        </w:rPr>
        <w:t xml:space="preserve"> разработки и принятия административных регламентов осуществления муниципального контроля в соответствующих сферах деятельности», </w:t>
      </w:r>
    </w:p>
    <w:p w:rsidR="00773251" w:rsidRDefault="00773251" w:rsidP="008A029B">
      <w:pPr>
        <w:jc w:val="both"/>
        <w:rPr>
          <w:sz w:val="28"/>
          <w:szCs w:val="28"/>
        </w:rPr>
      </w:pPr>
      <w:r w:rsidRPr="00F162DD">
        <w:rPr>
          <w:sz w:val="28"/>
          <w:szCs w:val="28"/>
        </w:rPr>
        <w:t>ПОСТАНОВЛЯЮ:</w:t>
      </w:r>
    </w:p>
    <w:p w:rsidR="00773251" w:rsidRPr="00F162DD" w:rsidRDefault="00773251" w:rsidP="008A029B">
      <w:pPr>
        <w:numPr>
          <w:ilvl w:val="0"/>
          <w:numId w:val="1"/>
        </w:numPr>
        <w:suppressAutoHyphens/>
        <w:ind w:left="0" w:firstLine="709"/>
        <w:jc w:val="both"/>
        <w:rPr>
          <w:sz w:val="28"/>
          <w:szCs w:val="28"/>
        </w:rPr>
      </w:pPr>
      <w:r w:rsidRPr="00F162DD">
        <w:rPr>
          <w:sz w:val="28"/>
          <w:szCs w:val="28"/>
        </w:rPr>
        <w:t>Утвердить административный регламент осущест</w:t>
      </w:r>
      <w:r>
        <w:rPr>
          <w:sz w:val="28"/>
          <w:szCs w:val="28"/>
        </w:rPr>
        <w:t>вления муниципального жилищного</w:t>
      </w:r>
      <w:r w:rsidRPr="00F162DD">
        <w:rPr>
          <w:sz w:val="28"/>
          <w:szCs w:val="28"/>
        </w:rPr>
        <w:t xml:space="preserve"> контроля на территории </w:t>
      </w:r>
      <w:r>
        <w:rPr>
          <w:sz w:val="28"/>
          <w:szCs w:val="28"/>
        </w:rPr>
        <w:t>Легостаевского</w:t>
      </w:r>
      <w:r w:rsidRPr="00F162DD">
        <w:rPr>
          <w:sz w:val="28"/>
          <w:szCs w:val="28"/>
        </w:rPr>
        <w:t xml:space="preserve"> сельсовета </w:t>
      </w:r>
      <w:r>
        <w:rPr>
          <w:sz w:val="28"/>
          <w:szCs w:val="28"/>
        </w:rPr>
        <w:t>Искитимского района Новосибирской области (П</w:t>
      </w:r>
      <w:r w:rsidRPr="00F162DD">
        <w:rPr>
          <w:sz w:val="28"/>
          <w:szCs w:val="28"/>
        </w:rPr>
        <w:t>риложение</w:t>
      </w:r>
      <w:r>
        <w:rPr>
          <w:sz w:val="28"/>
          <w:szCs w:val="28"/>
        </w:rPr>
        <w:t xml:space="preserve"> №</w:t>
      </w:r>
      <w:r w:rsidRPr="00F162DD">
        <w:rPr>
          <w:sz w:val="28"/>
          <w:szCs w:val="28"/>
        </w:rPr>
        <w:t>1</w:t>
      </w:r>
      <w:r>
        <w:rPr>
          <w:sz w:val="28"/>
          <w:szCs w:val="28"/>
        </w:rPr>
        <w:t>).</w:t>
      </w:r>
    </w:p>
    <w:p w:rsidR="00773251" w:rsidRPr="00F162DD" w:rsidRDefault="00773251" w:rsidP="008A029B">
      <w:pPr>
        <w:numPr>
          <w:ilvl w:val="0"/>
          <w:numId w:val="1"/>
        </w:numPr>
        <w:suppressAutoHyphens/>
        <w:ind w:left="0" w:firstLine="709"/>
        <w:jc w:val="both"/>
        <w:rPr>
          <w:sz w:val="28"/>
          <w:szCs w:val="28"/>
        </w:rPr>
      </w:pPr>
      <w:r w:rsidRPr="00922269">
        <w:rPr>
          <w:color w:val="000000"/>
          <w:sz w:val="28"/>
          <w:szCs w:val="28"/>
        </w:rPr>
        <w:t>Опубликовать постановление в газете «</w:t>
      </w:r>
      <w:r>
        <w:rPr>
          <w:color w:val="000000"/>
          <w:sz w:val="28"/>
          <w:szCs w:val="28"/>
        </w:rPr>
        <w:t>Знаменка</w:t>
      </w:r>
      <w:r w:rsidRPr="00922269">
        <w:rPr>
          <w:color w:val="000000"/>
          <w:sz w:val="28"/>
          <w:szCs w:val="28"/>
        </w:rPr>
        <w:t xml:space="preserve">» и на сайте администрации Легостаевского сельсовета: </w:t>
      </w:r>
      <w:r w:rsidRPr="00922269">
        <w:rPr>
          <w:color w:val="000000"/>
          <w:sz w:val="28"/>
          <w:szCs w:val="28"/>
          <w:lang w:val="en-US"/>
        </w:rPr>
        <w:t>http</w:t>
      </w:r>
      <w:r w:rsidRPr="00922269">
        <w:rPr>
          <w:color w:val="000000"/>
          <w:sz w:val="28"/>
          <w:szCs w:val="28"/>
        </w:rPr>
        <w:t>://</w:t>
      </w:r>
      <w:hyperlink r:id="rId7" w:history="1">
        <w:r w:rsidRPr="00922269">
          <w:rPr>
            <w:color w:val="0000FF"/>
            <w:sz w:val="28"/>
            <w:szCs w:val="28"/>
            <w:u w:val="single"/>
            <w:lang w:val="en-US"/>
          </w:rPr>
          <w:t>www</w:t>
        </w:r>
        <w:r w:rsidRPr="00922269">
          <w:rPr>
            <w:color w:val="0000FF"/>
            <w:sz w:val="28"/>
            <w:szCs w:val="28"/>
            <w:u w:val="single"/>
          </w:rPr>
          <w:t>.</w:t>
        </w:r>
        <w:r w:rsidRPr="00922269">
          <w:rPr>
            <w:color w:val="0000FF"/>
            <w:sz w:val="28"/>
            <w:szCs w:val="28"/>
            <w:u w:val="single"/>
            <w:lang w:val="en-US"/>
          </w:rPr>
          <w:t>legostaevskiy</w:t>
        </w:r>
        <w:r w:rsidRPr="00922269">
          <w:rPr>
            <w:color w:val="0000FF"/>
            <w:sz w:val="28"/>
            <w:szCs w:val="28"/>
            <w:u w:val="single"/>
          </w:rPr>
          <w:t>.</w:t>
        </w:r>
        <w:r w:rsidRPr="00922269">
          <w:rPr>
            <w:color w:val="0000FF"/>
            <w:sz w:val="28"/>
            <w:szCs w:val="28"/>
            <w:u w:val="single"/>
            <w:lang w:val="en-US"/>
          </w:rPr>
          <w:t>ru</w:t>
        </w:r>
      </w:hyperlink>
      <w:r w:rsidRPr="00F162DD">
        <w:rPr>
          <w:sz w:val="28"/>
          <w:szCs w:val="28"/>
        </w:rPr>
        <w:t>.</w:t>
      </w:r>
    </w:p>
    <w:p w:rsidR="00773251" w:rsidRDefault="00773251" w:rsidP="008A029B">
      <w:pPr>
        <w:numPr>
          <w:ilvl w:val="0"/>
          <w:numId w:val="1"/>
        </w:numPr>
        <w:autoSpaceDE w:val="0"/>
        <w:autoSpaceDN w:val="0"/>
        <w:adjustRightInd w:val="0"/>
        <w:ind w:left="0" w:firstLine="709"/>
        <w:jc w:val="both"/>
        <w:rPr>
          <w:sz w:val="28"/>
          <w:szCs w:val="28"/>
        </w:rPr>
      </w:pPr>
      <w:r w:rsidRPr="00F162DD">
        <w:rPr>
          <w:sz w:val="28"/>
          <w:szCs w:val="28"/>
        </w:rPr>
        <w:t>Ответственность за исполнение постановлен</w:t>
      </w:r>
      <w:r>
        <w:rPr>
          <w:sz w:val="28"/>
          <w:szCs w:val="28"/>
        </w:rPr>
        <w:t>ия оставляю за собой.</w:t>
      </w:r>
    </w:p>
    <w:p w:rsidR="00773251" w:rsidRDefault="00773251" w:rsidP="008A029B">
      <w:pPr>
        <w:autoSpaceDE w:val="0"/>
        <w:autoSpaceDN w:val="0"/>
        <w:adjustRightInd w:val="0"/>
        <w:ind w:firstLine="709"/>
        <w:jc w:val="both"/>
        <w:rPr>
          <w:sz w:val="28"/>
          <w:szCs w:val="28"/>
        </w:rPr>
      </w:pPr>
    </w:p>
    <w:p w:rsidR="00773251" w:rsidRDefault="00773251" w:rsidP="008A029B">
      <w:pPr>
        <w:autoSpaceDE w:val="0"/>
        <w:autoSpaceDN w:val="0"/>
        <w:adjustRightInd w:val="0"/>
        <w:ind w:firstLine="709"/>
        <w:jc w:val="both"/>
        <w:rPr>
          <w:sz w:val="28"/>
          <w:szCs w:val="28"/>
        </w:rPr>
      </w:pPr>
    </w:p>
    <w:p w:rsidR="00773251" w:rsidRDefault="00773251" w:rsidP="008A029B">
      <w:pPr>
        <w:autoSpaceDE w:val="0"/>
        <w:autoSpaceDN w:val="0"/>
        <w:adjustRightInd w:val="0"/>
        <w:ind w:firstLine="709"/>
        <w:jc w:val="both"/>
        <w:rPr>
          <w:sz w:val="28"/>
          <w:szCs w:val="28"/>
        </w:rPr>
      </w:pPr>
    </w:p>
    <w:p w:rsidR="00773251" w:rsidRDefault="00773251" w:rsidP="00A27937">
      <w:pPr>
        <w:tabs>
          <w:tab w:val="left" w:pos="3969"/>
          <w:tab w:val="left" w:pos="7371"/>
        </w:tabs>
        <w:autoSpaceDE w:val="0"/>
        <w:autoSpaceDN w:val="0"/>
        <w:adjustRightInd w:val="0"/>
        <w:jc w:val="both"/>
        <w:rPr>
          <w:sz w:val="28"/>
          <w:szCs w:val="28"/>
        </w:rPr>
      </w:pPr>
      <w:r>
        <w:rPr>
          <w:sz w:val="28"/>
          <w:szCs w:val="28"/>
        </w:rPr>
        <w:t>Глава Легостаевского сельсовета</w:t>
      </w:r>
      <w:r>
        <w:rPr>
          <w:sz w:val="28"/>
          <w:szCs w:val="28"/>
        </w:rPr>
        <w:tab/>
      </w:r>
      <w:r>
        <w:rPr>
          <w:sz w:val="28"/>
          <w:szCs w:val="28"/>
        </w:rPr>
        <w:tab/>
        <w:t>Т.Н. Рыбакова</w:t>
      </w:r>
    </w:p>
    <w:p w:rsidR="00773251" w:rsidRDefault="00773251" w:rsidP="008A029B">
      <w:pPr>
        <w:autoSpaceDE w:val="0"/>
        <w:autoSpaceDN w:val="0"/>
        <w:adjustRightInd w:val="0"/>
        <w:jc w:val="both"/>
        <w:rPr>
          <w:sz w:val="28"/>
          <w:szCs w:val="28"/>
        </w:rPr>
      </w:pPr>
    </w:p>
    <w:p w:rsidR="00773251" w:rsidRDefault="00773251" w:rsidP="008A029B">
      <w:pPr>
        <w:ind w:left="5670"/>
      </w:pPr>
    </w:p>
    <w:p w:rsidR="00773251" w:rsidRDefault="00773251" w:rsidP="008A029B">
      <w:pPr>
        <w:ind w:left="5670"/>
      </w:pPr>
    </w:p>
    <w:p w:rsidR="00773251" w:rsidRDefault="00773251" w:rsidP="008A029B">
      <w:pPr>
        <w:ind w:left="5670"/>
      </w:pPr>
    </w:p>
    <w:p w:rsidR="00773251" w:rsidRDefault="00773251" w:rsidP="008A029B">
      <w:pPr>
        <w:ind w:left="5670"/>
      </w:pPr>
    </w:p>
    <w:p w:rsidR="00773251" w:rsidRDefault="00773251" w:rsidP="008A029B">
      <w:pPr>
        <w:ind w:left="5670"/>
      </w:pPr>
    </w:p>
    <w:p w:rsidR="00773251" w:rsidRDefault="00773251" w:rsidP="008A029B">
      <w:pPr>
        <w:ind w:left="5670"/>
      </w:pPr>
    </w:p>
    <w:p w:rsidR="00773251" w:rsidRDefault="00773251" w:rsidP="008A029B">
      <w:pPr>
        <w:ind w:left="5670"/>
      </w:pPr>
    </w:p>
    <w:p w:rsidR="00773251" w:rsidRDefault="00773251" w:rsidP="008A029B">
      <w:pPr>
        <w:ind w:left="5670"/>
      </w:pPr>
    </w:p>
    <w:p w:rsidR="00773251" w:rsidRPr="00136269" w:rsidRDefault="00773251" w:rsidP="008A029B">
      <w:pPr>
        <w:ind w:left="5670"/>
      </w:pPr>
      <w:r w:rsidRPr="00136269">
        <w:t xml:space="preserve">Приложение </w:t>
      </w:r>
      <w:r>
        <w:t>№</w:t>
      </w:r>
      <w:r w:rsidRPr="00136269">
        <w:t>1</w:t>
      </w:r>
    </w:p>
    <w:p w:rsidR="00773251" w:rsidRPr="00136269" w:rsidRDefault="00773251" w:rsidP="008A029B">
      <w:pPr>
        <w:ind w:left="5670"/>
      </w:pPr>
      <w:r w:rsidRPr="00136269">
        <w:t xml:space="preserve">к постановлению администрации </w:t>
      </w:r>
      <w:r>
        <w:t>Легостаевского</w:t>
      </w:r>
      <w:r w:rsidRPr="00136269">
        <w:t xml:space="preserve"> сельсовета </w:t>
      </w:r>
    </w:p>
    <w:p w:rsidR="00773251" w:rsidRPr="00136269" w:rsidRDefault="00773251" w:rsidP="008A029B">
      <w:pPr>
        <w:pStyle w:val="Heading5"/>
        <w:widowControl/>
        <w:spacing w:before="0" w:after="0"/>
        <w:ind w:left="5670"/>
        <w:rPr>
          <w:b w:val="0"/>
          <w:i w:val="0"/>
          <w:sz w:val="24"/>
          <w:szCs w:val="24"/>
        </w:rPr>
      </w:pPr>
      <w:r w:rsidRPr="00136269">
        <w:rPr>
          <w:b w:val="0"/>
          <w:i w:val="0"/>
          <w:sz w:val="24"/>
          <w:szCs w:val="24"/>
        </w:rPr>
        <w:t xml:space="preserve">от </w:t>
      </w:r>
      <w:r>
        <w:rPr>
          <w:b w:val="0"/>
          <w:i w:val="0"/>
          <w:sz w:val="24"/>
          <w:szCs w:val="24"/>
          <w:u w:val="single"/>
        </w:rPr>
        <w:t>27.03.2013</w:t>
      </w:r>
      <w:r w:rsidRPr="00136269">
        <w:rPr>
          <w:b w:val="0"/>
          <w:i w:val="0"/>
          <w:sz w:val="24"/>
          <w:szCs w:val="24"/>
        </w:rPr>
        <w:t xml:space="preserve"> №</w:t>
      </w:r>
      <w:r>
        <w:rPr>
          <w:b w:val="0"/>
          <w:i w:val="0"/>
          <w:sz w:val="24"/>
          <w:szCs w:val="24"/>
          <w:u w:val="single"/>
        </w:rPr>
        <w:t xml:space="preserve"> 50</w:t>
      </w:r>
    </w:p>
    <w:p w:rsidR="00773251" w:rsidRPr="00F162DD" w:rsidRDefault="00773251" w:rsidP="008A029B">
      <w:pPr>
        <w:jc w:val="center"/>
        <w:rPr>
          <w:sz w:val="28"/>
          <w:szCs w:val="28"/>
        </w:rPr>
      </w:pPr>
    </w:p>
    <w:p w:rsidR="00773251" w:rsidRPr="007B677D" w:rsidRDefault="00773251" w:rsidP="008A029B">
      <w:pPr>
        <w:jc w:val="center"/>
        <w:rPr>
          <w:b/>
          <w:sz w:val="28"/>
          <w:szCs w:val="28"/>
        </w:rPr>
      </w:pPr>
      <w:r w:rsidRPr="007B677D">
        <w:rPr>
          <w:b/>
          <w:sz w:val="28"/>
          <w:szCs w:val="28"/>
        </w:rPr>
        <w:t>АДМИНИСТРАТИВНЫЙ РЕГЛАМЕНТ</w:t>
      </w:r>
    </w:p>
    <w:p w:rsidR="00773251" w:rsidRPr="007B677D" w:rsidRDefault="00773251" w:rsidP="008A029B">
      <w:pPr>
        <w:jc w:val="center"/>
        <w:rPr>
          <w:b/>
          <w:sz w:val="28"/>
          <w:szCs w:val="28"/>
        </w:rPr>
      </w:pPr>
      <w:r w:rsidRPr="007B677D">
        <w:rPr>
          <w:b/>
          <w:sz w:val="28"/>
          <w:szCs w:val="28"/>
        </w:rPr>
        <w:t>осущест</w:t>
      </w:r>
      <w:r>
        <w:rPr>
          <w:b/>
          <w:sz w:val="28"/>
          <w:szCs w:val="28"/>
        </w:rPr>
        <w:t>вления муниципального жилищного</w:t>
      </w:r>
      <w:r w:rsidRPr="007B677D">
        <w:rPr>
          <w:b/>
          <w:sz w:val="28"/>
          <w:szCs w:val="28"/>
        </w:rPr>
        <w:t xml:space="preserve"> контроля</w:t>
      </w:r>
    </w:p>
    <w:p w:rsidR="00773251" w:rsidRPr="007B677D" w:rsidRDefault="00773251" w:rsidP="008A029B">
      <w:pPr>
        <w:jc w:val="center"/>
        <w:rPr>
          <w:b/>
          <w:sz w:val="28"/>
          <w:szCs w:val="28"/>
        </w:rPr>
      </w:pPr>
      <w:r w:rsidRPr="007B677D">
        <w:rPr>
          <w:b/>
          <w:sz w:val="28"/>
          <w:szCs w:val="28"/>
        </w:rPr>
        <w:t xml:space="preserve">на территории </w:t>
      </w:r>
      <w:r>
        <w:rPr>
          <w:b/>
          <w:sz w:val="28"/>
          <w:szCs w:val="28"/>
        </w:rPr>
        <w:t xml:space="preserve">Легостаевского </w:t>
      </w:r>
      <w:r w:rsidRPr="007B677D">
        <w:rPr>
          <w:b/>
          <w:sz w:val="28"/>
          <w:szCs w:val="28"/>
        </w:rPr>
        <w:t>сельсовета</w:t>
      </w:r>
    </w:p>
    <w:p w:rsidR="00773251" w:rsidRPr="007B677D" w:rsidRDefault="00773251" w:rsidP="008A029B">
      <w:pPr>
        <w:jc w:val="center"/>
        <w:rPr>
          <w:b/>
          <w:sz w:val="28"/>
          <w:szCs w:val="28"/>
        </w:rPr>
      </w:pPr>
      <w:r w:rsidRPr="007B677D">
        <w:rPr>
          <w:b/>
          <w:sz w:val="28"/>
          <w:szCs w:val="28"/>
        </w:rPr>
        <w:t>Искитимского района Новосибирской области</w:t>
      </w:r>
    </w:p>
    <w:p w:rsidR="00773251" w:rsidRPr="00136269" w:rsidRDefault="00773251" w:rsidP="008A029B">
      <w:pPr>
        <w:jc w:val="center"/>
        <w:rPr>
          <w:sz w:val="28"/>
          <w:szCs w:val="28"/>
        </w:rPr>
      </w:pPr>
    </w:p>
    <w:p w:rsidR="00773251" w:rsidRPr="007B677D" w:rsidRDefault="00773251" w:rsidP="008A029B">
      <w:pPr>
        <w:numPr>
          <w:ilvl w:val="0"/>
          <w:numId w:val="2"/>
        </w:numPr>
        <w:jc w:val="center"/>
        <w:rPr>
          <w:b/>
          <w:sz w:val="28"/>
          <w:szCs w:val="28"/>
        </w:rPr>
      </w:pPr>
      <w:r w:rsidRPr="007B677D">
        <w:rPr>
          <w:b/>
          <w:sz w:val="28"/>
          <w:szCs w:val="28"/>
        </w:rPr>
        <w:t>Общие положения</w:t>
      </w:r>
    </w:p>
    <w:p w:rsidR="00773251" w:rsidRDefault="00773251" w:rsidP="008A029B">
      <w:pPr>
        <w:numPr>
          <w:ilvl w:val="1"/>
          <w:numId w:val="2"/>
        </w:numPr>
        <w:ind w:left="0" w:firstLine="709"/>
        <w:jc w:val="both"/>
        <w:rPr>
          <w:sz w:val="28"/>
          <w:szCs w:val="28"/>
        </w:rPr>
      </w:pPr>
      <w:r w:rsidRPr="00F162DD">
        <w:rPr>
          <w:sz w:val="28"/>
          <w:szCs w:val="28"/>
        </w:rPr>
        <w:t>Административный регламент осущест</w:t>
      </w:r>
      <w:r>
        <w:rPr>
          <w:sz w:val="28"/>
          <w:szCs w:val="28"/>
        </w:rPr>
        <w:t>вления муниципального жилищного</w:t>
      </w:r>
      <w:r w:rsidRPr="00F162DD">
        <w:rPr>
          <w:sz w:val="28"/>
          <w:szCs w:val="28"/>
        </w:rPr>
        <w:t xml:space="preserve"> контроля на территории </w:t>
      </w:r>
      <w:r>
        <w:rPr>
          <w:sz w:val="28"/>
          <w:szCs w:val="28"/>
        </w:rPr>
        <w:t>Легостаевского</w:t>
      </w:r>
      <w:r w:rsidRPr="00F162DD">
        <w:rPr>
          <w:sz w:val="28"/>
          <w:szCs w:val="28"/>
        </w:rPr>
        <w:t xml:space="preserve"> сельсовета </w:t>
      </w:r>
      <w:r>
        <w:rPr>
          <w:sz w:val="28"/>
          <w:szCs w:val="28"/>
        </w:rPr>
        <w:t>Искитимского</w:t>
      </w:r>
      <w:r w:rsidRPr="00F162DD">
        <w:rPr>
          <w:sz w:val="28"/>
          <w:szCs w:val="28"/>
        </w:rPr>
        <w:t xml:space="preserve"> района Новосибирской области (далее – административный регламент) разработан в соответствии с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F162DD">
        <w:rPr>
          <w:spacing w:val="-2"/>
          <w:sz w:val="28"/>
          <w:szCs w:val="28"/>
        </w:rPr>
        <w:t>постановлением Правительства Новосибирской области от 02.07.2012 №309-п «Об утверждении Порядка</w:t>
      </w:r>
      <w:r w:rsidRPr="00F162DD">
        <w:rPr>
          <w:sz w:val="28"/>
          <w:szCs w:val="28"/>
        </w:rPr>
        <w:t xml:space="preserve"> разработки и принятия административных регламентов осуществления муниципального контроля в соответствующих сферах деятельности».</w:t>
      </w:r>
    </w:p>
    <w:p w:rsidR="00773251" w:rsidRDefault="00773251" w:rsidP="008A029B">
      <w:pPr>
        <w:numPr>
          <w:ilvl w:val="1"/>
          <w:numId w:val="2"/>
        </w:numPr>
        <w:ind w:left="0" w:firstLine="709"/>
        <w:jc w:val="both"/>
        <w:rPr>
          <w:sz w:val="28"/>
          <w:szCs w:val="28"/>
        </w:rPr>
      </w:pPr>
      <w:r w:rsidRPr="007A2B87">
        <w:rPr>
          <w:sz w:val="28"/>
          <w:szCs w:val="28"/>
        </w:rPr>
        <w:t>Административный регламент устанавливает требования к порядку осущест</w:t>
      </w:r>
      <w:r>
        <w:rPr>
          <w:sz w:val="28"/>
          <w:szCs w:val="28"/>
        </w:rPr>
        <w:t>вления муниципального жилищного</w:t>
      </w:r>
      <w:r w:rsidRPr="007A2B87">
        <w:rPr>
          <w:sz w:val="28"/>
          <w:szCs w:val="28"/>
        </w:rPr>
        <w:t xml:space="preserve"> контроля на территории </w:t>
      </w:r>
      <w:r>
        <w:rPr>
          <w:sz w:val="28"/>
          <w:szCs w:val="28"/>
        </w:rPr>
        <w:t xml:space="preserve">Легостаевского </w:t>
      </w:r>
      <w:r w:rsidRPr="007A2B87">
        <w:rPr>
          <w:sz w:val="28"/>
          <w:szCs w:val="28"/>
        </w:rPr>
        <w:t xml:space="preserve">сельсовета </w:t>
      </w:r>
      <w:r>
        <w:rPr>
          <w:sz w:val="28"/>
          <w:szCs w:val="28"/>
        </w:rPr>
        <w:t>Искитимс</w:t>
      </w:r>
      <w:r w:rsidRPr="007A2B87">
        <w:rPr>
          <w:sz w:val="28"/>
          <w:szCs w:val="28"/>
        </w:rPr>
        <w:t>кого района Новосибирской облас</w:t>
      </w:r>
      <w:r>
        <w:rPr>
          <w:sz w:val="28"/>
          <w:szCs w:val="28"/>
        </w:rPr>
        <w:t>ти (далее – муниципальный жилищный</w:t>
      </w:r>
      <w:r w:rsidRPr="007A2B87">
        <w:rPr>
          <w:sz w:val="28"/>
          <w:szCs w:val="28"/>
        </w:rPr>
        <w:t xml:space="preserve"> контроль), состав, последовательность и сроки выполнения административных процедур (действий), порядок и формы контроля за осуществ</w:t>
      </w:r>
      <w:r>
        <w:rPr>
          <w:sz w:val="28"/>
          <w:szCs w:val="28"/>
        </w:rPr>
        <w:t>лением муниципального жилищного</w:t>
      </w:r>
      <w:r w:rsidRPr="007A2B87">
        <w:rPr>
          <w:sz w:val="28"/>
          <w:szCs w:val="28"/>
        </w:rPr>
        <w:t xml:space="preserve"> контроля, досудебный (внесудебный) порядок обжалования решений и действий (бездействия) органа местного самоуправления, осущест</w:t>
      </w:r>
      <w:r>
        <w:rPr>
          <w:sz w:val="28"/>
          <w:szCs w:val="28"/>
        </w:rPr>
        <w:t>вляющего муниципальный жилищный</w:t>
      </w:r>
      <w:r w:rsidRPr="007A2B87">
        <w:rPr>
          <w:sz w:val="28"/>
          <w:szCs w:val="28"/>
        </w:rPr>
        <w:t xml:space="preserve"> контроль, а также его должностных лиц.</w:t>
      </w:r>
    </w:p>
    <w:p w:rsidR="00773251" w:rsidRPr="00E71737" w:rsidRDefault="00773251" w:rsidP="008A029B">
      <w:pPr>
        <w:numPr>
          <w:ilvl w:val="1"/>
          <w:numId w:val="2"/>
        </w:numPr>
        <w:ind w:left="0" w:firstLine="709"/>
        <w:jc w:val="both"/>
        <w:rPr>
          <w:sz w:val="28"/>
          <w:szCs w:val="28"/>
        </w:rPr>
      </w:pPr>
      <w:r>
        <w:rPr>
          <w:sz w:val="28"/>
          <w:szCs w:val="28"/>
        </w:rPr>
        <w:t xml:space="preserve">Муниципальный жилищный </w:t>
      </w:r>
      <w:r w:rsidRPr="007A2B87">
        <w:rPr>
          <w:sz w:val="28"/>
          <w:szCs w:val="28"/>
        </w:rPr>
        <w:t xml:space="preserve"> контроль осуществляет администрация </w:t>
      </w:r>
      <w:r>
        <w:rPr>
          <w:sz w:val="28"/>
          <w:szCs w:val="28"/>
        </w:rPr>
        <w:t>Легостаевского</w:t>
      </w:r>
      <w:r w:rsidRPr="007A2B87">
        <w:rPr>
          <w:sz w:val="28"/>
          <w:szCs w:val="28"/>
        </w:rPr>
        <w:t xml:space="preserve"> сельсовета </w:t>
      </w:r>
      <w:r>
        <w:rPr>
          <w:sz w:val="28"/>
          <w:szCs w:val="28"/>
        </w:rPr>
        <w:t>Искитимского</w:t>
      </w:r>
      <w:r w:rsidRPr="007A2B87">
        <w:rPr>
          <w:sz w:val="28"/>
          <w:szCs w:val="28"/>
        </w:rPr>
        <w:t xml:space="preserve"> района Новосибирской области (далее – администрация).</w:t>
      </w:r>
    </w:p>
    <w:p w:rsidR="00773251" w:rsidRDefault="00773251" w:rsidP="008A029B">
      <w:pPr>
        <w:ind w:firstLine="709"/>
        <w:jc w:val="both"/>
        <w:rPr>
          <w:sz w:val="28"/>
          <w:szCs w:val="28"/>
        </w:rPr>
      </w:pPr>
      <w:r w:rsidRPr="00E71737">
        <w:rPr>
          <w:sz w:val="28"/>
          <w:szCs w:val="28"/>
        </w:rPr>
        <w:t xml:space="preserve">Перечень должностных лиц администрации </w:t>
      </w:r>
      <w:r>
        <w:rPr>
          <w:sz w:val="28"/>
          <w:szCs w:val="28"/>
        </w:rPr>
        <w:t>Легостаевского</w:t>
      </w:r>
      <w:r w:rsidRPr="00E71737">
        <w:rPr>
          <w:sz w:val="28"/>
          <w:szCs w:val="28"/>
        </w:rPr>
        <w:t xml:space="preserve"> сельсовета, обладающих полномочиями исполнять функцию по м</w:t>
      </w:r>
      <w:r w:rsidRPr="00E71737">
        <w:rPr>
          <w:bCs/>
          <w:sz w:val="28"/>
          <w:szCs w:val="28"/>
        </w:rPr>
        <w:t xml:space="preserve">униципальному </w:t>
      </w:r>
      <w:r>
        <w:rPr>
          <w:bCs/>
          <w:sz w:val="28"/>
          <w:szCs w:val="28"/>
        </w:rPr>
        <w:t xml:space="preserve">жилищному </w:t>
      </w:r>
      <w:r w:rsidRPr="00E71737">
        <w:rPr>
          <w:bCs/>
          <w:sz w:val="28"/>
          <w:szCs w:val="28"/>
        </w:rPr>
        <w:t>контролю</w:t>
      </w:r>
      <w:r w:rsidRPr="00E71737">
        <w:rPr>
          <w:sz w:val="28"/>
          <w:szCs w:val="28"/>
        </w:rPr>
        <w:t xml:space="preserve">, утверждается распоряжением администрации </w:t>
      </w:r>
      <w:r>
        <w:rPr>
          <w:sz w:val="28"/>
          <w:szCs w:val="28"/>
        </w:rPr>
        <w:t xml:space="preserve">Легостаевского </w:t>
      </w:r>
      <w:r w:rsidRPr="00E71737">
        <w:rPr>
          <w:sz w:val="28"/>
          <w:szCs w:val="28"/>
        </w:rPr>
        <w:t>сельсовета</w:t>
      </w:r>
      <w:r>
        <w:rPr>
          <w:sz w:val="28"/>
          <w:szCs w:val="28"/>
        </w:rPr>
        <w:t>.</w:t>
      </w:r>
    </w:p>
    <w:p w:rsidR="00773251" w:rsidRDefault="00773251" w:rsidP="008A029B">
      <w:pPr>
        <w:ind w:firstLine="709"/>
        <w:jc w:val="both"/>
        <w:rPr>
          <w:sz w:val="28"/>
          <w:szCs w:val="28"/>
        </w:rPr>
      </w:pPr>
      <w:r>
        <w:rPr>
          <w:sz w:val="28"/>
          <w:szCs w:val="28"/>
        </w:rPr>
        <w:t>Проверки могут проводится одним должностным лицом или коллегиально комиссией в составе двух и более специалистов, один из которых является председателем комиссии.</w:t>
      </w:r>
    </w:p>
    <w:p w:rsidR="00773251" w:rsidRDefault="00773251" w:rsidP="008A029B">
      <w:pPr>
        <w:numPr>
          <w:ilvl w:val="1"/>
          <w:numId w:val="2"/>
        </w:numPr>
        <w:ind w:left="0" w:firstLine="709"/>
        <w:jc w:val="both"/>
        <w:rPr>
          <w:sz w:val="28"/>
          <w:szCs w:val="28"/>
        </w:rPr>
      </w:pPr>
      <w:r>
        <w:rPr>
          <w:sz w:val="28"/>
          <w:szCs w:val="28"/>
        </w:rPr>
        <w:t>Муниципальный жилищный</w:t>
      </w:r>
      <w:r w:rsidRPr="007A2B87">
        <w:rPr>
          <w:sz w:val="28"/>
          <w:szCs w:val="28"/>
        </w:rPr>
        <w:t xml:space="preserve"> контроль проводится в форме проверок (плановых и внеплановых) в отношении юридических лиц (их филиалов, представительств, обособленных структурных подразделений) и индивидуальных предпринимателей (далее - субъекты проверок).</w:t>
      </w:r>
    </w:p>
    <w:p w:rsidR="00773251" w:rsidRPr="007A2B87" w:rsidRDefault="00773251" w:rsidP="008A029B">
      <w:pPr>
        <w:numPr>
          <w:ilvl w:val="1"/>
          <w:numId w:val="2"/>
        </w:numPr>
        <w:ind w:left="0" w:firstLine="709"/>
        <w:jc w:val="both"/>
        <w:rPr>
          <w:sz w:val="28"/>
          <w:szCs w:val="28"/>
        </w:rPr>
      </w:pPr>
      <w:r>
        <w:rPr>
          <w:sz w:val="28"/>
          <w:szCs w:val="28"/>
        </w:rPr>
        <w:t>Муниципальный жилищный</w:t>
      </w:r>
      <w:r w:rsidRPr="007A2B87">
        <w:rPr>
          <w:sz w:val="28"/>
          <w:szCs w:val="28"/>
        </w:rPr>
        <w:t xml:space="preserve"> контроль осуществляется в соответствии с:</w:t>
      </w:r>
    </w:p>
    <w:p w:rsidR="00773251" w:rsidRPr="00F162DD" w:rsidRDefault="00773251" w:rsidP="008A029B">
      <w:pPr>
        <w:autoSpaceDE w:val="0"/>
        <w:autoSpaceDN w:val="0"/>
        <w:adjustRightInd w:val="0"/>
        <w:ind w:firstLine="708"/>
        <w:jc w:val="both"/>
        <w:rPr>
          <w:sz w:val="28"/>
          <w:szCs w:val="28"/>
        </w:rPr>
      </w:pPr>
      <w:r w:rsidRPr="00F162DD">
        <w:rPr>
          <w:sz w:val="28"/>
          <w:szCs w:val="28"/>
        </w:rPr>
        <w:t>Конституцией Российской Федерации от 12.12.1993 («Российская газета», №237</w:t>
      </w:r>
      <w:r>
        <w:rPr>
          <w:sz w:val="28"/>
          <w:szCs w:val="28"/>
        </w:rPr>
        <w:t>, 25.12.1993</w:t>
      </w:r>
      <w:r w:rsidRPr="00F162DD">
        <w:rPr>
          <w:sz w:val="28"/>
          <w:szCs w:val="28"/>
        </w:rPr>
        <w:t>);</w:t>
      </w:r>
    </w:p>
    <w:p w:rsidR="00773251" w:rsidRDefault="00773251" w:rsidP="008A029B">
      <w:pPr>
        <w:autoSpaceDE w:val="0"/>
        <w:autoSpaceDN w:val="0"/>
        <w:adjustRightInd w:val="0"/>
        <w:ind w:firstLine="708"/>
        <w:jc w:val="both"/>
      </w:pPr>
      <w:r>
        <w:rPr>
          <w:sz w:val="28"/>
          <w:szCs w:val="28"/>
        </w:rPr>
        <w:t xml:space="preserve">Жилищным </w:t>
      </w:r>
      <w:r w:rsidRPr="00F162DD">
        <w:rPr>
          <w:sz w:val="28"/>
          <w:szCs w:val="28"/>
        </w:rPr>
        <w:t>кодексом Российс</w:t>
      </w:r>
      <w:r>
        <w:rPr>
          <w:sz w:val="28"/>
          <w:szCs w:val="28"/>
        </w:rPr>
        <w:t>кой Федерации от 29.12.2004 №188</w:t>
      </w:r>
      <w:r w:rsidRPr="00F162DD">
        <w:rPr>
          <w:sz w:val="28"/>
          <w:szCs w:val="28"/>
        </w:rPr>
        <w:t xml:space="preserve">-ФЗ («Российская газета», </w:t>
      </w:r>
      <w:r>
        <w:rPr>
          <w:sz w:val="28"/>
          <w:szCs w:val="28"/>
        </w:rPr>
        <w:t xml:space="preserve">12 </w:t>
      </w:r>
      <w:r>
        <w:t xml:space="preserve">января </w:t>
      </w:r>
      <w:smartTag w:uri="urn:schemas-microsoft-com:office:smarttags" w:element="metricconverter">
        <w:smartTagPr>
          <w:attr w:name="ProductID" w:val="2005 г"/>
        </w:smartTagPr>
        <w:r>
          <w:t>2005 г</w:t>
        </w:r>
      </w:smartTag>
      <w:r>
        <w:t>. № 3670</w:t>
      </w:r>
    </w:p>
    <w:p w:rsidR="00773251" w:rsidRPr="00F162DD" w:rsidRDefault="00773251" w:rsidP="008A029B">
      <w:pPr>
        <w:autoSpaceDE w:val="0"/>
        <w:autoSpaceDN w:val="0"/>
        <w:adjustRightInd w:val="0"/>
        <w:ind w:firstLine="708"/>
        <w:jc w:val="both"/>
        <w:rPr>
          <w:sz w:val="28"/>
          <w:szCs w:val="28"/>
        </w:rPr>
      </w:pPr>
      <w:r w:rsidRPr="00F162DD">
        <w:rPr>
          <w:sz w:val="28"/>
          <w:szCs w:val="28"/>
        </w:rPr>
        <w:t>Федеральным законом от 06.10.2003 №131-ФЗ «Об общих принципах организации местного самоуправления в Российской Федерации» («Российская газета», №202</w:t>
      </w:r>
      <w:r>
        <w:rPr>
          <w:sz w:val="28"/>
          <w:szCs w:val="28"/>
        </w:rPr>
        <w:t xml:space="preserve">, </w:t>
      </w:r>
      <w:r w:rsidRPr="00F162DD">
        <w:rPr>
          <w:sz w:val="28"/>
          <w:szCs w:val="28"/>
        </w:rPr>
        <w:t>08.10.2003);</w:t>
      </w:r>
    </w:p>
    <w:p w:rsidR="00773251" w:rsidRDefault="00773251" w:rsidP="008A029B">
      <w:pPr>
        <w:autoSpaceDE w:val="0"/>
        <w:autoSpaceDN w:val="0"/>
        <w:adjustRightInd w:val="0"/>
        <w:ind w:firstLine="708"/>
        <w:jc w:val="both"/>
        <w:rPr>
          <w:sz w:val="28"/>
          <w:szCs w:val="28"/>
        </w:rPr>
      </w:pPr>
      <w:r w:rsidRPr="00F162DD">
        <w:rPr>
          <w:sz w:val="28"/>
          <w:szCs w:val="28"/>
        </w:rPr>
        <w:t>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№266</w:t>
      </w:r>
      <w:r>
        <w:rPr>
          <w:sz w:val="28"/>
          <w:szCs w:val="28"/>
        </w:rPr>
        <w:t xml:space="preserve">, </w:t>
      </w:r>
      <w:r w:rsidRPr="00F162DD">
        <w:rPr>
          <w:sz w:val="28"/>
          <w:szCs w:val="28"/>
        </w:rPr>
        <w:t>30.12.2008);</w:t>
      </w:r>
    </w:p>
    <w:p w:rsidR="00773251" w:rsidRPr="00836C92" w:rsidRDefault="00773251" w:rsidP="008A029B">
      <w:pPr>
        <w:autoSpaceDE w:val="0"/>
        <w:autoSpaceDN w:val="0"/>
        <w:adjustRightInd w:val="0"/>
        <w:ind w:firstLine="709"/>
        <w:jc w:val="both"/>
        <w:rPr>
          <w:sz w:val="28"/>
          <w:szCs w:val="28"/>
        </w:rPr>
      </w:pPr>
      <w:r w:rsidRPr="00836C92">
        <w:rPr>
          <w:sz w:val="28"/>
          <w:szCs w:val="28"/>
        </w:rPr>
        <w:t xml:space="preserve">Постановление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r>
        <w:rPr>
          <w:sz w:val="28"/>
          <w:szCs w:val="28"/>
        </w:rPr>
        <w:t>(«</w:t>
      </w:r>
      <w:r w:rsidRPr="00836C92">
        <w:rPr>
          <w:sz w:val="28"/>
          <w:szCs w:val="28"/>
        </w:rPr>
        <w:t>Собрание законодательства РФ</w:t>
      </w:r>
      <w:r>
        <w:rPr>
          <w:sz w:val="28"/>
          <w:szCs w:val="28"/>
        </w:rPr>
        <w:t>»</w:t>
      </w:r>
      <w:r w:rsidRPr="00836C92">
        <w:rPr>
          <w:sz w:val="28"/>
          <w:szCs w:val="28"/>
        </w:rPr>
        <w:t xml:space="preserve">, </w:t>
      </w:r>
      <w:r>
        <w:rPr>
          <w:sz w:val="28"/>
          <w:szCs w:val="28"/>
        </w:rPr>
        <w:t>№</w:t>
      </w:r>
      <w:r w:rsidRPr="00836C92">
        <w:rPr>
          <w:sz w:val="28"/>
          <w:szCs w:val="28"/>
        </w:rPr>
        <w:t>28, ст.</w:t>
      </w:r>
      <w:r>
        <w:rPr>
          <w:sz w:val="28"/>
          <w:szCs w:val="28"/>
        </w:rPr>
        <w:t xml:space="preserve">3706, </w:t>
      </w:r>
      <w:r w:rsidRPr="00836C92">
        <w:rPr>
          <w:sz w:val="28"/>
          <w:szCs w:val="28"/>
        </w:rPr>
        <w:t>12.07.2010</w:t>
      </w:r>
      <w:r>
        <w:rPr>
          <w:sz w:val="28"/>
          <w:szCs w:val="28"/>
        </w:rPr>
        <w:t>);</w:t>
      </w:r>
    </w:p>
    <w:p w:rsidR="00773251" w:rsidRDefault="00773251" w:rsidP="008A029B">
      <w:pPr>
        <w:pStyle w:val="Header"/>
        <w:ind w:firstLine="709"/>
        <w:jc w:val="both"/>
        <w:rPr>
          <w:sz w:val="28"/>
          <w:szCs w:val="28"/>
        </w:rPr>
      </w:pPr>
      <w:r>
        <w:rPr>
          <w:sz w:val="28"/>
          <w:szCs w:val="28"/>
        </w:rPr>
        <w:t>П</w:t>
      </w:r>
      <w:r w:rsidRPr="00F162DD">
        <w:rPr>
          <w:sz w:val="28"/>
          <w:szCs w:val="28"/>
        </w:rPr>
        <w:t>риказ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(«Российская газета», №85, 14.05.2009);</w:t>
      </w:r>
    </w:p>
    <w:p w:rsidR="00773251" w:rsidRPr="00F162DD" w:rsidRDefault="00773251" w:rsidP="008A029B">
      <w:pPr>
        <w:autoSpaceDE w:val="0"/>
        <w:autoSpaceDN w:val="0"/>
        <w:adjustRightInd w:val="0"/>
        <w:ind w:firstLine="708"/>
        <w:jc w:val="both"/>
        <w:rPr>
          <w:sz w:val="28"/>
          <w:szCs w:val="28"/>
        </w:rPr>
      </w:pPr>
      <w:r>
        <w:rPr>
          <w:sz w:val="28"/>
          <w:szCs w:val="28"/>
        </w:rPr>
        <w:t>Уставом Легостаевского сельсовета Искитимского района Новосибирской области № 239 от 29.07.2009;</w:t>
      </w:r>
    </w:p>
    <w:p w:rsidR="00773251" w:rsidRPr="006835DF" w:rsidRDefault="00773251" w:rsidP="006835DF">
      <w:pPr>
        <w:jc w:val="both"/>
        <w:rPr>
          <w:sz w:val="28"/>
          <w:szCs w:val="28"/>
        </w:rPr>
      </w:pPr>
      <w:r w:rsidRPr="006835DF">
        <w:rPr>
          <w:sz w:val="28"/>
          <w:szCs w:val="28"/>
        </w:rPr>
        <w:t>1.6.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Новосибирской области в области жилищных отношений и отношений по энергосбережению и повышению энергетической эффективности, а также принятыми в соответствии с ними муниципальными правовыми актами, в том числе требований (далее - обязательные требования):</w:t>
      </w:r>
    </w:p>
    <w:p w:rsidR="00773251" w:rsidRPr="006835DF" w:rsidRDefault="00773251" w:rsidP="006835DF">
      <w:pPr>
        <w:jc w:val="both"/>
        <w:rPr>
          <w:sz w:val="28"/>
          <w:szCs w:val="28"/>
        </w:rPr>
      </w:pPr>
      <w:r w:rsidRPr="006835DF">
        <w:rPr>
          <w:sz w:val="28"/>
          <w:szCs w:val="28"/>
        </w:rPr>
        <w:t>1) к использованию жилого помещения по назначению;</w:t>
      </w:r>
    </w:p>
    <w:p w:rsidR="00773251" w:rsidRPr="006835DF" w:rsidRDefault="00773251" w:rsidP="006835DF">
      <w:pPr>
        <w:jc w:val="both"/>
        <w:rPr>
          <w:sz w:val="28"/>
          <w:szCs w:val="28"/>
        </w:rPr>
      </w:pPr>
      <w:r w:rsidRPr="006835DF">
        <w:rPr>
          <w:sz w:val="28"/>
          <w:szCs w:val="28"/>
        </w:rPr>
        <w:t>2) к сохранности жилого помещения;</w:t>
      </w:r>
    </w:p>
    <w:p w:rsidR="00773251" w:rsidRPr="006835DF" w:rsidRDefault="00773251" w:rsidP="006835DF">
      <w:pPr>
        <w:jc w:val="both"/>
        <w:rPr>
          <w:sz w:val="28"/>
          <w:szCs w:val="28"/>
        </w:rPr>
      </w:pPr>
      <w:r w:rsidRPr="006835DF">
        <w:rPr>
          <w:sz w:val="28"/>
          <w:szCs w:val="28"/>
        </w:rPr>
        <w:t>3) к обеспечению надлежащего состояния жилого помещения;</w:t>
      </w:r>
    </w:p>
    <w:p w:rsidR="00773251" w:rsidRPr="006835DF" w:rsidRDefault="00773251" w:rsidP="006835DF">
      <w:pPr>
        <w:jc w:val="both"/>
        <w:rPr>
          <w:sz w:val="28"/>
          <w:szCs w:val="28"/>
        </w:rPr>
      </w:pPr>
      <w:r w:rsidRPr="006835DF">
        <w:rPr>
          <w:sz w:val="28"/>
          <w:szCs w:val="28"/>
        </w:rPr>
        <w:t>4) к порядку переустройства и перепланировки жилых помещений;</w:t>
      </w:r>
    </w:p>
    <w:p w:rsidR="00773251" w:rsidRPr="006835DF" w:rsidRDefault="00773251" w:rsidP="00A5064C">
      <w:pPr>
        <w:rPr>
          <w:sz w:val="28"/>
          <w:szCs w:val="28"/>
        </w:rPr>
      </w:pPr>
      <w:r w:rsidRPr="006835DF">
        <w:rPr>
          <w:sz w:val="28"/>
          <w:szCs w:val="28"/>
        </w:rPr>
        <w:t>5) к своевременности и полноте внесения платы за жилое помещение и коммунальные услуги</w:t>
      </w:r>
      <w:r>
        <w:rPr>
          <w:sz w:val="28"/>
          <w:szCs w:val="28"/>
        </w:rPr>
        <w:t>.</w:t>
      </w:r>
    </w:p>
    <w:p w:rsidR="00773251" w:rsidRDefault="00773251" w:rsidP="00A5064C">
      <w:pPr>
        <w:autoSpaceDE w:val="0"/>
        <w:autoSpaceDN w:val="0"/>
        <w:adjustRightInd w:val="0"/>
        <w:jc w:val="both"/>
        <w:rPr>
          <w:sz w:val="28"/>
          <w:szCs w:val="28"/>
        </w:rPr>
      </w:pPr>
      <w:r>
        <w:rPr>
          <w:sz w:val="28"/>
          <w:szCs w:val="28"/>
        </w:rPr>
        <w:t xml:space="preserve">1.7. </w:t>
      </w:r>
      <w:r w:rsidRPr="00D84685">
        <w:rPr>
          <w:sz w:val="28"/>
          <w:szCs w:val="28"/>
        </w:rPr>
        <w:t xml:space="preserve">При осуществлении </w:t>
      </w:r>
      <w:r>
        <w:rPr>
          <w:sz w:val="28"/>
          <w:szCs w:val="28"/>
        </w:rPr>
        <w:t>проверок</w:t>
      </w:r>
      <w:r w:rsidRPr="00D84685">
        <w:rPr>
          <w:sz w:val="28"/>
          <w:szCs w:val="28"/>
        </w:rPr>
        <w:t xml:space="preserve"> должностные лица администрации имеют право:</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w:t>
      </w:r>
      <w:r w:rsidRPr="00DA1DFC">
        <w:rPr>
          <w:color w:val="000000"/>
          <w:sz w:val="28"/>
          <w:szCs w:val="28"/>
        </w:rPr>
        <w:t xml:space="preserve"> осуществлять проверки соблюдения законодательства</w:t>
      </w:r>
      <w:r w:rsidRPr="00550D12">
        <w:rPr>
          <w:sz w:val="28"/>
          <w:szCs w:val="28"/>
        </w:rPr>
        <w:t xml:space="preserve"> </w:t>
      </w:r>
      <w:r w:rsidRPr="00F162DD">
        <w:rPr>
          <w:sz w:val="28"/>
          <w:szCs w:val="28"/>
        </w:rPr>
        <w:t>по вопросам использования</w:t>
      </w:r>
      <w:r>
        <w:rPr>
          <w:sz w:val="28"/>
          <w:szCs w:val="28"/>
        </w:rPr>
        <w:t xml:space="preserve"> муниципального жилищного фонда</w:t>
      </w:r>
      <w:r>
        <w:rPr>
          <w:color w:val="000000"/>
          <w:sz w:val="28"/>
          <w:szCs w:val="28"/>
        </w:rPr>
        <w:t>,</w:t>
      </w:r>
      <w:r w:rsidRPr="00F02F02">
        <w:rPr>
          <w:sz w:val="28"/>
          <w:szCs w:val="28"/>
        </w:rPr>
        <w:t xml:space="preserve"> </w:t>
      </w:r>
      <w:r>
        <w:rPr>
          <w:sz w:val="28"/>
          <w:szCs w:val="28"/>
        </w:rPr>
        <w:t xml:space="preserve">обследовать жилые помещения </w:t>
      </w:r>
      <w:r w:rsidRPr="00F162DD">
        <w:rPr>
          <w:sz w:val="28"/>
          <w:szCs w:val="28"/>
        </w:rPr>
        <w:t xml:space="preserve">, являющиеся объектами контроля при предъявлении служебного удостоверения и распоряжения главы </w:t>
      </w:r>
      <w:r>
        <w:rPr>
          <w:sz w:val="28"/>
          <w:szCs w:val="28"/>
        </w:rPr>
        <w:t xml:space="preserve">Легостаевского </w:t>
      </w:r>
      <w:r w:rsidRPr="00F162DD">
        <w:rPr>
          <w:sz w:val="28"/>
          <w:szCs w:val="28"/>
        </w:rPr>
        <w:t>сельсовета (далее – глава МО)</w:t>
      </w:r>
      <w:r w:rsidRPr="00DA1DFC">
        <w:rPr>
          <w:color w:val="000000"/>
          <w:sz w:val="28"/>
          <w:szCs w:val="28"/>
        </w:rPr>
        <w:t>;</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 xml:space="preserve">- получать от юридического лица, индивидуального предпринимателя информацию, которая относится к предмету проверки и предоставление которой предусмотрено </w:t>
      </w:r>
      <w:r w:rsidRPr="00F162DD">
        <w:rPr>
          <w:sz w:val="28"/>
          <w:szCs w:val="28"/>
        </w:rPr>
        <w:t>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 xml:space="preserve">- </w:t>
      </w:r>
      <w:r w:rsidRPr="00DA1DFC">
        <w:rPr>
          <w:color w:val="000000"/>
          <w:sz w:val="28"/>
          <w:szCs w:val="28"/>
        </w:rPr>
        <w:t>составлять по результатам проверок акты и предоставлять их для ознакомления гражданам, в том числе индивидуальным пре</w:t>
      </w:r>
      <w:r>
        <w:rPr>
          <w:color w:val="000000"/>
          <w:sz w:val="28"/>
          <w:szCs w:val="28"/>
        </w:rPr>
        <w:t>дпринимателям</w:t>
      </w:r>
      <w:r w:rsidRPr="00DA1DFC">
        <w:rPr>
          <w:color w:val="000000"/>
          <w:sz w:val="28"/>
          <w:szCs w:val="28"/>
        </w:rPr>
        <w:t>, а также юридическим лицам;</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 xml:space="preserve">- </w:t>
      </w:r>
      <w:r w:rsidRPr="00DA1DFC">
        <w:rPr>
          <w:color w:val="000000"/>
          <w:sz w:val="28"/>
          <w:szCs w:val="28"/>
        </w:rPr>
        <w:t>давать обязательные для исполнения предписания об устранении выявленных в результате проверок нарушений законодательства и контролировать исполнение указанных предписаний в установленные сроки;</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 xml:space="preserve">- </w:t>
      </w:r>
      <w:r w:rsidRPr="00DA1DFC">
        <w:rPr>
          <w:color w:val="000000"/>
          <w:sz w:val="28"/>
          <w:szCs w:val="28"/>
        </w:rPr>
        <w:t>устанавливать сроки устранения нарушений, выявленных в ходе проведения проверок;</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 xml:space="preserve">- </w:t>
      </w:r>
      <w:r w:rsidRPr="00DA1DFC">
        <w:rPr>
          <w:color w:val="000000"/>
          <w:sz w:val="28"/>
          <w:szCs w:val="28"/>
        </w:rPr>
        <w:t>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контролю, а также в установлении личности граждан, виновных в установленных нарушениях;</w:t>
      </w:r>
    </w:p>
    <w:p w:rsidR="00773251" w:rsidRDefault="00773251" w:rsidP="008A029B">
      <w:pPr>
        <w:pStyle w:val="NormalWeb"/>
        <w:spacing w:before="0" w:beforeAutospacing="0" w:after="0" w:afterAutospacing="0"/>
        <w:ind w:firstLine="709"/>
        <w:jc w:val="both"/>
        <w:rPr>
          <w:color w:val="000000"/>
          <w:sz w:val="28"/>
          <w:szCs w:val="28"/>
        </w:rPr>
      </w:pPr>
      <w:r>
        <w:rPr>
          <w:color w:val="000000"/>
          <w:sz w:val="28"/>
          <w:szCs w:val="28"/>
        </w:rPr>
        <w:t xml:space="preserve">- </w:t>
      </w:r>
      <w:r w:rsidRPr="00DA1DFC">
        <w:rPr>
          <w:color w:val="000000"/>
          <w:sz w:val="28"/>
          <w:szCs w:val="28"/>
        </w:rPr>
        <w:t>уведомлять в письменной форме граждан, индивидуальных предпринимателей, юридических лиц о результатах проверок соблюдения законодательства</w:t>
      </w:r>
      <w:r w:rsidRPr="007B7B08">
        <w:rPr>
          <w:sz w:val="28"/>
          <w:szCs w:val="28"/>
        </w:rPr>
        <w:t xml:space="preserve"> </w:t>
      </w:r>
      <w:r w:rsidRPr="00F162DD">
        <w:rPr>
          <w:sz w:val="28"/>
          <w:szCs w:val="28"/>
        </w:rPr>
        <w:t xml:space="preserve">по вопросам использования </w:t>
      </w:r>
      <w:r>
        <w:rPr>
          <w:sz w:val="28"/>
          <w:szCs w:val="28"/>
        </w:rPr>
        <w:t xml:space="preserve">муниципального жилищного фонда </w:t>
      </w:r>
      <w:r w:rsidRPr="00DA1DFC">
        <w:rPr>
          <w:color w:val="000000"/>
          <w:sz w:val="28"/>
          <w:szCs w:val="28"/>
        </w:rPr>
        <w:t>и выявленных нарушениях;</w:t>
      </w:r>
    </w:p>
    <w:p w:rsidR="00773251" w:rsidRDefault="00773251" w:rsidP="008A029B">
      <w:pPr>
        <w:pStyle w:val="NormalWeb"/>
        <w:spacing w:before="0" w:beforeAutospacing="0" w:after="0" w:afterAutospacing="0"/>
        <w:ind w:firstLine="709"/>
        <w:jc w:val="both"/>
        <w:rPr>
          <w:sz w:val="28"/>
          <w:szCs w:val="28"/>
        </w:rPr>
      </w:pPr>
      <w:r>
        <w:rPr>
          <w:sz w:val="28"/>
          <w:szCs w:val="28"/>
        </w:rPr>
        <w:t xml:space="preserve">- </w:t>
      </w:r>
      <w:r w:rsidRPr="00F162DD">
        <w:rPr>
          <w:sz w:val="28"/>
          <w:szCs w:val="28"/>
        </w:rPr>
        <w:t>привлекать к проведению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773251" w:rsidRDefault="00773251" w:rsidP="008A029B">
      <w:pPr>
        <w:pStyle w:val="NormalWeb"/>
        <w:spacing w:before="0" w:beforeAutospacing="0" w:after="0" w:afterAutospacing="0"/>
        <w:ind w:firstLine="709"/>
        <w:jc w:val="both"/>
        <w:rPr>
          <w:sz w:val="28"/>
          <w:szCs w:val="28"/>
        </w:rPr>
      </w:pPr>
      <w:r>
        <w:rPr>
          <w:sz w:val="28"/>
          <w:szCs w:val="28"/>
        </w:rPr>
        <w:t xml:space="preserve">- </w:t>
      </w:r>
      <w:r w:rsidRPr="00F162DD">
        <w:rPr>
          <w:sz w:val="28"/>
          <w:szCs w:val="28"/>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земельного контроля</w:t>
      </w:r>
      <w:r>
        <w:rPr>
          <w:sz w:val="28"/>
          <w:szCs w:val="28"/>
        </w:rPr>
        <w:t>;</w:t>
      </w:r>
    </w:p>
    <w:p w:rsidR="00773251" w:rsidRDefault="00773251" w:rsidP="008A029B">
      <w:pPr>
        <w:pStyle w:val="NormalWeb"/>
        <w:spacing w:before="0" w:beforeAutospacing="0" w:after="0" w:afterAutospacing="0"/>
        <w:ind w:firstLine="709"/>
        <w:jc w:val="both"/>
        <w:rPr>
          <w:color w:val="000000"/>
          <w:sz w:val="28"/>
          <w:szCs w:val="28"/>
        </w:rPr>
      </w:pPr>
      <w:r>
        <w:rPr>
          <w:sz w:val="28"/>
          <w:szCs w:val="28"/>
        </w:rPr>
        <w:t>-</w:t>
      </w:r>
      <w:r w:rsidRPr="00DA1DFC">
        <w:rPr>
          <w:color w:val="000000"/>
          <w:sz w:val="28"/>
          <w:szCs w:val="28"/>
        </w:rPr>
        <w:t xml:space="preserve"> осуществлять иные предусмотренные действующим законодательством права.</w:t>
      </w:r>
    </w:p>
    <w:p w:rsidR="00773251" w:rsidRPr="00A5064C" w:rsidRDefault="00773251" w:rsidP="00A5064C">
      <w:pPr>
        <w:pStyle w:val="ListParagraph"/>
        <w:numPr>
          <w:ilvl w:val="1"/>
          <w:numId w:val="5"/>
        </w:numPr>
        <w:autoSpaceDE w:val="0"/>
        <w:autoSpaceDN w:val="0"/>
        <w:adjustRightInd w:val="0"/>
        <w:jc w:val="both"/>
        <w:rPr>
          <w:sz w:val="28"/>
          <w:szCs w:val="28"/>
        </w:rPr>
      </w:pPr>
      <w:r w:rsidRPr="00A5064C">
        <w:rPr>
          <w:sz w:val="28"/>
          <w:szCs w:val="28"/>
        </w:rPr>
        <w:t>При осуществлении проверок должностные лица администрации обязаны:</w:t>
      </w:r>
    </w:p>
    <w:p w:rsidR="00773251" w:rsidRDefault="00773251" w:rsidP="008A029B">
      <w:pPr>
        <w:autoSpaceDE w:val="0"/>
        <w:autoSpaceDN w:val="0"/>
        <w:adjustRightInd w:val="0"/>
        <w:ind w:firstLine="709"/>
        <w:jc w:val="both"/>
        <w:rPr>
          <w:sz w:val="28"/>
          <w:szCs w:val="28"/>
        </w:rPr>
      </w:pPr>
      <w:r w:rsidRPr="00F162DD">
        <w:rPr>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федеральных законов, законов Новосибирской области, муниципальных правовых актов по вопросам использования</w:t>
      </w:r>
      <w:r>
        <w:rPr>
          <w:sz w:val="28"/>
          <w:szCs w:val="28"/>
        </w:rPr>
        <w:t xml:space="preserve"> муниципального жилищного фонда</w:t>
      </w:r>
      <w:r w:rsidRPr="00F162DD">
        <w:rPr>
          <w:sz w:val="28"/>
          <w:szCs w:val="28"/>
        </w:rPr>
        <w:t>;</w:t>
      </w:r>
    </w:p>
    <w:p w:rsidR="00773251" w:rsidRPr="00F162DD" w:rsidRDefault="00773251" w:rsidP="008A029B">
      <w:pPr>
        <w:autoSpaceDE w:val="0"/>
        <w:autoSpaceDN w:val="0"/>
        <w:adjustRightInd w:val="0"/>
        <w:ind w:firstLine="700"/>
        <w:jc w:val="both"/>
        <w:rPr>
          <w:sz w:val="28"/>
          <w:szCs w:val="28"/>
        </w:rPr>
      </w:pPr>
      <w:r w:rsidRPr="00F162DD">
        <w:rPr>
          <w:sz w:val="28"/>
          <w:szCs w:val="28"/>
        </w:rPr>
        <w:t>- соблюдать законодательство Российской Федерации, права и законные интересы субъектов проверки, проверка которых проводится;</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 проводить </w:t>
      </w:r>
      <w:r>
        <w:rPr>
          <w:sz w:val="28"/>
          <w:szCs w:val="28"/>
        </w:rPr>
        <w:t xml:space="preserve">проверки </w:t>
      </w:r>
      <w:r w:rsidRPr="00F162DD">
        <w:rPr>
          <w:sz w:val="28"/>
          <w:szCs w:val="28"/>
        </w:rPr>
        <w:t xml:space="preserve">на основании </w:t>
      </w:r>
      <w:r>
        <w:rPr>
          <w:sz w:val="28"/>
          <w:szCs w:val="28"/>
        </w:rPr>
        <w:t xml:space="preserve">и в соответствии с </w:t>
      </w:r>
      <w:r w:rsidRPr="00F162DD">
        <w:rPr>
          <w:sz w:val="28"/>
          <w:szCs w:val="28"/>
        </w:rPr>
        <w:t>распоряжени</w:t>
      </w:r>
      <w:r>
        <w:rPr>
          <w:sz w:val="28"/>
          <w:szCs w:val="28"/>
        </w:rPr>
        <w:t>ем</w:t>
      </w:r>
      <w:r w:rsidRPr="00F162DD">
        <w:rPr>
          <w:sz w:val="28"/>
          <w:szCs w:val="28"/>
        </w:rPr>
        <w:t xml:space="preserve"> главы МО о проведении </w:t>
      </w:r>
      <w:r w:rsidRPr="00DF0151">
        <w:rPr>
          <w:color w:val="000000"/>
          <w:sz w:val="28"/>
          <w:szCs w:val="28"/>
        </w:rPr>
        <w:t>мероприятий по контролю</w:t>
      </w:r>
      <w:r w:rsidRPr="00F162DD">
        <w:rPr>
          <w:sz w:val="28"/>
          <w:szCs w:val="28"/>
        </w:rPr>
        <w:t>;</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 проводить </w:t>
      </w:r>
      <w:r>
        <w:rPr>
          <w:sz w:val="28"/>
          <w:szCs w:val="28"/>
        </w:rPr>
        <w:t>проверки</w:t>
      </w:r>
      <w:r w:rsidRPr="00F162DD">
        <w:rPr>
          <w:sz w:val="28"/>
          <w:szCs w:val="28"/>
        </w:rPr>
        <w:t xml:space="preserve"> только во время исполнения служебных обязанностей </w:t>
      </w:r>
      <w:r>
        <w:rPr>
          <w:sz w:val="28"/>
          <w:szCs w:val="28"/>
        </w:rPr>
        <w:t>при</w:t>
      </w:r>
      <w:r w:rsidRPr="00F162DD">
        <w:rPr>
          <w:sz w:val="28"/>
          <w:szCs w:val="28"/>
        </w:rPr>
        <w:t xml:space="preserve"> предъявлении служебн</w:t>
      </w:r>
      <w:r>
        <w:rPr>
          <w:sz w:val="28"/>
          <w:szCs w:val="28"/>
        </w:rPr>
        <w:t>ого</w:t>
      </w:r>
      <w:r w:rsidRPr="00F162DD">
        <w:rPr>
          <w:sz w:val="28"/>
          <w:szCs w:val="28"/>
        </w:rPr>
        <w:t xml:space="preserve"> удостоверени</w:t>
      </w:r>
      <w:r>
        <w:rPr>
          <w:sz w:val="28"/>
          <w:szCs w:val="28"/>
        </w:rPr>
        <w:t>я</w:t>
      </w:r>
      <w:r w:rsidRPr="00F162DD">
        <w:rPr>
          <w:sz w:val="28"/>
          <w:szCs w:val="28"/>
        </w:rPr>
        <w:t>, копии распоряжения главы МО;</w:t>
      </w:r>
    </w:p>
    <w:p w:rsidR="00773251" w:rsidRPr="00F162DD" w:rsidRDefault="00773251" w:rsidP="008A029B">
      <w:pPr>
        <w:autoSpaceDE w:val="0"/>
        <w:autoSpaceDN w:val="0"/>
        <w:adjustRightInd w:val="0"/>
        <w:ind w:firstLine="700"/>
        <w:jc w:val="both"/>
        <w:rPr>
          <w:sz w:val="28"/>
          <w:szCs w:val="28"/>
        </w:rPr>
      </w:pPr>
      <w:r w:rsidRPr="00F162DD">
        <w:rPr>
          <w:sz w:val="28"/>
          <w:szCs w:val="28"/>
        </w:rPr>
        <w:t>- не препятствовать</w:t>
      </w:r>
      <w:r>
        <w:rPr>
          <w:sz w:val="28"/>
          <w:szCs w:val="28"/>
        </w:rPr>
        <w:t xml:space="preserve">, </w:t>
      </w:r>
      <w:r w:rsidRPr="00F162DD">
        <w:rPr>
          <w:sz w:val="28"/>
          <w:szCs w:val="28"/>
        </w:rPr>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sz w:val="28"/>
          <w:szCs w:val="28"/>
        </w:rPr>
        <w:t xml:space="preserve"> или гражданам</w:t>
      </w:r>
      <w:r w:rsidRPr="00F162DD">
        <w:rPr>
          <w:sz w:val="28"/>
          <w:szCs w:val="28"/>
        </w:rPr>
        <w:t xml:space="preserve"> присутствовать при проведении </w:t>
      </w:r>
      <w:r>
        <w:rPr>
          <w:sz w:val="28"/>
          <w:szCs w:val="28"/>
        </w:rPr>
        <w:t>проверки</w:t>
      </w:r>
      <w:r w:rsidRPr="001B6EED">
        <w:rPr>
          <w:color w:val="000000"/>
          <w:sz w:val="28"/>
          <w:szCs w:val="28"/>
        </w:rPr>
        <w:t xml:space="preserve"> </w:t>
      </w:r>
      <w:r w:rsidRPr="00F162DD">
        <w:rPr>
          <w:sz w:val="28"/>
          <w:szCs w:val="28"/>
        </w:rPr>
        <w:t xml:space="preserve">и давать разъяснения по вопросам, относящимся к предмету </w:t>
      </w:r>
      <w:r>
        <w:rPr>
          <w:sz w:val="28"/>
          <w:szCs w:val="28"/>
        </w:rPr>
        <w:t>проверки</w:t>
      </w:r>
      <w:r w:rsidRPr="00F162DD">
        <w:rPr>
          <w:sz w:val="28"/>
          <w:szCs w:val="28"/>
        </w:rPr>
        <w:t>;</w:t>
      </w:r>
    </w:p>
    <w:p w:rsidR="00773251" w:rsidRDefault="00773251" w:rsidP="008A029B">
      <w:pPr>
        <w:autoSpaceDE w:val="0"/>
        <w:autoSpaceDN w:val="0"/>
        <w:adjustRightInd w:val="0"/>
        <w:ind w:firstLine="700"/>
        <w:jc w:val="both"/>
        <w:rPr>
          <w:sz w:val="28"/>
          <w:szCs w:val="28"/>
        </w:rPr>
      </w:pPr>
      <w:r w:rsidRPr="00F162DD">
        <w:rPr>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Pr>
          <w:sz w:val="28"/>
          <w:szCs w:val="28"/>
        </w:rPr>
        <w:t xml:space="preserve"> или гражданам</w:t>
      </w:r>
      <w:r w:rsidRPr="00F162DD">
        <w:rPr>
          <w:sz w:val="28"/>
          <w:szCs w:val="28"/>
        </w:rPr>
        <w:t xml:space="preserve">, присутствующим при проведении </w:t>
      </w:r>
      <w:r>
        <w:rPr>
          <w:sz w:val="28"/>
          <w:szCs w:val="28"/>
        </w:rPr>
        <w:t>проверки</w:t>
      </w:r>
      <w:r w:rsidRPr="00F162DD">
        <w:rPr>
          <w:sz w:val="28"/>
          <w:szCs w:val="28"/>
        </w:rPr>
        <w:t>, информацию и документы, относящиеся к предмету проверки;</w:t>
      </w:r>
    </w:p>
    <w:p w:rsidR="00773251" w:rsidRDefault="00773251" w:rsidP="008A029B">
      <w:pPr>
        <w:autoSpaceDE w:val="0"/>
        <w:autoSpaceDN w:val="0"/>
        <w:adjustRightInd w:val="0"/>
        <w:ind w:firstLine="700"/>
        <w:jc w:val="both"/>
        <w:rPr>
          <w:color w:val="000000"/>
          <w:sz w:val="28"/>
          <w:szCs w:val="28"/>
        </w:rPr>
      </w:pPr>
      <w:r w:rsidRPr="00AE75D7">
        <w:rPr>
          <w:sz w:val="28"/>
          <w:szCs w:val="28"/>
        </w:rPr>
        <w:t xml:space="preserve">- </w:t>
      </w:r>
      <w:r w:rsidRPr="00AE75D7">
        <w:rPr>
          <w:color w:val="000000"/>
          <w:sz w:val="28"/>
          <w:szCs w:val="28"/>
        </w:rPr>
        <w:t xml:space="preserve">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color w:val="000000"/>
          <w:sz w:val="28"/>
          <w:szCs w:val="28"/>
        </w:rPr>
        <w:t xml:space="preserve"> или граждан, </w:t>
      </w:r>
      <w:r w:rsidRPr="00AE75D7">
        <w:rPr>
          <w:color w:val="000000"/>
          <w:sz w:val="28"/>
          <w:szCs w:val="28"/>
        </w:rPr>
        <w:t xml:space="preserve">с результатами </w:t>
      </w:r>
      <w:r>
        <w:rPr>
          <w:color w:val="000000"/>
          <w:sz w:val="28"/>
          <w:szCs w:val="28"/>
        </w:rPr>
        <w:t>проверки</w:t>
      </w:r>
      <w:r w:rsidRPr="00AE75D7">
        <w:rPr>
          <w:color w:val="000000"/>
          <w:sz w:val="28"/>
          <w:szCs w:val="28"/>
        </w:rPr>
        <w:t>;</w:t>
      </w:r>
    </w:p>
    <w:p w:rsidR="00773251" w:rsidRPr="00F162DD" w:rsidRDefault="00773251" w:rsidP="008A029B">
      <w:pPr>
        <w:autoSpaceDE w:val="0"/>
        <w:autoSpaceDN w:val="0"/>
        <w:adjustRightInd w:val="0"/>
        <w:ind w:firstLine="700"/>
        <w:jc w:val="both"/>
        <w:rPr>
          <w:sz w:val="28"/>
          <w:szCs w:val="28"/>
        </w:rPr>
      </w:pPr>
      <w:r w:rsidRPr="00F162DD">
        <w:rPr>
          <w:sz w:val="28"/>
          <w:szCs w:val="28"/>
        </w:rPr>
        <w:t>- 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773251" w:rsidRPr="00F162DD" w:rsidRDefault="00773251" w:rsidP="008A029B">
      <w:pPr>
        <w:autoSpaceDE w:val="0"/>
        <w:autoSpaceDN w:val="0"/>
        <w:adjustRightInd w:val="0"/>
        <w:ind w:firstLine="700"/>
        <w:jc w:val="both"/>
        <w:rPr>
          <w:sz w:val="28"/>
          <w:szCs w:val="28"/>
        </w:rPr>
      </w:pPr>
      <w:r w:rsidRPr="00F162DD">
        <w:rPr>
          <w:sz w:val="28"/>
          <w:szCs w:val="28"/>
        </w:rPr>
        <w:t>- соблюдать сроки проведения проверки;</w:t>
      </w:r>
    </w:p>
    <w:p w:rsidR="00773251" w:rsidRPr="00F162DD" w:rsidRDefault="00773251" w:rsidP="008A029B">
      <w:pPr>
        <w:autoSpaceDE w:val="0"/>
        <w:autoSpaceDN w:val="0"/>
        <w:adjustRightInd w:val="0"/>
        <w:ind w:firstLine="700"/>
        <w:jc w:val="both"/>
        <w:rPr>
          <w:sz w:val="28"/>
          <w:szCs w:val="28"/>
        </w:rPr>
      </w:pPr>
      <w:r w:rsidRPr="00F162DD">
        <w:rPr>
          <w:sz w:val="28"/>
          <w:szCs w:val="28"/>
        </w:rPr>
        <w:t>- не требовать от субъекта проверки документы и иные сведения, представление которых не предусмотрено законодательством Российской Федерации;</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sz w:val="28"/>
          <w:szCs w:val="28"/>
        </w:rPr>
        <w:t xml:space="preserve">или граждан </w:t>
      </w:r>
      <w:r w:rsidRPr="00F162DD">
        <w:rPr>
          <w:sz w:val="28"/>
          <w:szCs w:val="28"/>
        </w:rPr>
        <w:t>ознакомить их с положениями настоящего административного регламента;</w:t>
      </w:r>
    </w:p>
    <w:p w:rsidR="00773251" w:rsidRPr="00F162DD" w:rsidRDefault="00773251" w:rsidP="008A029B">
      <w:pPr>
        <w:autoSpaceDE w:val="0"/>
        <w:autoSpaceDN w:val="0"/>
        <w:adjustRightInd w:val="0"/>
        <w:ind w:firstLine="700"/>
        <w:jc w:val="both"/>
        <w:rPr>
          <w:sz w:val="28"/>
          <w:szCs w:val="28"/>
        </w:rPr>
      </w:pPr>
      <w:r w:rsidRPr="00F162DD">
        <w:rPr>
          <w:sz w:val="28"/>
          <w:szCs w:val="28"/>
        </w:rPr>
        <w:t>- осуществлять запись о проведенной проверке в журнале учета проверок;</w:t>
      </w:r>
    </w:p>
    <w:p w:rsidR="00773251" w:rsidRPr="00F162DD" w:rsidRDefault="00773251" w:rsidP="008A029B">
      <w:pPr>
        <w:autoSpaceDE w:val="0"/>
        <w:autoSpaceDN w:val="0"/>
        <w:adjustRightInd w:val="0"/>
        <w:ind w:firstLine="700"/>
        <w:jc w:val="both"/>
        <w:rPr>
          <w:sz w:val="28"/>
          <w:szCs w:val="28"/>
        </w:rPr>
      </w:pPr>
      <w:r w:rsidRPr="00F162DD">
        <w:rPr>
          <w:sz w:val="28"/>
          <w:szCs w:val="28"/>
        </w:rPr>
        <w:t>- в случае выявления при проведении проверки нарушений субъектами проверки обязательных требований или требований, установленных муниципальными правовыми актами, принять меры по устранению выявленных нарушений, а также меры по привлечению лиц, допустивших выявленные нарушения, к ответственности.</w:t>
      </w:r>
    </w:p>
    <w:p w:rsidR="00773251" w:rsidRPr="00F162DD" w:rsidRDefault="00773251" w:rsidP="00A5064C">
      <w:pPr>
        <w:autoSpaceDE w:val="0"/>
        <w:autoSpaceDN w:val="0"/>
        <w:adjustRightInd w:val="0"/>
        <w:jc w:val="both"/>
        <w:rPr>
          <w:sz w:val="28"/>
          <w:szCs w:val="28"/>
        </w:rPr>
      </w:pPr>
      <w:r>
        <w:rPr>
          <w:sz w:val="28"/>
          <w:szCs w:val="28"/>
        </w:rPr>
        <w:t>1.9.</w:t>
      </w:r>
      <w:r w:rsidRPr="00F162DD">
        <w:rPr>
          <w:sz w:val="28"/>
          <w:szCs w:val="28"/>
        </w:rPr>
        <w:t>Права субъектов проверки при проведении проверки:</w:t>
      </w:r>
    </w:p>
    <w:p w:rsidR="00773251" w:rsidRPr="00F162DD" w:rsidRDefault="00773251" w:rsidP="008A029B">
      <w:pPr>
        <w:autoSpaceDE w:val="0"/>
        <w:autoSpaceDN w:val="0"/>
        <w:adjustRightInd w:val="0"/>
        <w:ind w:firstLine="700"/>
        <w:jc w:val="both"/>
        <w:rPr>
          <w:sz w:val="28"/>
          <w:szCs w:val="28"/>
        </w:rPr>
      </w:pPr>
      <w:r w:rsidRPr="00F162DD">
        <w:rPr>
          <w:sz w:val="28"/>
          <w:szCs w:val="28"/>
        </w:rPr>
        <w:t>- непосредственно присутствовать при проведении проверки, давать объяснения по вопросам, относящимся к предмету проверки;</w:t>
      </w:r>
    </w:p>
    <w:p w:rsidR="00773251" w:rsidRPr="00F162DD" w:rsidRDefault="00773251" w:rsidP="008A029B">
      <w:pPr>
        <w:autoSpaceDE w:val="0"/>
        <w:autoSpaceDN w:val="0"/>
        <w:adjustRightInd w:val="0"/>
        <w:ind w:firstLine="700"/>
        <w:jc w:val="both"/>
        <w:rPr>
          <w:sz w:val="28"/>
          <w:szCs w:val="28"/>
        </w:rPr>
      </w:pPr>
      <w:r w:rsidRPr="00F162DD">
        <w:rPr>
          <w:sz w:val="28"/>
          <w:szCs w:val="28"/>
        </w:rPr>
        <w:t>- получать информацию, которая относится к предмету проверки и предоставление которой предусмотрено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3251" w:rsidRPr="00F162DD" w:rsidRDefault="00773251" w:rsidP="008A029B">
      <w:pPr>
        <w:autoSpaceDE w:val="0"/>
        <w:autoSpaceDN w:val="0"/>
        <w:adjustRightInd w:val="0"/>
        <w:ind w:firstLine="700"/>
        <w:jc w:val="both"/>
        <w:rPr>
          <w:sz w:val="28"/>
          <w:szCs w:val="28"/>
        </w:rPr>
      </w:pPr>
      <w:r w:rsidRPr="00F162DD">
        <w:rPr>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обжаловать действия (бездействие) должностных лиц администрации, повлекшие за собой нарушение прав субъектов проверки при проведении проверки, в административном и (или) судебном порядке в соответствии с законодательством Российской Федерации.</w:t>
      </w:r>
    </w:p>
    <w:p w:rsidR="00773251" w:rsidRPr="00F162DD" w:rsidRDefault="00773251" w:rsidP="00A5064C">
      <w:pPr>
        <w:autoSpaceDE w:val="0"/>
        <w:autoSpaceDN w:val="0"/>
        <w:adjustRightInd w:val="0"/>
        <w:jc w:val="both"/>
        <w:rPr>
          <w:sz w:val="28"/>
          <w:szCs w:val="28"/>
        </w:rPr>
      </w:pPr>
      <w:r>
        <w:rPr>
          <w:sz w:val="28"/>
          <w:szCs w:val="28"/>
        </w:rPr>
        <w:t>1.10.</w:t>
      </w:r>
      <w:r w:rsidRPr="00F162DD">
        <w:rPr>
          <w:sz w:val="28"/>
          <w:szCs w:val="28"/>
        </w:rPr>
        <w:t>Обязанности субъектов проверки при проведении проверок:</w:t>
      </w:r>
    </w:p>
    <w:p w:rsidR="00773251" w:rsidRPr="00F162DD" w:rsidRDefault="00773251" w:rsidP="008A029B">
      <w:pPr>
        <w:autoSpaceDE w:val="0"/>
        <w:autoSpaceDN w:val="0"/>
        <w:adjustRightInd w:val="0"/>
        <w:ind w:firstLine="700"/>
        <w:jc w:val="both"/>
        <w:rPr>
          <w:sz w:val="28"/>
          <w:szCs w:val="28"/>
        </w:rPr>
      </w:pPr>
      <w:r w:rsidRPr="00F162DD">
        <w:rPr>
          <w:sz w:val="28"/>
          <w:szCs w:val="28"/>
        </w:rPr>
        <w:t>- предоставлять должностным лицам, проводящим проверку, необходимые документы;</w:t>
      </w:r>
    </w:p>
    <w:p w:rsidR="00773251" w:rsidRPr="00F162DD" w:rsidRDefault="00773251" w:rsidP="008A029B">
      <w:pPr>
        <w:autoSpaceDE w:val="0"/>
        <w:autoSpaceDN w:val="0"/>
        <w:adjustRightInd w:val="0"/>
        <w:ind w:firstLine="700"/>
        <w:jc w:val="both"/>
        <w:rPr>
          <w:sz w:val="28"/>
          <w:szCs w:val="28"/>
        </w:rPr>
      </w:pPr>
      <w:r w:rsidRPr="00F162DD">
        <w:rPr>
          <w:sz w:val="28"/>
          <w:szCs w:val="28"/>
        </w:rPr>
        <w:t>- обеспечивать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 не препятствовать осуществлению муниципального </w:t>
      </w:r>
      <w:r>
        <w:rPr>
          <w:sz w:val="28"/>
          <w:szCs w:val="28"/>
        </w:rPr>
        <w:t>жилищного</w:t>
      </w:r>
      <w:r w:rsidRPr="00F162DD">
        <w:rPr>
          <w:sz w:val="28"/>
          <w:szCs w:val="28"/>
        </w:rPr>
        <w:t xml:space="preserve"> контроля;</w:t>
      </w:r>
    </w:p>
    <w:p w:rsidR="00773251" w:rsidRPr="00F162DD" w:rsidRDefault="00773251" w:rsidP="008A029B">
      <w:pPr>
        <w:autoSpaceDE w:val="0"/>
        <w:autoSpaceDN w:val="0"/>
        <w:adjustRightInd w:val="0"/>
        <w:ind w:firstLine="700"/>
        <w:jc w:val="both"/>
        <w:rPr>
          <w:sz w:val="28"/>
          <w:szCs w:val="28"/>
        </w:rPr>
      </w:pPr>
      <w:r w:rsidRPr="00F162DD">
        <w:rPr>
          <w:sz w:val="28"/>
          <w:szCs w:val="28"/>
        </w:rPr>
        <w:t>- исполнять иные обязанности, предусмотренные действующим законодательством.</w:t>
      </w:r>
    </w:p>
    <w:p w:rsidR="00773251" w:rsidRPr="00BA56FD" w:rsidRDefault="00773251" w:rsidP="00A5064C">
      <w:pPr>
        <w:numPr>
          <w:ilvl w:val="1"/>
          <w:numId w:val="4"/>
        </w:numPr>
        <w:autoSpaceDE w:val="0"/>
        <w:autoSpaceDN w:val="0"/>
        <w:adjustRightInd w:val="0"/>
        <w:ind w:left="0" w:firstLine="709"/>
        <w:jc w:val="both"/>
        <w:rPr>
          <w:sz w:val="28"/>
          <w:szCs w:val="28"/>
        </w:rPr>
      </w:pPr>
      <w:r w:rsidRPr="00BA56FD">
        <w:rPr>
          <w:sz w:val="28"/>
          <w:szCs w:val="28"/>
        </w:rPr>
        <w:t xml:space="preserve">Результатом осуществления муниципального </w:t>
      </w:r>
      <w:r>
        <w:rPr>
          <w:sz w:val="28"/>
          <w:szCs w:val="28"/>
        </w:rPr>
        <w:t>жилищн</w:t>
      </w:r>
      <w:r w:rsidRPr="00BA56FD">
        <w:rPr>
          <w:sz w:val="28"/>
          <w:szCs w:val="28"/>
        </w:rPr>
        <w:t>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w:t>
      </w:r>
      <w:r>
        <w:rPr>
          <w:sz w:val="28"/>
          <w:szCs w:val="28"/>
        </w:rPr>
        <w:t>ктов по вопросам использования муниципального жилищного фонда</w:t>
      </w:r>
      <w:r w:rsidRPr="00BA56FD">
        <w:rPr>
          <w:sz w:val="28"/>
          <w:szCs w:val="28"/>
        </w:rPr>
        <w:t>.</w:t>
      </w:r>
    </w:p>
    <w:p w:rsidR="00773251" w:rsidRPr="00F162DD" w:rsidRDefault="00773251" w:rsidP="008A029B">
      <w:pPr>
        <w:autoSpaceDE w:val="0"/>
        <w:autoSpaceDN w:val="0"/>
        <w:adjustRightInd w:val="0"/>
        <w:jc w:val="center"/>
        <w:rPr>
          <w:sz w:val="28"/>
          <w:szCs w:val="28"/>
        </w:rPr>
      </w:pPr>
    </w:p>
    <w:p w:rsidR="00773251" w:rsidRPr="007B677D" w:rsidRDefault="00773251" w:rsidP="00A5064C">
      <w:pPr>
        <w:numPr>
          <w:ilvl w:val="0"/>
          <w:numId w:val="4"/>
        </w:numPr>
        <w:autoSpaceDE w:val="0"/>
        <w:autoSpaceDN w:val="0"/>
        <w:adjustRightInd w:val="0"/>
        <w:jc w:val="center"/>
        <w:rPr>
          <w:b/>
          <w:sz w:val="28"/>
          <w:szCs w:val="28"/>
        </w:rPr>
      </w:pPr>
      <w:r w:rsidRPr="007B677D">
        <w:rPr>
          <w:b/>
          <w:sz w:val="28"/>
          <w:szCs w:val="28"/>
        </w:rPr>
        <w:t xml:space="preserve">Требования к порядку осуществления муниципального </w:t>
      </w:r>
      <w:r>
        <w:rPr>
          <w:b/>
          <w:sz w:val="28"/>
          <w:szCs w:val="28"/>
        </w:rPr>
        <w:t>жилищ</w:t>
      </w:r>
      <w:r w:rsidRPr="007B677D">
        <w:rPr>
          <w:b/>
          <w:sz w:val="28"/>
          <w:szCs w:val="28"/>
        </w:rPr>
        <w:t>ного контроля</w:t>
      </w:r>
    </w:p>
    <w:p w:rsidR="00773251" w:rsidRDefault="00773251" w:rsidP="00A5064C">
      <w:pPr>
        <w:numPr>
          <w:ilvl w:val="1"/>
          <w:numId w:val="4"/>
        </w:numPr>
        <w:autoSpaceDE w:val="0"/>
        <w:autoSpaceDN w:val="0"/>
        <w:adjustRightInd w:val="0"/>
        <w:ind w:left="0" w:firstLine="709"/>
        <w:jc w:val="both"/>
        <w:rPr>
          <w:sz w:val="28"/>
          <w:szCs w:val="28"/>
        </w:rPr>
      </w:pPr>
      <w:r>
        <w:rPr>
          <w:sz w:val="28"/>
          <w:szCs w:val="28"/>
        </w:rPr>
        <w:t>Порядок информирования об осуществлении муниципального контроля:</w:t>
      </w:r>
    </w:p>
    <w:p w:rsidR="00773251" w:rsidRPr="00F162DD" w:rsidRDefault="00773251" w:rsidP="008A029B">
      <w:pPr>
        <w:autoSpaceDE w:val="0"/>
        <w:autoSpaceDN w:val="0"/>
        <w:adjustRightInd w:val="0"/>
        <w:ind w:firstLine="709"/>
        <w:jc w:val="both"/>
        <w:rPr>
          <w:sz w:val="28"/>
          <w:szCs w:val="28"/>
        </w:rPr>
      </w:pPr>
      <w:r w:rsidRPr="00F162DD">
        <w:rPr>
          <w:sz w:val="28"/>
          <w:szCs w:val="28"/>
        </w:rPr>
        <w:t xml:space="preserve">Информация о местонахождении, графике работы и контактных телефонах администрации приводится в </w:t>
      </w:r>
      <w:r>
        <w:rPr>
          <w:sz w:val="28"/>
          <w:szCs w:val="28"/>
        </w:rPr>
        <w:t>П</w:t>
      </w:r>
      <w:r w:rsidRPr="00F162DD">
        <w:rPr>
          <w:sz w:val="28"/>
          <w:szCs w:val="28"/>
        </w:rPr>
        <w:t xml:space="preserve">риложении </w:t>
      </w:r>
      <w:r>
        <w:rPr>
          <w:sz w:val="28"/>
          <w:szCs w:val="28"/>
        </w:rPr>
        <w:t>№</w:t>
      </w:r>
      <w:r w:rsidRPr="00F162DD">
        <w:rPr>
          <w:sz w:val="28"/>
          <w:szCs w:val="28"/>
        </w:rPr>
        <w:t>1 и размещена на о</w:t>
      </w:r>
      <w:r>
        <w:rPr>
          <w:sz w:val="28"/>
          <w:szCs w:val="28"/>
        </w:rPr>
        <w:t>фициальном сайте администрации Легостаевского сельсовета</w:t>
      </w:r>
      <w:r w:rsidRPr="00F162DD">
        <w:rPr>
          <w:sz w:val="28"/>
          <w:szCs w:val="28"/>
        </w:rPr>
        <w:t>.</w:t>
      </w:r>
    </w:p>
    <w:p w:rsidR="00773251" w:rsidRDefault="00773251" w:rsidP="008A029B">
      <w:pPr>
        <w:autoSpaceDE w:val="0"/>
        <w:autoSpaceDN w:val="0"/>
        <w:adjustRightInd w:val="0"/>
        <w:ind w:firstLine="700"/>
        <w:jc w:val="both"/>
        <w:rPr>
          <w:sz w:val="28"/>
          <w:szCs w:val="28"/>
        </w:rPr>
      </w:pPr>
      <w:r w:rsidRPr="00F162DD">
        <w:rPr>
          <w:sz w:val="28"/>
          <w:szCs w:val="28"/>
        </w:rPr>
        <w:t>Для получения информации об осущест</w:t>
      </w:r>
      <w:r>
        <w:rPr>
          <w:sz w:val="28"/>
          <w:szCs w:val="28"/>
        </w:rPr>
        <w:t>влении муниципального жилищного</w:t>
      </w:r>
      <w:r w:rsidRPr="00F162DD">
        <w:rPr>
          <w:sz w:val="28"/>
          <w:szCs w:val="28"/>
        </w:rPr>
        <w:t xml:space="preserve"> контроля субъекты проверок и иные заинтересованные лица (далее - заявители) обращаются в администрацию.</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Информация по вопросам осуществления муниципального </w:t>
      </w:r>
      <w:r>
        <w:rPr>
          <w:sz w:val="28"/>
          <w:szCs w:val="28"/>
        </w:rPr>
        <w:t>жилищного</w:t>
      </w:r>
      <w:r w:rsidRPr="00F162DD">
        <w:rPr>
          <w:sz w:val="28"/>
          <w:szCs w:val="28"/>
        </w:rPr>
        <w:t xml:space="preserve"> контроля предоставляется заявителям в устной (лично или по телефону) или письменной форме, в том числе в электронном виде.</w:t>
      </w:r>
    </w:p>
    <w:p w:rsidR="00773251" w:rsidRPr="00F162DD" w:rsidRDefault="00773251" w:rsidP="008A029B">
      <w:pPr>
        <w:autoSpaceDE w:val="0"/>
        <w:autoSpaceDN w:val="0"/>
        <w:adjustRightInd w:val="0"/>
        <w:ind w:firstLine="700"/>
        <w:jc w:val="both"/>
        <w:rPr>
          <w:sz w:val="28"/>
          <w:szCs w:val="28"/>
        </w:rPr>
      </w:pPr>
      <w:r w:rsidRPr="00F162DD">
        <w:rPr>
          <w:sz w:val="28"/>
          <w:szCs w:val="28"/>
        </w:rPr>
        <w:t>При ответах по телефону должностные лица администрации (далее - должностные лица)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773251" w:rsidRPr="00F162DD" w:rsidRDefault="00773251" w:rsidP="008A029B">
      <w:pPr>
        <w:autoSpaceDE w:val="0"/>
        <w:autoSpaceDN w:val="0"/>
        <w:adjustRightInd w:val="0"/>
        <w:ind w:firstLine="700"/>
        <w:jc w:val="both"/>
        <w:rPr>
          <w:sz w:val="28"/>
          <w:szCs w:val="28"/>
        </w:rPr>
      </w:pPr>
      <w:r w:rsidRPr="00F162DD">
        <w:rPr>
          <w:sz w:val="28"/>
          <w:szCs w:val="28"/>
        </w:rPr>
        <w:t>При обращении за информацией заявителя лично должностные лица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773251" w:rsidRPr="00F162DD" w:rsidRDefault="00773251" w:rsidP="008A029B">
      <w:pPr>
        <w:autoSpaceDE w:val="0"/>
        <w:autoSpaceDN w:val="0"/>
        <w:adjustRightInd w:val="0"/>
        <w:ind w:firstLine="700"/>
        <w:jc w:val="both"/>
        <w:rPr>
          <w:sz w:val="28"/>
          <w:szCs w:val="28"/>
        </w:rPr>
      </w:pPr>
      <w:r w:rsidRPr="00F162DD">
        <w:rPr>
          <w:sz w:val="28"/>
          <w:szCs w:val="28"/>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назначают другое удобное для заявителя время для устного информирования в соответствии с графиком работы.</w:t>
      </w:r>
    </w:p>
    <w:p w:rsidR="00773251" w:rsidRDefault="00773251" w:rsidP="008A029B">
      <w:pPr>
        <w:autoSpaceDE w:val="0"/>
        <w:autoSpaceDN w:val="0"/>
        <w:adjustRightInd w:val="0"/>
        <w:ind w:firstLine="700"/>
        <w:jc w:val="both"/>
        <w:rPr>
          <w:sz w:val="28"/>
          <w:szCs w:val="28"/>
        </w:rPr>
      </w:pPr>
      <w:r w:rsidRPr="00F162DD">
        <w:rPr>
          <w:sz w:val="28"/>
          <w:szCs w:val="28"/>
        </w:rPr>
        <w:t>При обращении за информацией в письменной форме ответ направляется в виде почтового отправления в адрес заявителя в течение 30 дней со дня регистрации обращения.</w:t>
      </w:r>
      <w:r>
        <w:rPr>
          <w:sz w:val="28"/>
          <w:szCs w:val="28"/>
        </w:rPr>
        <w:t xml:space="preserve"> </w:t>
      </w:r>
      <w:r w:rsidRPr="001014CC">
        <w:rPr>
          <w:sz w:val="28"/>
          <w:szCs w:val="28"/>
        </w:rPr>
        <w:t xml:space="preserve">Письменный ответ подписывается </w:t>
      </w:r>
      <w:r>
        <w:rPr>
          <w:sz w:val="28"/>
          <w:szCs w:val="28"/>
        </w:rPr>
        <w:t>г</w:t>
      </w:r>
      <w:r w:rsidRPr="001014CC">
        <w:rPr>
          <w:sz w:val="28"/>
          <w:szCs w:val="28"/>
        </w:rPr>
        <w:t xml:space="preserve">лавой </w:t>
      </w:r>
      <w:r>
        <w:rPr>
          <w:sz w:val="28"/>
          <w:szCs w:val="28"/>
        </w:rPr>
        <w:t>МО</w:t>
      </w:r>
      <w:r w:rsidRPr="001014CC">
        <w:rPr>
          <w:sz w:val="28"/>
          <w:szCs w:val="28"/>
        </w:rPr>
        <w:t>, содержит фамили</w:t>
      </w:r>
      <w:r>
        <w:rPr>
          <w:sz w:val="28"/>
          <w:szCs w:val="28"/>
        </w:rPr>
        <w:t>ю и номер телефона исполнителя.</w:t>
      </w:r>
    </w:p>
    <w:p w:rsidR="00773251" w:rsidRPr="00F162DD" w:rsidRDefault="00773251" w:rsidP="008A029B">
      <w:pPr>
        <w:autoSpaceDE w:val="0"/>
        <w:autoSpaceDN w:val="0"/>
        <w:adjustRightInd w:val="0"/>
        <w:ind w:firstLine="700"/>
        <w:jc w:val="both"/>
        <w:rPr>
          <w:sz w:val="28"/>
          <w:szCs w:val="28"/>
        </w:rPr>
      </w:pPr>
      <w:r w:rsidRPr="00F162DD">
        <w:rPr>
          <w:sz w:val="28"/>
          <w:szCs w:val="28"/>
        </w:rPr>
        <w:t>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773251" w:rsidRPr="001014CC" w:rsidRDefault="00773251" w:rsidP="008A029B">
      <w:pPr>
        <w:autoSpaceDE w:val="0"/>
        <w:autoSpaceDN w:val="0"/>
        <w:adjustRightInd w:val="0"/>
        <w:ind w:firstLine="700"/>
        <w:jc w:val="both"/>
        <w:rPr>
          <w:sz w:val="28"/>
          <w:szCs w:val="28"/>
        </w:rPr>
      </w:pPr>
      <w:r w:rsidRPr="00F162DD">
        <w:rPr>
          <w:sz w:val="28"/>
          <w:szCs w:val="28"/>
        </w:rPr>
        <w:t xml:space="preserve">Информация по вопросам осуществления муниципального </w:t>
      </w:r>
      <w:r>
        <w:rPr>
          <w:sz w:val="28"/>
          <w:szCs w:val="28"/>
        </w:rPr>
        <w:t>жилищ</w:t>
      </w:r>
      <w:r w:rsidRPr="00F162DD">
        <w:rPr>
          <w:sz w:val="28"/>
          <w:szCs w:val="28"/>
        </w:rPr>
        <w:t>ного контроля</w:t>
      </w:r>
      <w:r w:rsidRPr="00DA736D">
        <w:rPr>
          <w:sz w:val="28"/>
          <w:szCs w:val="28"/>
        </w:rPr>
        <w:t xml:space="preserve"> </w:t>
      </w:r>
      <w:r w:rsidRPr="00F162DD">
        <w:rPr>
          <w:sz w:val="28"/>
          <w:szCs w:val="28"/>
        </w:rPr>
        <w:t xml:space="preserve">размещена на официальном сайте администрации </w:t>
      </w:r>
      <w:r>
        <w:rPr>
          <w:sz w:val="28"/>
          <w:szCs w:val="28"/>
        </w:rPr>
        <w:t>Промышленного сельсовета и на информационных стендах в здании администрации</w:t>
      </w:r>
      <w:r w:rsidRPr="00F162DD">
        <w:rPr>
          <w:sz w:val="28"/>
          <w:szCs w:val="28"/>
        </w:rPr>
        <w:t>.</w:t>
      </w:r>
    </w:p>
    <w:p w:rsidR="00773251" w:rsidRPr="001014CC" w:rsidRDefault="00773251" w:rsidP="008A029B">
      <w:pPr>
        <w:widowControl w:val="0"/>
        <w:ind w:firstLine="709"/>
        <w:jc w:val="both"/>
        <w:rPr>
          <w:sz w:val="28"/>
          <w:szCs w:val="28"/>
        </w:rPr>
      </w:pPr>
      <w:r w:rsidRPr="001014CC">
        <w:rPr>
          <w:sz w:val="28"/>
          <w:szCs w:val="28"/>
        </w:rPr>
        <w:t>Для обеспечения удобства и доступности информации, размещаемой на информационных стендах администрации сельсовета, стенды располагаются на уровне глаз стоящего человека, при изготовлении информационных материалов для стендов используется шрифт Times New Roman размером не менее 14.</w:t>
      </w:r>
    </w:p>
    <w:p w:rsidR="00773251" w:rsidRPr="001014CC" w:rsidRDefault="00773251" w:rsidP="008A029B">
      <w:pPr>
        <w:widowControl w:val="0"/>
        <w:ind w:firstLine="709"/>
        <w:jc w:val="both"/>
        <w:rPr>
          <w:sz w:val="28"/>
          <w:szCs w:val="28"/>
        </w:rPr>
      </w:pPr>
      <w:r w:rsidRPr="001014CC">
        <w:rPr>
          <w:sz w:val="28"/>
          <w:szCs w:val="28"/>
        </w:rPr>
        <w:t xml:space="preserve">Информация, размещаемая на </w:t>
      </w:r>
      <w:r>
        <w:rPr>
          <w:sz w:val="28"/>
          <w:szCs w:val="28"/>
        </w:rPr>
        <w:t>официальном сайте администрации</w:t>
      </w:r>
      <w:r w:rsidRPr="001014CC">
        <w:rPr>
          <w:sz w:val="28"/>
          <w:szCs w:val="28"/>
        </w:rPr>
        <w:t>, в информационно-телекоммуникационной сети «Интернет» и информационных стендах, обновляется по мере ее изменения.</w:t>
      </w:r>
    </w:p>
    <w:p w:rsidR="00773251" w:rsidRDefault="00773251" w:rsidP="00A5064C">
      <w:pPr>
        <w:numPr>
          <w:ilvl w:val="1"/>
          <w:numId w:val="4"/>
        </w:numPr>
        <w:autoSpaceDE w:val="0"/>
        <w:autoSpaceDN w:val="0"/>
        <w:adjustRightInd w:val="0"/>
        <w:ind w:left="0" w:firstLine="709"/>
        <w:jc w:val="both"/>
        <w:rPr>
          <w:sz w:val="28"/>
          <w:szCs w:val="28"/>
        </w:rPr>
      </w:pPr>
      <w:r w:rsidRPr="00F162DD">
        <w:rPr>
          <w:sz w:val="28"/>
          <w:szCs w:val="28"/>
        </w:rPr>
        <w:t>Сроки проведения плановых и внеплановых проверок (документарных или выездных) не могут превышать двадцати рабочих дней.</w:t>
      </w:r>
    </w:p>
    <w:p w:rsidR="00773251" w:rsidRDefault="00773251" w:rsidP="008A029B">
      <w:pPr>
        <w:autoSpaceDE w:val="0"/>
        <w:autoSpaceDN w:val="0"/>
        <w:adjustRightInd w:val="0"/>
        <w:ind w:firstLine="709"/>
        <w:jc w:val="both"/>
        <w:rPr>
          <w:sz w:val="28"/>
          <w:szCs w:val="28"/>
        </w:rPr>
      </w:pPr>
      <w:r w:rsidRPr="005B6D41">
        <w:rPr>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8" w:history="1">
        <w:r w:rsidRPr="005B6D41">
          <w:rPr>
            <w:rStyle w:val="a"/>
            <w:color w:val="auto"/>
            <w:sz w:val="28"/>
            <w:szCs w:val="28"/>
          </w:rPr>
          <w:t>малого предприятия</w:t>
        </w:r>
      </w:hyperlink>
      <w:r w:rsidRPr="005B6D41">
        <w:rPr>
          <w:sz w:val="28"/>
          <w:szCs w:val="28"/>
        </w:rPr>
        <w:t xml:space="preserve"> и пятнадцать часов для микропредприятия в год.</w:t>
      </w:r>
    </w:p>
    <w:p w:rsidR="00773251" w:rsidRDefault="00773251" w:rsidP="008A029B">
      <w:pPr>
        <w:autoSpaceDE w:val="0"/>
        <w:autoSpaceDN w:val="0"/>
        <w:adjustRightInd w:val="0"/>
        <w:ind w:firstLine="709"/>
        <w:jc w:val="both"/>
        <w:rPr>
          <w:sz w:val="28"/>
          <w:szCs w:val="28"/>
        </w:rPr>
      </w:pPr>
      <w:r w:rsidRPr="00523CE6">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w:t>
      </w:r>
      <w:r>
        <w:rPr>
          <w:sz w:val="28"/>
          <w:szCs w:val="28"/>
        </w:rPr>
        <w:t>ных предложений должностных лиц,</w:t>
      </w:r>
      <w:r w:rsidRPr="00523CE6">
        <w:rPr>
          <w:sz w:val="28"/>
          <w:szCs w:val="28"/>
        </w:rPr>
        <w:t xml:space="preserve"> проводящих выездную плановую проверку, срок проведения выездной плановой проверки может быть продлен Главой М</w:t>
      </w:r>
      <w:r>
        <w:rPr>
          <w:sz w:val="28"/>
          <w:szCs w:val="28"/>
        </w:rPr>
        <w:t>О</w:t>
      </w:r>
      <w:r w:rsidRPr="00523CE6">
        <w:rPr>
          <w:sz w:val="28"/>
          <w:szCs w:val="28"/>
        </w:rPr>
        <w:t>, но не более чем на двадцать рабочих дней, в отношении малых предприятий, микропредприятий – не более чем на пятнадцать часов.</w:t>
      </w:r>
    </w:p>
    <w:p w:rsidR="00773251" w:rsidRPr="00523CE6" w:rsidRDefault="00773251" w:rsidP="008A029B">
      <w:pPr>
        <w:autoSpaceDE w:val="0"/>
        <w:autoSpaceDN w:val="0"/>
        <w:adjustRightInd w:val="0"/>
        <w:jc w:val="both"/>
        <w:rPr>
          <w:sz w:val="28"/>
          <w:szCs w:val="28"/>
        </w:rPr>
      </w:pPr>
    </w:p>
    <w:p w:rsidR="00773251" w:rsidRDefault="00773251" w:rsidP="00A5064C">
      <w:pPr>
        <w:numPr>
          <w:ilvl w:val="0"/>
          <w:numId w:val="4"/>
        </w:numPr>
        <w:autoSpaceDE w:val="0"/>
        <w:autoSpaceDN w:val="0"/>
        <w:adjustRightInd w:val="0"/>
        <w:ind w:left="0" w:hanging="11"/>
        <w:jc w:val="center"/>
        <w:rPr>
          <w:b/>
          <w:sz w:val="28"/>
          <w:szCs w:val="28"/>
        </w:rPr>
      </w:pPr>
      <w:r w:rsidRPr="007B677D">
        <w:rPr>
          <w:b/>
          <w:sz w:val="28"/>
          <w:szCs w:val="28"/>
        </w:rPr>
        <w:t>Состав, последовательность и сроки выполнения административных</w:t>
      </w:r>
      <w:r>
        <w:rPr>
          <w:b/>
          <w:sz w:val="28"/>
          <w:szCs w:val="28"/>
        </w:rPr>
        <w:t xml:space="preserve"> процедур (действий),</w:t>
      </w:r>
    </w:p>
    <w:p w:rsidR="00773251" w:rsidRPr="007B677D" w:rsidRDefault="00773251" w:rsidP="008A029B">
      <w:pPr>
        <w:autoSpaceDE w:val="0"/>
        <w:autoSpaceDN w:val="0"/>
        <w:adjustRightInd w:val="0"/>
        <w:jc w:val="center"/>
        <w:rPr>
          <w:b/>
          <w:sz w:val="28"/>
          <w:szCs w:val="28"/>
        </w:rPr>
      </w:pPr>
      <w:r w:rsidRPr="007B677D">
        <w:rPr>
          <w:b/>
          <w:sz w:val="28"/>
          <w:szCs w:val="28"/>
        </w:rPr>
        <w:t>требования к порядку их выполнения</w:t>
      </w:r>
    </w:p>
    <w:p w:rsidR="00773251" w:rsidRPr="00040874" w:rsidRDefault="00773251" w:rsidP="00A5064C">
      <w:pPr>
        <w:numPr>
          <w:ilvl w:val="1"/>
          <w:numId w:val="4"/>
        </w:numPr>
        <w:autoSpaceDE w:val="0"/>
        <w:autoSpaceDN w:val="0"/>
        <w:adjustRightInd w:val="0"/>
        <w:ind w:left="0" w:firstLine="709"/>
        <w:jc w:val="both"/>
        <w:rPr>
          <w:b/>
          <w:sz w:val="28"/>
          <w:szCs w:val="28"/>
        </w:rPr>
      </w:pPr>
      <w:r>
        <w:rPr>
          <w:sz w:val="28"/>
          <w:szCs w:val="28"/>
        </w:rPr>
        <w:t>Проведение муниципального жилищ</w:t>
      </w:r>
      <w:r w:rsidRPr="00F162DD">
        <w:rPr>
          <w:sz w:val="28"/>
          <w:szCs w:val="28"/>
        </w:rPr>
        <w:t>ного контроля включает в себя следующие административные процедуры:</w:t>
      </w:r>
    </w:p>
    <w:p w:rsidR="00773251" w:rsidRPr="00F162DD" w:rsidRDefault="00773251" w:rsidP="008A029B">
      <w:pPr>
        <w:widowControl w:val="0"/>
        <w:numPr>
          <w:ilvl w:val="0"/>
          <w:numId w:val="3"/>
        </w:numPr>
        <w:autoSpaceDE w:val="0"/>
        <w:autoSpaceDN w:val="0"/>
        <w:adjustRightInd w:val="0"/>
        <w:ind w:left="0" w:firstLine="709"/>
        <w:jc w:val="both"/>
        <w:rPr>
          <w:sz w:val="28"/>
          <w:szCs w:val="28"/>
        </w:rPr>
      </w:pPr>
      <w:r>
        <w:rPr>
          <w:sz w:val="28"/>
          <w:szCs w:val="28"/>
        </w:rPr>
        <w:t>подготовка к проведению проверки</w:t>
      </w:r>
      <w:r w:rsidRPr="00AB64D2">
        <w:rPr>
          <w:sz w:val="28"/>
          <w:szCs w:val="28"/>
        </w:rPr>
        <w:t xml:space="preserve"> </w:t>
      </w:r>
      <w:r w:rsidRPr="006118CC">
        <w:rPr>
          <w:sz w:val="28"/>
          <w:szCs w:val="28"/>
        </w:rPr>
        <w:t>и уведомление проверяемого гражданина, юридического лица или индивидуального предпринимателя</w:t>
      </w:r>
      <w:r>
        <w:rPr>
          <w:sz w:val="28"/>
          <w:szCs w:val="28"/>
        </w:rPr>
        <w:t>;</w:t>
      </w:r>
    </w:p>
    <w:p w:rsidR="00773251" w:rsidRPr="00F162DD" w:rsidRDefault="00773251" w:rsidP="008A029B">
      <w:pPr>
        <w:widowControl w:val="0"/>
        <w:numPr>
          <w:ilvl w:val="0"/>
          <w:numId w:val="3"/>
        </w:numPr>
        <w:autoSpaceDE w:val="0"/>
        <w:autoSpaceDN w:val="0"/>
        <w:adjustRightInd w:val="0"/>
        <w:ind w:left="0" w:firstLine="709"/>
        <w:jc w:val="both"/>
        <w:rPr>
          <w:sz w:val="28"/>
          <w:szCs w:val="28"/>
        </w:rPr>
      </w:pPr>
      <w:r>
        <w:rPr>
          <w:sz w:val="28"/>
          <w:szCs w:val="28"/>
        </w:rPr>
        <w:t>проведение проверки;</w:t>
      </w:r>
    </w:p>
    <w:p w:rsidR="00773251" w:rsidRPr="00AB64D2" w:rsidRDefault="00773251" w:rsidP="008A029B">
      <w:pPr>
        <w:widowControl w:val="0"/>
        <w:numPr>
          <w:ilvl w:val="0"/>
          <w:numId w:val="3"/>
        </w:numPr>
        <w:autoSpaceDE w:val="0"/>
        <w:autoSpaceDN w:val="0"/>
        <w:adjustRightInd w:val="0"/>
        <w:ind w:left="0" w:firstLine="709"/>
        <w:jc w:val="both"/>
        <w:rPr>
          <w:sz w:val="28"/>
          <w:szCs w:val="28"/>
        </w:rPr>
      </w:pPr>
      <w:r w:rsidRPr="00AB64D2">
        <w:rPr>
          <w:sz w:val="28"/>
          <w:szCs w:val="28"/>
        </w:rPr>
        <w:t>оформление результатов проверки.</w:t>
      </w:r>
    </w:p>
    <w:p w:rsidR="00773251" w:rsidRDefault="00773251" w:rsidP="008A029B">
      <w:pPr>
        <w:autoSpaceDE w:val="0"/>
        <w:autoSpaceDN w:val="0"/>
        <w:adjustRightInd w:val="0"/>
        <w:ind w:firstLine="700"/>
        <w:jc w:val="both"/>
        <w:rPr>
          <w:sz w:val="28"/>
          <w:szCs w:val="28"/>
        </w:rPr>
      </w:pPr>
      <w:r w:rsidRPr="00F162DD">
        <w:rPr>
          <w:sz w:val="28"/>
          <w:szCs w:val="28"/>
        </w:rPr>
        <w:t xml:space="preserve">Блок-схема последовательности административных процедур проведения проверки представлена в </w:t>
      </w:r>
      <w:r>
        <w:rPr>
          <w:sz w:val="28"/>
          <w:szCs w:val="28"/>
        </w:rPr>
        <w:t>П</w:t>
      </w:r>
      <w:r w:rsidRPr="00F162DD">
        <w:rPr>
          <w:sz w:val="28"/>
          <w:szCs w:val="28"/>
        </w:rPr>
        <w:t xml:space="preserve">риложении </w:t>
      </w:r>
      <w:r>
        <w:rPr>
          <w:sz w:val="28"/>
          <w:szCs w:val="28"/>
        </w:rPr>
        <w:t>№</w:t>
      </w:r>
      <w:r w:rsidRPr="00F162DD">
        <w:rPr>
          <w:sz w:val="28"/>
          <w:szCs w:val="28"/>
        </w:rPr>
        <w:t>2.</w:t>
      </w:r>
    </w:p>
    <w:p w:rsidR="00773251" w:rsidRDefault="00773251" w:rsidP="00A5064C">
      <w:pPr>
        <w:numPr>
          <w:ilvl w:val="1"/>
          <w:numId w:val="4"/>
        </w:numPr>
        <w:autoSpaceDE w:val="0"/>
        <w:autoSpaceDN w:val="0"/>
        <w:adjustRightInd w:val="0"/>
        <w:ind w:left="0" w:firstLine="709"/>
        <w:jc w:val="both"/>
        <w:rPr>
          <w:sz w:val="28"/>
          <w:szCs w:val="28"/>
        </w:rPr>
      </w:pPr>
      <w:r w:rsidRPr="00035D70">
        <w:rPr>
          <w:sz w:val="28"/>
          <w:szCs w:val="28"/>
        </w:rPr>
        <w:t>Принятие решения о проведении проверки</w:t>
      </w:r>
      <w:r>
        <w:rPr>
          <w:sz w:val="28"/>
          <w:szCs w:val="28"/>
        </w:rPr>
        <w:t>:</w:t>
      </w:r>
    </w:p>
    <w:p w:rsidR="00773251" w:rsidRPr="00F162DD"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Проверки проводятся на основании распоряжения главы МО о проведении проверки должностными лицами администрации, указанными в распоряжении главы МО. Подготовка распоряжения главы МО осуществляется в соотв</w:t>
      </w:r>
      <w:r>
        <w:rPr>
          <w:sz w:val="28"/>
          <w:szCs w:val="28"/>
        </w:rPr>
        <w:t>етствии с типовой формой</w:t>
      </w:r>
      <w:r w:rsidRPr="00F162DD">
        <w:rPr>
          <w:sz w:val="28"/>
          <w:szCs w:val="28"/>
        </w:rPr>
        <w:t xml:space="preserve">, утвержденной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(Приложение </w:t>
      </w:r>
      <w:r>
        <w:rPr>
          <w:sz w:val="28"/>
          <w:szCs w:val="28"/>
        </w:rPr>
        <w:t>№</w:t>
      </w:r>
      <w:r w:rsidRPr="00F162DD">
        <w:rPr>
          <w:sz w:val="28"/>
          <w:szCs w:val="28"/>
        </w:rPr>
        <w:t>3).</w:t>
      </w:r>
    </w:p>
    <w:p w:rsidR="00773251" w:rsidRPr="00F162DD" w:rsidRDefault="00773251" w:rsidP="008A029B">
      <w:pPr>
        <w:autoSpaceDE w:val="0"/>
        <w:autoSpaceDN w:val="0"/>
        <w:adjustRightInd w:val="0"/>
        <w:ind w:firstLine="700"/>
        <w:jc w:val="both"/>
        <w:rPr>
          <w:sz w:val="28"/>
          <w:szCs w:val="28"/>
        </w:rPr>
      </w:pPr>
      <w:r w:rsidRPr="00F162DD">
        <w:rPr>
          <w:sz w:val="28"/>
          <w:szCs w:val="28"/>
        </w:rPr>
        <w:t>В отношении субъектов проверок осуществляются плановые и внеплановые проверки. Плановая и внеплановая проверки проводятся в форме документарной проверки и (или) выездной проверки.</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В отношении одного субъекта проверки плановая проверка проводится не чаще чем один раз в три года в соответствии с ежегодным планом проведения плановых проверок, разработанным администрацией на соответствующий календарный год.</w:t>
      </w:r>
    </w:p>
    <w:p w:rsidR="00773251" w:rsidRPr="008C5343" w:rsidRDefault="00773251" w:rsidP="00A5064C">
      <w:pPr>
        <w:numPr>
          <w:ilvl w:val="2"/>
          <w:numId w:val="4"/>
        </w:numPr>
        <w:tabs>
          <w:tab w:val="left" w:pos="1701"/>
        </w:tabs>
        <w:autoSpaceDE w:val="0"/>
        <w:autoSpaceDN w:val="0"/>
        <w:adjustRightInd w:val="0"/>
        <w:ind w:left="0" w:firstLine="709"/>
        <w:jc w:val="both"/>
        <w:rPr>
          <w:sz w:val="28"/>
          <w:szCs w:val="28"/>
        </w:rPr>
      </w:pPr>
      <w:r w:rsidRPr="008C5343">
        <w:rPr>
          <w:sz w:val="28"/>
          <w:szCs w:val="28"/>
        </w:rPr>
        <w:t>Основанием для проведения плановой проверки является ежегодный план проведения плановых проверок, утвержденный глав</w:t>
      </w:r>
      <w:r>
        <w:rPr>
          <w:sz w:val="28"/>
          <w:szCs w:val="28"/>
        </w:rPr>
        <w:t>ой</w:t>
      </w:r>
      <w:r w:rsidRPr="008C5343">
        <w:rPr>
          <w:sz w:val="28"/>
          <w:szCs w:val="28"/>
        </w:rPr>
        <w:t xml:space="preserve"> МО.</w:t>
      </w:r>
    </w:p>
    <w:p w:rsidR="00773251" w:rsidRPr="00F162DD" w:rsidRDefault="00773251" w:rsidP="008A029B">
      <w:pPr>
        <w:autoSpaceDE w:val="0"/>
        <w:autoSpaceDN w:val="0"/>
        <w:adjustRightInd w:val="0"/>
        <w:ind w:firstLine="709"/>
        <w:jc w:val="both"/>
        <w:rPr>
          <w:sz w:val="28"/>
          <w:szCs w:val="28"/>
        </w:rPr>
      </w:pPr>
      <w:r w:rsidRPr="00F162DD">
        <w:rPr>
          <w:sz w:val="28"/>
          <w:szCs w:val="28"/>
        </w:rPr>
        <w:t xml:space="preserve">Типовая форма ежегодного плана проведения плановых проверок юридических лиц и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(Приложение </w:t>
      </w:r>
      <w:r>
        <w:rPr>
          <w:sz w:val="28"/>
          <w:szCs w:val="28"/>
        </w:rPr>
        <w:t>№</w:t>
      </w:r>
      <w:r w:rsidRPr="00F162DD">
        <w:rPr>
          <w:sz w:val="28"/>
          <w:szCs w:val="28"/>
        </w:rPr>
        <w:t>4).</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и (или) опубликования в </w:t>
      </w:r>
      <w:r>
        <w:rPr>
          <w:sz w:val="28"/>
          <w:szCs w:val="28"/>
        </w:rPr>
        <w:t>газете «Знаменка»</w:t>
      </w:r>
      <w:r w:rsidRPr="00F162DD">
        <w:rPr>
          <w:sz w:val="28"/>
          <w:szCs w:val="28"/>
        </w:rPr>
        <w:t>.</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Внеплановой проверкой является проверка, не включенная в ежегодный план проведения плановых проверок.</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567530">
        <w:rPr>
          <w:sz w:val="28"/>
          <w:szCs w:val="28"/>
        </w:rPr>
        <w:t>Основанием для проведения внеплановой проверки является:</w:t>
      </w:r>
    </w:p>
    <w:p w:rsidR="00773251" w:rsidRPr="00F162DD" w:rsidRDefault="00773251" w:rsidP="008A029B">
      <w:pPr>
        <w:autoSpaceDE w:val="0"/>
        <w:autoSpaceDN w:val="0"/>
        <w:adjustRightInd w:val="0"/>
        <w:ind w:firstLine="700"/>
        <w:jc w:val="both"/>
        <w:rPr>
          <w:sz w:val="28"/>
          <w:szCs w:val="28"/>
        </w:rPr>
      </w:pPr>
      <w:r w:rsidRPr="00F162DD">
        <w:rPr>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w:t>
      </w:r>
      <w:r>
        <w:rPr>
          <w:sz w:val="28"/>
          <w:szCs w:val="28"/>
        </w:rPr>
        <w:t>2</w:t>
      </w:r>
      <w:r w:rsidRPr="00F162DD">
        <w:rPr>
          <w:sz w:val="28"/>
          <w:szCs w:val="28"/>
        </w:rPr>
        <w:t>.5.2, не могут служить основанием для проведения внеплановой проверки.</w:t>
      </w:r>
    </w:p>
    <w:p w:rsidR="00773251" w:rsidRPr="00846B4B" w:rsidRDefault="00773251" w:rsidP="00A5064C">
      <w:pPr>
        <w:numPr>
          <w:ilvl w:val="1"/>
          <w:numId w:val="4"/>
        </w:numPr>
        <w:autoSpaceDE w:val="0"/>
        <w:autoSpaceDN w:val="0"/>
        <w:adjustRightInd w:val="0"/>
        <w:ind w:left="0" w:firstLine="709"/>
        <w:jc w:val="both"/>
        <w:outlineLvl w:val="2"/>
        <w:rPr>
          <w:sz w:val="28"/>
          <w:szCs w:val="28"/>
        </w:rPr>
      </w:pPr>
      <w:r w:rsidRPr="00846B4B">
        <w:rPr>
          <w:sz w:val="28"/>
          <w:szCs w:val="28"/>
        </w:rPr>
        <w:t>Подготовка к проведению проверки и уведомление проверяемого гражданина, юридического лица или индивидуального предпринимателя</w:t>
      </w:r>
      <w:r>
        <w:rPr>
          <w:sz w:val="28"/>
          <w:szCs w:val="28"/>
        </w:rPr>
        <w:t>:</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Подготовку к проведению проверки (плановой, внеплановой) осуществляют должностные лица, которым поручена организация проведения проверки.</w:t>
      </w:r>
    </w:p>
    <w:p w:rsidR="00773251" w:rsidRPr="00846B4B" w:rsidRDefault="00773251" w:rsidP="00A5064C">
      <w:pPr>
        <w:numPr>
          <w:ilvl w:val="2"/>
          <w:numId w:val="4"/>
        </w:numPr>
        <w:tabs>
          <w:tab w:val="left" w:pos="1701"/>
        </w:tabs>
        <w:autoSpaceDE w:val="0"/>
        <w:autoSpaceDN w:val="0"/>
        <w:adjustRightInd w:val="0"/>
        <w:ind w:left="0" w:firstLine="709"/>
        <w:jc w:val="both"/>
        <w:rPr>
          <w:sz w:val="28"/>
          <w:szCs w:val="28"/>
        </w:rPr>
      </w:pPr>
      <w:r w:rsidRPr="00846B4B">
        <w:rPr>
          <w:sz w:val="28"/>
          <w:szCs w:val="28"/>
        </w:rPr>
        <w:t>Должностные лица уведомляют субъект проверки о проведении проверки посредством направления копии распоряжения главы МО о проведении проверки заказным почтовым отправлением с уведомлением о вручении или иным доступным способом:</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при проведении плановой проверки - не позднее трех рабочих дней до начала ее проведения;</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при проведении внеплановой проверки - не менее чем за двадцать четыре часа до начала ее проведения.</w:t>
      </w:r>
    </w:p>
    <w:p w:rsidR="00773251" w:rsidRPr="00846B4B" w:rsidRDefault="00773251" w:rsidP="00A5064C">
      <w:pPr>
        <w:numPr>
          <w:ilvl w:val="1"/>
          <w:numId w:val="4"/>
        </w:numPr>
        <w:autoSpaceDE w:val="0"/>
        <w:autoSpaceDN w:val="0"/>
        <w:adjustRightInd w:val="0"/>
        <w:ind w:left="0" w:firstLine="709"/>
        <w:jc w:val="both"/>
        <w:outlineLvl w:val="2"/>
        <w:rPr>
          <w:sz w:val="28"/>
          <w:szCs w:val="28"/>
        </w:rPr>
      </w:pPr>
      <w:r w:rsidRPr="00846B4B">
        <w:rPr>
          <w:sz w:val="28"/>
          <w:szCs w:val="28"/>
        </w:rPr>
        <w:t>Проведение проверки</w:t>
      </w:r>
      <w:r>
        <w:rPr>
          <w:sz w:val="28"/>
          <w:szCs w:val="28"/>
        </w:rPr>
        <w:t>:</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Предметом документарной проверки являются сведения, содержащиеся в документах субъектов проверки,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требований федеральных законов, законов Новосибирской области, муниципальных правовых актов по вопросам использования земель, а также исполнением предписаний.</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1F2EBA">
        <w:rPr>
          <w:sz w:val="28"/>
          <w:szCs w:val="28"/>
        </w:rPr>
        <w:t>Документарная проверка (плановая, внеплановая) проводится по месту нахождения администрации. В процессе проведения документарной проверки должностным лицом, уполномоченным на проведение проверки, в первую очередь рассматриваются документы проверяемого субъекта, имеющиеся в распоряжении администрации, акты предыдущих проверок и иные документы о результатах</w:t>
      </w:r>
      <w:r>
        <w:rPr>
          <w:sz w:val="28"/>
          <w:szCs w:val="28"/>
        </w:rPr>
        <w:t>,</w:t>
      </w:r>
      <w:r w:rsidRPr="001F2EBA">
        <w:rPr>
          <w:sz w:val="28"/>
          <w:szCs w:val="28"/>
        </w:rPr>
        <w:t xml:space="preserve"> осуществленных в отношении этого субъекта проверок.</w:t>
      </w:r>
    </w:p>
    <w:p w:rsidR="00773251" w:rsidRPr="001F2EBA" w:rsidRDefault="00773251" w:rsidP="00A5064C">
      <w:pPr>
        <w:numPr>
          <w:ilvl w:val="2"/>
          <w:numId w:val="4"/>
        </w:numPr>
        <w:tabs>
          <w:tab w:val="left" w:pos="1701"/>
        </w:tabs>
        <w:autoSpaceDE w:val="0"/>
        <w:autoSpaceDN w:val="0"/>
        <w:adjustRightInd w:val="0"/>
        <w:ind w:left="0" w:firstLine="709"/>
        <w:jc w:val="both"/>
        <w:rPr>
          <w:sz w:val="28"/>
          <w:szCs w:val="28"/>
        </w:rPr>
      </w:pPr>
      <w:r w:rsidRPr="001F2EBA">
        <w:rPr>
          <w:sz w:val="28"/>
          <w:szCs w:val="28"/>
        </w:rPr>
        <w:t>Если достоверность сведений, имеющихся в распоряжении администрации, вызывает обоснованные сомнения, либо эти сведения не позволяют оценить исполнение субъектом проверки требований федеральных законов, законов Новосибирской области, муниципальных правовых актов по вопросам использования земель, должностное лицо администрации, уполномоченное на проведение проверки,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копия распоряжения главы МО о проведении документарной проверки.</w:t>
      </w:r>
    </w:p>
    <w:p w:rsidR="00773251" w:rsidRPr="00F162DD" w:rsidRDefault="00773251" w:rsidP="008A029B">
      <w:pPr>
        <w:autoSpaceDE w:val="0"/>
        <w:autoSpaceDN w:val="0"/>
        <w:adjustRightInd w:val="0"/>
        <w:ind w:firstLine="700"/>
        <w:jc w:val="both"/>
        <w:rPr>
          <w:sz w:val="28"/>
          <w:szCs w:val="28"/>
        </w:rPr>
      </w:pPr>
      <w:r w:rsidRPr="00F162DD">
        <w:rPr>
          <w:sz w:val="28"/>
          <w:szCs w:val="28"/>
        </w:rPr>
        <w:t>В течение десяти рабочих дней со дня получения мотивированного запроса субъекты проверок обязаны направить в администрацию</w:t>
      </w:r>
      <w:r>
        <w:rPr>
          <w:sz w:val="28"/>
          <w:szCs w:val="28"/>
        </w:rPr>
        <w:t xml:space="preserve"> указанные в запросе документы. </w:t>
      </w:r>
      <w:r w:rsidRPr="00F162DD">
        <w:rPr>
          <w:sz w:val="28"/>
          <w:szCs w:val="28"/>
        </w:rPr>
        <w:t>Указанные в запросе документы представляются в виде копий, заверенных подписью руководителя, иного должностного лица или уполномоченного представителя субъекта проверки и печатью (при ее наличии).</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администрации документах и (или) полученным в ходе проверки, информация об этом направляется проверяемому субъекту с требованием представить необходимые пояснения в письменной форме.</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1F2EBA">
        <w:rPr>
          <w:sz w:val="28"/>
          <w:szCs w:val="28"/>
        </w:rPr>
        <w:t>Если после рассмотрения представленных пояснений и документов, либо при отсутствии пояснений субъекта проверки установлены признаки нарушения требований федеральных законов, законов Новосибирской области, муниципальных правовых актов по вопросам использования земель, должностное лицо администрации, уполномоченное на проведение проверки, проводит выездную проверку.</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1F2EBA">
        <w:rPr>
          <w:sz w:val="28"/>
          <w:szCs w:val="28"/>
        </w:rPr>
        <w:t>Предметом выездной проверки являются содержащиеся в документах субъекта проверки сведения и принимаемые субъектом проверки меры по исполнению требований федеральных законов, законов Новосибирской области, муниципальных правовых актов по вопросам использования земель.</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1F2EBA">
        <w:rPr>
          <w:sz w:val="28"/>
          <w:szCs w:val="28"/>
        </w:rPr>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773251" w:rsidRPr="001F2EBA" w:rsidRDefault="00773251" w:rsidP="00A5064C">
      <w:pPr>
        <w:numPr>
          <w:ilvl w:val="2"/>
          <w:numId w:val="4"/>
        </w:numPr>
        <w:tabs>
          <w:tab w:val="left" w:pos="1701"/>
        </w:tabs>
        <w:autoSpaceDE w:val="0"/>
        <w:autoSpaceDN w:val="0"/>
        <w:adjustRightInd w:val="0"/>
        <w:ind w:left="0" w:firstLine="709"/>
        <w:jc w:val="both"/>
        <w:rPr>
          <w:sz w:val="28"/>
          <w:szCs w:val="28"/>
        </w:rPr>
      </w:pPr>
      <w:r w:rsidRPr="001F2EBA">
        <w:rPr>
          <w:sz w:val="28"/>
          <w:szCs w:val="28"/>
        </w:rPr>
        <w:t>Выездная проверка начинается с предъявления служебного удостоверения должностным лицом, уполномоченным на проведение проверки, обязательного ознакомления руководителя, иного должностного лица или уполномоченного представителя субъекта проверки с  распоряжением главы МО о проведении выездной проверки и с полномочиями проводящих проверку должностных лиц, а также с целями, задачами, основаниями проведения</w:t>
      </w:r>
      <w:r>
        <w:rPr>
          <w:sz w:val="28"/>
          <w:szCs w:val="28"/>
        </w:rPr>
        <w:t>,</w:t>
      </w:r>
      <w:r w:rsidRPr="001F2EBA">
        <w:rPr>
          <w:sz w:val="28"/>
          <w:szCs w:val="28"/>
        </w:rPr>
        <w:t xml:space="preserve"> видами и объемом выездной проверки, составом экспертов, представителями экспертных организаций, привлекаемых к выездной проверке, со сроками и условиями ее проведения.</w:t>
      </w:r>
    </w:p>
    <w:p w:rsidR="00773251" w:rsidRPr="00F162DD" w:rsidRDefault="00773251" w:rsidP="008A029B">
      <w:pPr>
        <w:autoSpaceDE w:val="0"/>
        <w:autoSpaceDN w:val="0"/>
        <w:adjustRightInd w:val="0"/>
        <w:ind w:firstLine="700"/>
        <w:jc w:val="both"/>
        <w:rPr>
          <w:sz w:val="28"/>
          <w:szCs w:val="28"/>
        </w:rPr>
      </w:pPr>
      <w:r w:rsidRPr="00F162DD">
        <w:rPr>
          <w:sz w:val="28"/>
          <w:szCs w:val="28"/>
        </w:rPr>
        <w:t xml:space="preserve">Заверенная печатью копия распоряжения </w:t>
      </w:r>
      <w:r>
        <w:rPr>
          <w:sz w:val="28"/>
          <w:szCs w:val="28"/>
        </w:rPr>
        <w:t>гл</w:t>
      </w:r>
      <w:r w:rsidRPr="00F162DD">
        <w:rPr>
          <w:sz w:val="28"/>
          <w:szCs w:val="28"/>
        </w:rPr>
        <w:t>авы МО о проведении проверки вручается под роспись должностными лицами администрации, проводящими проверку, руководителю, иному должностному лицу или уполномоченному представителю субъекта проверки одновременно с предъявлением служебных удостоверений.</w:t>
      </w:r>
    </w:p>
    <w:p w:rsidR="00773251" w:rsidRPr="008B51DA" w:rsidRDefault="00773251" w:rsidP="00A5064C">
      <w:pPr>
        <w:numPr>
          <w:ilvl w:val="1"/>
          <w:numId w:val="4"/>
        </w:numPr>
        <w:autoSpaceDE w:val="0"/>
        <w:autoSpaceDN w:val="0"/>
        <w:adjustRightInd w:val="0"/>
        <w:ind w:left="0" w:firstLine="709"/>
        <w:outlineLvl w:val="2"/>
        <w:rPr>
          <w:sz w:val="28"/>
          <w:szCs w:val="28"/>
        </w:rPr>
      </w:pPr>
      <w:r>
        <w:rPr>
          <w:sz w:val="28"/>
          <w:szCs w:val="28"/>
        </w:rPr>
        <w:t>О</w:t>
      </w:r>
      <w:r w:rsidRPr="00AB64D2">
        <w:rPr>
          <w:sz w:val="28"/>
          <w:szCs w:val="28"/>
        </w:rPr>
        <w:t>формление результатов проверки</w:t>
      </w:r>
      <w:r>
        <w:rPr>
          <w:sz w:val="28"/>
          <w:szCs w:val="28"/>
        </w:rPr>
        <w:t>:</w:t>
      </w:r>
    </w:p>
    <w:p w:rsidR="00773251" w:rsidRPr="000B0C8E" w:rsidRDefault="00773251" w:rsidP="00A5064C">
      <w:pPr>
        <w:numPr>
          <w:ilvl w:val="2"/>
          <w:numId w:val="4"/>
        </w:numPr>
        <w:tabs>
          <w:tab w:val="left" w:pos="1701"/>
        </w:tabs>
        <w:autoSpaceDE w:val="0"/>
        <w:autoSpaceDN w:val="0"/>
        <w:adjustRightInd w:val="0"/>
        <w:ind w:left="0" w:firstLine="709"/>
        <w:jc w:val="both"/>
        <w:rPr>
          <w:sz w:val="28"/>
          <w:szCs w:val="28"/>
        </w:rPr>
      </w:pPr>
      <w:r w:rsidRPr="000B0C8E">
        <w:rPr>
          <w:sz w:val="28"/>
          <w:szCs w:val="28"/>
        </w:rPr>
        <w:t xml:space="preserve">По результатам проверки должностным лицом администрации, проводящим проверку, </w:t>
      </w:r>
      <w:r>
        <w:rPr>
          <w:sz w:val="28"/>
          <w:szCs w:val="28"/>
        </w:rPr>
        <w:t xml:space="preserve">непосредственно после ее завершения </w:t>
      </w:r>
      <w:r w:rsidRPr="000B0C8E">
        <w:rPr>
          <w:sz w:val="28"/>
          <w:szCs w:val="28"/>
        </w:rPr>
        <w:t xml:space="preserve">составляется акт проверки в двух экземплярах по типовой форме, утвержденной приказом </w:t>
      </w:r>
      <w:r w:rsidRPr="00F162DD">
        <w:rPr>
          <w:sz w:val="28"/>
          <w:szCs w:val="28"/>
        </w:rPr>
        <w:t>Мин</w:t>
      </w:r>
      <w:r>
        <w:rPr>
          <w:sz w:val="28"/>
          <w:szCs w:val="28"/>
        </w:rPr>
        <w:t xml:space="preserve">истерства </w:t>
      </w:r>
      <w:r w:rsidRPr="00F162DD">
        <w:rPr>
          <w:sz w:val="28"/>
          <w:szCs w:val="28"/>
        </w:rPr>
        <w:t>эконом</w:t>
      </w:r>
      <w:r>
        <w:rPr>
          <w:sz w:val="28"/>
          <w:szCs w:val="28"/>
        </w:rPr>
        <w:t xml:space="preserve">ического </w:t>
      </w:r>
      <w:r w:rsidRPr="00F162DD">
        <w:rPr>
          <w:sz w:val="28"/>
          <w:szCs w:val="28"/>
        </w:rPr>
        <w:t>развития Р</w:t>
      </w:r>
      <w:r>
        <w:rPr>
          <w:sz w:val="28"/>
          <w:szCs w:val="28"/>
        </w:rPr>
        <w:t xml:space="preserve">оссийской </w:t>
      </w:r>
      <w:r w:rsidRPr="00F162DD">
        <w:rPr>
          <w:sz w:val="28"/>
          <w:szCs w:val="28"/>
        </w:rPr>
        <w:t>Ф</w:t>
      </w:r>
      <w:r>
        <w:rPr>
          <w:sz w:val="28"/>
          <w:szCs w:val="28"/>
        </w:rPr>
        <w:t>едерации</w:t>
      </w:r>
      <w:r w:rsidRPr="00560D3E">
        <w:rPr>
          <w:sz w:val="28"/>
          <w:szCs w:val="28"/>
        </w:rPr>
        <w:t xml:space="preserve"> </w:t>
      </w:r>
      <w:r w:rsidRPr="00F162DD">
        <w:rPr>
          <w:sz w:val="28"/>
          <w:szCs w:val="28"/>
        </w:rPr>
        <w:t>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B0C8E">
        <w:rPr>
          <w:sz w:val="28"/>
          <w:szCs w:val="28"/>
        </w:rPr>
        <w:t xml:space="preserve"> (приложение №6)</w:t>
      </w:r>
      <w:r>
        <w:rPr>
          <w:sz w:val="28"/>
          <w:szCs w:val="28"/>
        </w:rPr>
        <w:t>.</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3E6531">
        <w:rPr>
          <w:sz w:val="28"/>
          <w:szCs w:val="28"/>
        </w:rPr>
        <w:t xml:space="preserve">Если для составления акта необходимо получить заключения по результатам проведенных специальных расследований, экспертиз, акт составляется в срок, не превышающий трех рабочих дней после завершения </w:t>
      </w:r>
      <w:r>
        <w:rPr>
          <w:sz w:val="28"/>
          <w:szCs w:val="28"/>
        </w:rPr>
        <w:t>проверки</w:t>
      </w:r>
      <w:r w:rsidRPr="003E6531">
        <w:rPr>
          <w:sz w:val="28"/>
          <w:szCs w:val="28"/>
        </w:rPr>
        <w:t>.</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757345">
        <w:rPr>
          <w:sz w:val="28"/>
          <w:szCs w:val="28"/>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773251" w:rsidRPr="00757345" w:rsidRDefault="00773251" w:rsidP="00A5064C">
      <w:pPr>
        <w:numPr>
          <w:ilvl w:val="2"/>
          <w:numId w:val="4"/>
        </w:numPr>
        <w:tabs>
          <w:tab w:val="left" w:pos="1701"/>
        </w:tabs>
        <w:autoSpaceDE w:val="0"/>
        <w:autoSpaceDN w:val="0"/>
        <w:adjustRightInd w:val="0"/>
        <w:ind w:left="0" w:firstLine="709"/>
        <w:jc w:val="both"/>
        <w:rPr>
          <w:sz w:val="28"/>
          <w:szCs w:val="28"/>
        </w:rPr>
      </w:pPr>
      <w:r w:rsidRPr="00757345">
        <w:rPr>
          <w:sz w:val="28"/>
          <w:szCs w:val="28"/>
        </w:rPr>
        <w:t>Должностным лицом, уполномоченным на проведение проверки,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 должностных лиц администрации, проводящих проверку, их подписи.</w:t>
      </w:r>
    </w:p>
    <w:p w:rsidR="00773251" w:rsidRPr="00F162DD" w:rsidRDefault="00773251" w:rsidP="008A029B">
      <w:pPr>
        <w:autoSpaceDE w:val="0"/>
        <w:autoSpaceDN w:val="0"/>
        <w:adjustRightInd w:val="0"/>
        <w:ind w:firstLine="700"/>
        <w:jc w:val="both"/>
        <w:rPr>
          <w:sz w:val="28"/>
          <w:szCs w:val="28"/>
        </w:rPr>
      </w:pPr>
      <w:r w:rsidRPr="00F162DD">
        <w:rPr>
          <w:sz w:val="28"/>
          <w:szCs w:val="28"/>
        </w:rPr>
        <w:t>При отсутствии журнала учета проверок в акте проверки делается соответствующая запись.</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 xml:space="preserve">Акт проверки, вместе с прилагаемыми к нему документами и материалами, регистрируется в журнале регистрации актов проверок администрации (приложение </w:t>
      </w:r>
      <w:r>
        <w:rPr>
          <w:sz w:val="28"/>
          <w:szCs w:val="28"/>
        </w:rPr>
        <w:t>№</w:t>
      </w:r>
      <w:r w:rsidRPr="00F162DD">
        <w:rPr>
          <w:sz w:val="28"/>
          <w:szCs w:val="28"/>
        </w:rPr>
        <w:t>7) и представляется со служебной запиской главе МО.</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BF237A">
        <w:rPr>
          <w:sz w:val="28"/>
          <w:szCs w:val="28"/>
        </w:rPr>
        <w:t>Один экземпляр акта проверки с копиями приложений вручается руководителю, иному должностному лицу или уполномоченному представителю субъекта проверки под расписку об ознакомлении либо об отказе в ознакомлении с актом</w:t>
      </w:r>
      <w:r>
        <w:rPr>
          <w:sz w:val="28"/>
          <w:szCs w:val="28"/>
        </w:rPr>
        <w:t xml:space="preserve"> или </w:t>
      </w:r>
      <w:r w:rsidRPr="00BF237A">
        <w:rPr>
          <w:sz w:val="28"/>
          <w:szCs w:val="28"/>
        </w:rPr>
        <w:t>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773251" w:rsidRPr="00BF237A" w:rsidRDefault="00773251" w:rsidP="00A5064C">
      <w:pPr>
        <w:numPr>
          <w:ilvl w:val="2"/>
          <w:numId w:val="4"/>
        </w:numPr>
        <w:tabs>
          <w:tab w:val="left" w:pos="1701"/>
        </w:tabs>
        <w:autoSpaceDE w:val="0"/>
        <w:autoSpaceDN w:val="0"/>
        <w:adjustRightInd w:val="0"/>
        <w:ind w:left="0" w:firstLine="709"/>
        <w:jc w:val="both"/>
        <w:rPr>
          <w:sz w:val="28"/>
          <w:szCs w:val="28"/>
        </w:rPr>
      </w:pPr>
      <w:r w:rsidRPr="00BF237A">
        <w:rPr>
          <w:sz w:val="28"/>
          <w:szCs w:val="28"/>
        </w:rPr>
        <w:t>В случае выявления при проведении проверки нарушений субъектом проверки требований федеральных законов, законов Новосибирской области, муниципальных правовых актов по вопросам использования земель, должностные лица, проводившие проверку, в пределах полномочий, предусмотренных законодательством Российской Федерации, муниципальными правовыми актами, обязаны:</w:t>
      </w:r>
    </w:p>
    <w:p w:rsidR="00773251" w:rsidRDefault="00773251" w:rsidP="008A029B">
      <w:pPr>
        <w:autoSpaceDE w:val="0"/>
        <w:autoSpaceDN w:val="0"/>
        <w:adjustRightInd w:val="0"/>
        <w:ind w:firstLine="709"/>
        <w:jc w:val="both"/>
        <w:rPr>
          <w:sz w:val="28"/>
          <w:szCs w:val="28"/>
        </w:rPr>
      </w:pPr>
      <w:r>
        <w:rPr>
          <w:sz w:val="28"/>
          <w:szCs w:val="28"/>
        </w:rPr>
        <w:t xml:space="preserve">- </w:t>
      </w:r>
      <w:r w:rsidRPr="00F162DD">
        <w:rPr>
          <w:sz w:val="28"/>
          <w:szCs w:val="28"/>
        </w:rPr>
        <w:t>выдать предписание субъекту проверки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73251" w:rsidRDefault="00773251" w:rsidP="008A029B">
      <w:pPr>
        <w:autoSpaceDE w:val="0"/>
        <w:autoSpaceDN w:val="0"/>
        <w:adjustRightInd w:val="0"/>
        <w:ind w:firstLine="709"/>
        <w:jc w:val="both"/>
        <w:rPr>
          <w:sz w:val="28"/>
          <w:szCs w:val="28"/>
        </w:rPr>
      </w:pPr>
      <w:r>
        <w:rPr>
          <w:sz w:val="28"/>
          <w:szCs w:val="28"/>
        </w:rPr>
        <w:t xml:space="preserve">- </w:t>
      </w:r>
      <w:r w:rsidRPr="00F162DD">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73251" w:rsidRPr="00255B90" w:rsidRDefault="00773251" w:rsidP="008A029B">
      <w:pPr>
        <w:autoSpaceDE w:val="0"/>
        <w:autoSpaceDN w:val="0"/>
        <w:adjustRightInd w:val="0"/>
        <w:ind w:firstLine="709"/>
        <w:jc w:val="both"/>
        <w:rPr>
          <w:sz w:val="28"/>
          <w:szCs w:val="28"/>
        </w:rPr>
      </w:pPr>
      <w:r w:rsidRPr="00255B90">
        <w:rPr>
          <w:sz w:val="28"/>
          <w:szCs w:val="28"/>
        </w:rPr>
        <w:t>Предписание об устранении выявленных нарушений с указанием сроков их устранения выдается</w:t>
      </w:r>
      <w:r w:rsidRPr="00255B90">
        <w:t xml:space="preserve"> </w:t>
      </w:r>
      <w:r w:rsidRPr="00255B90">
        <w:rPr>
          <w:sz w:val="28"/>
          <w:szCs w:val="28"/>
        </w:rPr>
        <w:t>в течение дня окончания проверки, но не позднее двух рабочих дней</w:t>
      </w:r>
      <w:r>
        <w:rPr>
          <w:sz w:val="28"/>
          <w:szCs w:val="28"/>
        </w:rPr>
        <w:t>.</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BF237A">
        <w:rPr>
          <w:sz w:val="28"/>
          <w:szCs w:val="28"/>
        </w:rPr>
        <w:t>Субъект проверки в случае несогласия с фактами, выводами, предложениями, изложенными в акте, либо с выданным предписанием об устранении выявленных нарушений в течение пятнадцати дней с даты получения акта проверки вправе представить в управление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О мерах, принятых для выполнения предписания, субъект проверки должен сообщить в администрацию в установленный таким предписанием срок.</w:t>
      </w:r>
    </w:p>
    <w:p w:rsidR="00773251" w:rsidRPr="008F41A6" w:rsidRDefault="00773251" w:rsidP="00A5064C">
      <w:pPr>
        <w:numPr>
          <w:ilvl w:val="2"/>
          <w:numId w:val="4"/>
        </w:numPr>
        <w:tabs>
          <w:tab w:val="left" w:pos="1701"/>
        </w:tabs>
        <w:autoSpaceDE w:val="0"/>
        <w:autoSpaceDN w:val="0"/>
        <w:adjustRightInd w:val="0"/>
        <w:ind w:left="0" w:firstLine="709"/>
        <w:jc w:val="both"/>
        <w:rPr>
          <w:sz w:val="28"/>
          <w:szCs w:val="28"/>
        </w:rPr>
      </w:pPr>
      <w:r w:rsidRPr="008F41A6">
        <w:rPr>
          <w:sz w:val="28"/>
          <w:szCs w:val="28"/>
        </w:rPr>
        <w:t>При непредставлении субъектом проверки в установленные сроки информации об устранении нарушений должностное лицо администрации, уполномоченное на проведение проверки, рассматривает и устанавливает:</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наличие основания для привлечения виновных лиц к административной ответственности за неисполнение предписания.</w:t>
      </w:r>
    </w:p>
    <w:p w:rsidR="00773251" w:rsidRDefault="00773251" w:rsidP="00A5064C">
      <w:pPr>
        <w:numPr>
          <w:ilvl w:val="2"/>
          <w:numId w:val="4"/>
        </w:numPr>
        <w:tabs>
          <w:tab w:val="left" w:pos="1701"/>
        </w:tabs>
        <w:autoSpaceDE w:val="0"/>
        <w:autoSpaceDN w:val="0"/>
        <w:adjustRightInd w:val="0"/>
        <w:ind w:left="0" w:firstLine="709"/>
        <w:jc w:val="both"/>
        <w:rPr>
          <w:sz w:val="28"/>
          <w:szCs w:val="28"/>
        </w:rPr>
      </w:pPr>
      <w:r w:rsidRPr="00F162DD">
        <w:rPr>
          <w:sz w:val="28"/>
          <w:szCs w:val="28"/>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773251" w:rsidRPr="008F41A6" w:rsidRDefault="00773251" w:rsidP="00A5064C">
      <w:pPr>
        <w:numPr>
          <w:ilvl w:val="2"/>
          <w:numId w:val="4"/>
        </w:numPr>
        <w:tabs>
          <w:tab w:val="left" w:pos="1701"/>
        </w:tabs>
        <w:autoSpaceDE w:val="0"/>
        <w:autoSpaceDN w:val="0"/>
        <w:adjustRightInd w:val="0"/>
        <w:ind w:left="0" w:firstLine="709"/>
        <w:jc w:val="both"/>
        <w:rPr>
          <w:sz w:val="28"/>
          <w:szCs w:val="28"/>
        </w:rPr>
      </w:pPr>
      <w:r w:rsidRPr="008F41A6">
        <w:rPr>
          <w:sz w:val="28"/>
          <w:szCs w:val="28"/>
        </w:rPr>
        <w:t>Если составление протокола об административном правонарушении входит в компетенцию должностного лица, проводившего проверку, протокол об административном правонарушении составляется и подписывается этим должностным лицом самостоятельно.</w:t>
      </w:r>
    </w:p>
    <w:p w:rsidR="00773251" w:rsidRDefault="00773251" w:rsidP="008A029B">
      <w:pPr>
        <w:ind w:firstLine="567"/>
        <w:jc w:val="both"/>
        <w:rPr>
          <w:sz w:val="28"/>
          <w:szCs w:val="28"/>
        </w:rPr>
      </w:pPr>
      <w:r w:rsidRPr="00F162DD">
        <w:rPr>
          <w:sz w:val="28"/>
          <w:szCs w:val="28"/>
        </w:rPr>
        <w:t xml:space="preserve">Если должностное лицо не уполномочено на составление протокола об административном правонарушении, то соответствующие материалы </w:t>
      </w:r>
      <w:r>
        <w:rPr>
          <w:sz w:val="28"/>
          <w:szCs w:val="28"/>
        </w:rPr>
        <w:t xml:space="preserve">в течение трех рабочих дней </w:t>
      </w:r>
      <w:r w:rsidRPr="00F162DD">
        <w:rPr>
          <w:sz w:val="28"/>
          <w:szCs w:val="28"/>
        </w:rPr>
        <w:t>направляются на рассмотрение уполномоченному лицу</w:t>
      </w:r>
      <w:r>
        <w:rPr>
          <w:sz w:val="28"/>
          <w:szCs w:val="28"/>
        </w:rPr>
        <w:t>.</w:t>
      </w:r>
    </w:p>
    <w:p w:rsidR="00773251" w:rsidRPr="00F162DD" w:rsidRDefault="00773251" w:rsidP="008A029B">
      <w:pPr>
        <w:autoSpaceDE w:val="0"/>
        <w:autoSpaceDN w:val="0"/>
        <w:adjustRightInd w:val="0"/>
        <w:jc w:val="both"/>
        <w:rPr>
          <w:sz w:val="28"/>
          <w:szCs w:val="28"/>
        </w:rPr>
      </w:pPr>
    </w:p>
    <w:p w:rsidR="00773251" w:rsidRPr="007B677D" w:rsidRDefault="00773251" w:rsidP="00A5064C">
      <w:pPr>
        <w:numPr>
          <w:ilvl w:val="0"/>
          <w:numId w:val="4"/>
        </w:numPr>
        <w:autoSpaceDE w:val="0"/>
        <w:autoSpaceDN w:val="0"/>
        <w:adjustRightInd w:val="0"/>
        <w:jc w:val="center"/>
        <w:outlineLvl w:val="1"/>
        <w:rPr>
          <w:b/>
          <w:sz w:val="28"/>
          <w:szCs w:val="28"/>
        </w:rPr>
      </w:pPr>
      <w:r w:rsidRPr="007B677D">
        <w:rPr>
          <w:b/>
          <w:sz w:val="28"/>
          <w:szCs w:val="28"/>
        </w:rPr>
        <w:t>Порядок и формы контроля за осуществлением муниципального контроля</w:t>
      </w:r>
    </w:p>
    <w:p w:rsidR="00773251" w:rsidRDefault="00773251" w:rsidP="00A5064C">
      <w:pPr>
        <w:numPr>
          <w:ilvl w:val="1"/>
          <w:numId w:val="4"/>
        </w:numPr>
        <w:autoSpaceDE w:val="0"/>
        <w:autoSpaceDN w:val="0"/>
        <w:adjustRightInd w:val="0"/>
        <w:ind w:left="0" w:firstLine="709"/>
        <w:jc w:val="both"/>
        <w:rPr>
          <w:sz w:val="28"/>
          <w:szCs w:val="28"/>
        </w:rPr>
      </w:pPr>
      <w:r w:rsidRPr="00F162DD">
        <w:rPr>
          <w:sz w:val="28"/>
          <w:szCs w:val="28"/>
        </w:rPr>
        <w:t>Текущий контроль за соблюдением последовательности административных действий, определенных административными процедурами по проведению проверок, и принятием в ходе их исполнения решений осуществляется должностными лицами администрации.</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Контроль осуществляется путем проверки должностными лицами администрации соблюдения и исполнения специалистами администрации законодательства Российской Федерации, Новосибирской области, муниципальных правовых актов и положений административного регламента.</w:t>
      </w:r>
      <w:r>
        <w:rPr>
          <w:sz w:val="28"/>
          <w:szCs w:val="28"/>
        </w:rPr>
        <w:t xml:space="preserve"> </w:t>
      </w:r>
      <w:r w:rsidRPr="008F41A6">
        <w:rPr>
          <w:sz w:val="28"/>
          <w:szCs w:val="28"/>
        </w:rPr>
        <w:t>Ответственность специалистов администрации закрепляется в должностных инструкциях.</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Контроль за полнотой и качеством проведения проверок включает в себя проверку, выявление и установление нарушений прав заявителей, принятие решений об устранении соответствующих нарушений.</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Для проведения проверки распоряжением главы МО создается комиссия.</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Периодичность проведения проверок носит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При проведении внеплановой проверки по конкретному обращению заинтересованного лица, информация о результатах проверки направляется заинтересованному лицу по почте в течение 30 дней со дня регистрации письменного обращения.</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Результаты проверки оформляются в виде акта проверки, в котором указываются выявленные недостатки и предложения по их устранению.</w:t>
      </w:r>
      <w:r>
        <w:rPr>
          <w:sz w:val="28"/>
          <w:szCs w:val="28"/>
        </w:rPr>
        <w:t xml:space="preserve"> </w:t>
      </w:r>
      <w:r w:rsidRPr="008F41A6">
        <w:rPr>
          <w:sz w:val="28"/>
          <w:szCs w:val="28"/>
        </w:rPr>
        <w:t>Акт проверки подписывается всеми членами комиссии.</w:t>
      </w:r>
    </w:p>
    <w:p w:rsidR="00773251" w:rsidRDefault="00773251" w:rsidP="00A5064C">
      <w:pPr>
        <w:numPr>
          <w:ilvl w:val="1"/>
          <w:numId w:val="4"/>
        </w:numPr>
        <w:autoSpaceDE w:val="0"/>
        <w:autoSpaceDN w:val="0"/>
        <w:adjustRightInd w:val="0"/>
        <w:ind w:left="0" w:firstLine="700"/>
        <w:jc w:val="both"/>
        <w:rPr>
          <w:sz w:val="28"/>
          <w:szCs w:val="28"/>
        </w:rPr>
      </w:pPr>
      <w:r w:rsidRPr="008F41A6">
        <w:rPr>
          <w:sz w:val="28"/>
          <w:szCs w:val="28"/>
        </w:rPr>
        <w:t>При выявлении нарушений по результатам проведения проверок виновные лица привлекаются к дисциплинарной ответственности.</w:t>
      </w:r>
    </w:p>
    <w:p w:rsidR="00773251" w:rsidRPr="008F41A6" w:rsidRDefault="00773251" w:rsidP="008A029B">
      <w:pPr>
        <w:autoSpaceDE w:val="0"/>
        <w:autoSpaceDN w:val="0"/>
        <w:adjustRightInd w:val="0"/>
        <w:jc w:val="both"/>
        <w:rPr>
          <w:sz w:val="28"/>
          <w:szCs w:val="28"/>
        </w:rPr>
      </w:pPr>
    </w:p>
    <w:p w:rsidR="00773251" w:rsidRPr="007B677D" w:rsidRDefault="00773251" w:rsidP="00A5064C">
      <w:pPr>
        <w:numPr>
          <w:ilvl w:val="0"/>
          <w:numId w:val="4"/>
        </w:numPr>
        <w:autoSpaceDE w:val="0"/>
        <w:autoSpaceDN w:val="0"/>
        <w:adjustRightInd w:val="0"/>
        <w:ind w:left="0" w:firstLine="0"/>
        <w:jc w:val="center"/>
        <w:outlineLvl w:val="1"/>
        <w:rPr>
          <w:b/>
          <w:sz w:val="28"/>
          <w:szCs w:val="28"/>
        </w:rPr>
      </w:pPr>
      <w:r w:rsidRPr="007B677D">
        <w:rPr>
          <w:b/>
          <w:sz w:val="28"/>
          <w:szCs w:val="28"/>
        </w:rPr>
        <w:t>Досудебный (внесудебный) порядок обжалования</w:t>
      </w:r>
    </w:p>
    <w:p w:rsidR="00773251" w:rsidRPr="007B677D" w:rsidRDefault="00773251" w:rsidP="008A029B">
      <w:pPr>
        <w:autoSpaceDE w:val="0"/>
        <w:autoSpaceDN w:val="0"/>
        <w:adjustRightInd w:val="0"/>
        <w:jc w:val="center"/>
        <w:outlineLvl w:val="1"/>
        <w:rPr>
          <w:b/>
          <w:sz w:val="28"/>
          <w:szCs w:val="28"/>
        </w:rPr>
      </w:pPr>
      <w:r w:rsidRPr="007B677D">
        <w:rPr>
          <w:b/>
          <w:sz w:val="28"/>
          <w:szCs w:val="28"/>
        </w:rPr>
        <w:t>решений и действий (бездействия) администрации,</w:t>
      </w:r>
    </w:p>
    <w:p w:rsidR="00773251" w:rsidRPr="007B677D" w:rsidRDefault="00773251" w:rsidP="008A029B">
      <w:pPr>
        <w:autoSpaceDE w:val="0"/>
        <w:autoSpaceDN w:val="0"/>
        <w:adjustRightInd w:val="0"/>
        <w:jc w:val="center"/>
        <w:outlineLvl w:val="1"/>
        <w:rPr>
          <w:b/>
          <w:sz w:val="28"/>
          <w:szCs w:val="28"/>
        </w:rPr>
      </w:pPr>
      <w:r w:rsidRPr="007B677D">
        <w:rPr>
          <w:b/>
          <w:sz w:val="28"/>
          <w:szCs w:val="28"/>
        </w:rPr>
        <w:t>а также ее должностных лиц</w:t>
      </w:r>
    </w:p>
    <w:p w:rsidR="00773251" w:rsidRDefault="00773251" w:rsidP="00A5064C">
      <w:pPr>
        <w:numPr>
          <w:ilvl w:val="1"/>
          <w:numId w:val="4"/>
        </w:numPr>
        <w:autoSpaceDE w:val="0"/>
        <w:autoSpaceDN w:val="0"/>
        <w:adjustRightInd w:val="0"/>
        <w:ind w:left="0" w:firstLine="709"/>
        <w:jc w:val="both"/>
        <w:rPr>
          <w:sz w:val="28"/>
          <w:szCs w:val="28"/>
        </w:rPr>
      </w:pPr>
      <w:r w:rsidRPr="00F162DD">
        <w:rPr>
          <w:sz w:val="28"/>
          <w:szCs w:val="28"/>
        </w:rPr>
        <w:t>Субъекты проверок вправе обжаловать решения, действия (бездействие) администрации и должностных лиц администрации в досудебном (внесудебном) порядке.</w:t>
      </w:r>
    </w:p>
    <w:p w:rsidR="00773251" w:rsidRDefault="00773251" w:rsidP="00A5064C">
      <w:pPr>
        <w:numPr>
          <w:ilvl w:val="1"/>
          <w:numId w:val="4"/>
        </w:numPr>
        <w:autoSpaceDE w:val="0"/>
        <w:autoSpaceDN w:val="0"/>
        <w:adjustRightInd w:val="0"/>
        <w:ind w:left="0" w:firstLine="700"/>
        <w:jc w:val="both"/>
        <w:rPr>
          <w:sz w:val="28"/>
          <w:szCs w:val="28"/>
        </w:rPr>
      </w:pPr>
      <w:r w:rsidRPr="00BA56FD">
        <w:rPr>
          <w:sz w:val="28"/>
          <w:szCs w:val="28"/>
        </w:rPr>
        <w:t>Субъекты проверок вправе обжаловать решения, действия (бездействие)</w:t>
      </w:r>
      <w:r>
        <w:rPr>
          <w:sz w:val="28"/>
          <w:szCs w:val="28"/>
        </w:rPr>
        <w:t xml:space="preserve"> </w:t>
      </w:r>
      <w:r w:rsidRPr="00BA56FD">
        <w:rPr>
          <w:sz w:val="28"/>
          <w:szCs w:val="28"/>
        </w:rPr>
        <w:t>должностн</w:t>
      </w:r>
      <w:r>
        <w:rPr>
          <w:sz w:val="28"/>
          <w:szCs w:val="28"/>
        </w:rPr>
        <w:t>ых лиц администрации – главе МО.</w:t>
      </w:r>
    </w:p>
    <w:p w:rsidR="00773251" w:rsidRDefault="00773251" w:rsidP="00A5064C">
      <w:pPr>
        <w:numPr>
          <w:ilvl w:val="1"/>
          <w:numId w:val="4"/>
        </w:numPr>
        <w:autoSpaceDE w:val="0"/>
        <w:autoSpaceDN w:val="0"/>
        <w:adjustRightInd w:val="0"/>
        <w:ind w:left="0" w:firstLine="700"/>
        <w:jc w:val="both"/>
        <w:rPr>
          <w:sz w:val="28"/>
          <w:szCs w:val="28"/>
        </w:rPr>
      </w:pPr>
      <w:r w:rsidRPr="00BA56FD">
        <w:rPr>
          <w:sz w:val="28"/>
          <w:szCs w:val="28"/>
        </w:rPr>
        <w:t>Субъекты проверок вправе обратиться с жалобой в письменной форме на бумажном носителе, в электронной форме лично или направить жалобу по почте, с использованием информационно-телекоммуникационной сети Интернет, официального сайта администрации.</w:t>
      </w:r>
    </w:p>
    <w:p w:rsidR="00773251" w:rsidRPr="00BA56FD" w:rsidRDefault="00773251" w:rsidP="00A5064C">
      <w:pPr>
        <w:numPr>
          <w:ilvl w:val="1"/>
          <w:numId w:val="4"/>
        </w:numPr>
        <w:autoSpaceDE w:val="0"/>
        <w:autoSpaceDN w:val="0"/>
        <w:adjustRightInd w:val="0"/>
        <w:ind w:left="0" w:firstLine="700"/>
        <w:jc w:val="both"/>
        <w:rPr>
          <w:sz w:val="28"/>
          <w:szCs w:val="28"/>
        </w:rPr>
      </w:pPr>
      <w:r w:rsidRPr="00BA56FD">
        <w:rPr>
          <w:sz w:val="28"/>
          <w:szCs w:val="28"/>
        </w:rPr>
        <w:t>Письменная жалоба должна содержать:</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наименование администрации, наименование должности, фамилию, имя, отчество должностного лица администрации, решения, действия (бездействие) которого обжалуются;</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фамилию, имя, отчество субъекта проверки, подающего жалобу, его место жительства (место нахождения), почтовый адрес и (или) адрес электронной почты, по которому должен быть направлен ответ;</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сведения об обжалуемых решениях, действиях (бездействии);</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доводы, на основании которых субъект проверки не согласен с решением, действием (бездействием);</w:t>
      </w:r>
    </w:p>
    <w:p w:rsidR="00773251" w:rsidRPr="00F162DD" w:rsidRDefault="00773251" w:rsidP="008A029B">
      <w:pPr>
        <w:autoSpaceDE w:val="0"/>
        <w:autoSpaceDN w:val="0"/>
        <w:adjustRightInd w:val="0"/>
        <w:ind w:firstLine="700"/>
        <w:jc w:val="both"/>
        <w:rPr>
          <w:sz w:val="28"/>
          <w:szCs w:val="28"/>
        </w:rPr>
      </w:pPr>
      <w:r>
        <w:rPr>
          <w:sz w:val="28"/>
          <w:szCs w:val="28"/>
        </w:rPr>
        <w:t xml:space="preserve">- </w:t>
      </w:r>
      <w:r w:rsidRPr="00F162DD">
        <w:rPr>
          <w:sz w:val="28"/>
          <w:szCs w:val="28"/>
        </w:rPr>
        <w:t>личную подпись заявителя или его представителя (печать - при наличии) и дату.</w:t>
      </w:r>
    </w:p>
    <w:p w:rsidR="00773251" w:rsidRPr="00F162DD" w:rsidRDefault="00773251" w:rsidP="008A029B">
      <w:pPr>
        <w:autoSpaceDE w:val="0"/>
        <w:autoSpaceDN w:val="0"/>
        <w:adjustRightInd w:val="0"/>
        <w:ind w:firstLine="700"/>
        <w:jc w:val="both"/>
        <w:rPr>
          <w:sz w:val="28"/>
          <w:szCs w:val="28"/>
        </w:rPr>
      </w:pPr>
      <w:r w:rsidRPr="00F162DD">
        <w:rPr>
          <w:sz w:val="28"/>
          <w:szCs w:val="28"/>
        </w:rPr>
        <w:t>Субъектом проверки могут быть представлены документы, подтверждающие его доводы, изложенные в жалобе, или их копии. В таком случае в жалобе приводится перечень прилагаемых к ней документов.</w:t>
      </w:r>
    </w:p>
    <w:p w:rsidR="00773251" w:rsidRDefault="00773251" w:rsidP="00A5064C">
      <w:pPr>
        <w:numPr>
          <w:ilvl w:val="1"/>
          <w:numId w:val="4"/>
        </w:numPr>
        <w:autoSpaceDE w:val="0"/>
        <w:autoSpaceDN w:val="0"/>
        <w:adjustRightInd w:val="0"/>
        <w:ind w:left="0" w:firstLine="709"/>
        <w:jc w:val="both"/>
        <w:rPr>
          <w:sz w:val="28"/>
          <w:szCs w:val="28"/>
        </w:rPr>
      </w:pPr>
      <w:r w:rsidRPr="00F162DD">
        <w:rPr>
          <w:sz w:val="28"/>
          <w:szCs w:val="28"/>
        </w:rPr>
        <w:t>Жалоба заявителя рассматривается в течение 30 дней со дня ее регистрации в администрации.</w:t>
      </w:r>
    </w:p>
    <w:p w:rsidR="00773251" w:rsidRDefault="00773251" w:rsidP="00A5064C">
      <w:pPr>
        <w:numPr>
          <w:ilvl w:val="1"/>
          <w:numId w:val="4"/>
        </w:numPr>
        <w:autoSpaceDE w:val="0"/>
        <w:autoSpaceDN w:val="0"/>
        <w:adjustRightInd w:val="0"/>
        <w:ind w:left="0" w:firstLine="709"/>
        <w:jc w:val="both"/>
        <w:rPr>
          <w:sz w:val="28"/>
          <w:szCs w:val="28"/>
        </w:rPr>
      </w:pPr>
      <w:r>
        <w:rPr>
          <w:sz w:val="28"/>
          <w:szCs w:val="28"/>
        </w:rPr>
        <w:t>Содержание устной жалобы заносится в карточку личного приема субъекта проверки. Если изложенные в устной жалобе факты и обстоятельства являются очевидными и не требуют дополнительной проверки, ответ на жалобу, с согласия субъекта проверки, может быть дан устно в ходе личного приема. В остальных случаях дается письменный ответ по существу поставленных в жалобе вопросов.</w:t>
      </w:r>
    </w:p>
    <w:p w:rsidR="00773251" w:rsidRDefault="00773251" w:rsidP="00A5064C">
      <w:pPr>
        <w:numPr>
          <w:ilvl w:val="1"/>
          <w:numId w:val="4"/>
        </w:numPr>
        <w:autoSpaceDE w:val="0"/>
        <w:autoSpaceDN w:val="0"/>
        <w:adjustRightInd w:val="0"/>
        <w:ind w:left="0" w:firstLine="709"/>
        <w:jc w:val="both"/>
        <w:rPr>
          <w:sz w:val="28"/>
          <w:szCs w:val="28"/>
        </w:rPr>
      </w:pPr>
      <w:r w:rsidRPr="00BA56FD">
        <w:rPr>
          <w:sz w:val="28"/>
          <w:szCs w:val="28"/>
        </w:rPr>
        <w:t>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3251" w:rsidRPr="00BA56FD" w:rsidRDefault="00773251" w:rsidP="00A5064C">
      <w:pPr>
        <w:numPr>
          <w:ilvl w:val="1"/>
          <w:numId w:val="4"/>
        </w:numPr>
        <w:autoSpaceDE w:val="0"/>
        <w:autoSpaceDN w:val="0"/>
        <w:adjustRightInd w:val="0"/>
        <w:ind w:left="0" w:firstLine="709"/>
        <w:jc w:val="both"/>
        <w:rPr>
          <w:sz w:val="28"/>
          <w:szCs w:val="28"/>
        </w:rPr>
      </w:pPr>
      <w:r w:rsidRPr="00BA56FD">
        <w:rPr>
          <w:sz w:val="28"/>
          <w:szCs w:val="28"/>
        </w:rPr>
        <w:t>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в соответствии с его компетенцией, о чем в течение семи дней со дня регистрации в администрации жалобы сообщается заявителю, направившему жалобу, если его фамилия и почтовый адрес поддаются прочтению.</w:t>
      </w:r>
    </w:p>
    <w:p w:rsidR="00773251" w:rsidRPr="00F162DD" w:rsidRDefault="00773251" w:rsidP="008A029B">
      <w:pPr>
        <w:autoSpaceDE w:val="0"/>
        <w:autoSpaceDN w:val="0"/>
        <w:adjustRightInd w:val="0"/>
        <w:ind w:firstLine="700"/>
        <w:jc w:val="both"/>
        <w:rPr>
          <w:sz w:val="28"/>
          <w:szCs w:val="28"/>
        </w:rPr>
      </w:pPr>
      <w:r w:rsidRPr="00F162DD">
        <w:rPr>
          <w:sz w:val="28"/>
          <w:szCs w:val="28"/>
        </w:rPr>
        <w:t>Если в тексте жалобы содержатся нецензурные либо оскорбительные выражения, угрозы жизни, здоровью и имуществу должностного лица, а также членов его семьи, глава МО вправе оставить обращение без ответа по существу поставленных в нем вопросов, направив заявителю сообщение о недопустимости злоупотребления правом.</w:t>
      </w:r>
    </w:p>
    <w:p w:rsidR="00773251" w:rsidRPr="00F162DD" w:rsidRDefault="00773251" w:rsidP="008A029B">
      <w:pPr>
        <w:autoSpaceDE w:val="0"/>
        <w:autoSpaceDN w:val="0"/>
        <w:adjustRightInd w:val="0"/>
        <w:ind w:firstLine="700"/>
        <w:jc w:val="both"/>
        <w:rPr>
          <w:sz w:val="28"/>
          <w:szCs w:val="28"/>
        </w:rPr>
      </w:pPr>
      <w:r w:rsidRPr="00F162DD">
        <w:rPr>
          <w:sz w:val="28"/>
          <w:szCs w:val="28"/>
        </w:rPr>
        <w:t>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глава МО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одну и ту же администрацию, одному и тому же должностному лицу. О данном решении уведомляется заявитель, направивший жалобу.</w:t>
      </w:r>
    </w:p>
    <w:p w:rsidR="00773251" w:rsidRPr="00F162DD" w:rsidRDefault="00773251" w:rsidP="008A029B">
      <w:pPr>
        <w:autoSpaceDE w:val="0"/>
        <w:autoSpaceDN w:val="0"/>
        <w:adjustRightInd w:val="0"/>
        <w:ind w:firstLine="700"/>
        <w:jc w:val="both"/>
        <w:rPr>
          <w:sz w:val="28"/>
          <w:szCs w:val="28"/>
        </w:rPr>
      </w:pPr>
      <w:r w:rsidRPr="00F162DD">
        <w:rPr>
          <w:sz w:val="28"/>
          <w:szCs w:val="28"/>
        </w:rPr>
        <w:t>Если в жалобе не указаны фамилия заявителя, направившего жалобу, и почтовый адрес, по которому должен быть направлен ответ, ответ на жалобу не дается.</w:t>
      </w:r>
    </w:p>
    <w:p w:rsidR="00773251" w:rsidRPr="00506FE2" w:rsidRDefault="00773251" w:rsidP="008A029B">
      <w:pPr>
        <w:pStyle w:val="ConsPlusNormal0"/>
        <w:ind w:left="6096" w:firstLine="0"/>
        <w:jc w:val="both"/>
        <w:rPr>
          <w:rFonts w:ascii="Times New Roman" w:hAnsi="Times New Roman" w:cs="Times New Roman"/>
          <w:sz w:val="24"/>
          <w:szCs w:val="24"/>
        </w:rPr>
      </w:pPr>
      <w:r>
        <w:rPr>
          <w:rFonts w:ascii="Times New Roman" w:hAnsi="Times New Roman" w:cs="Times New Roman"/>
          <w:sz w:val="28"/>
          <w:szCs w:val="28"/>
        </w:rPr>
        <w:br w:type="page"/>
      </w:r>
      <w:r w:rsidRPr="00506FE2">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506FE2">
        <w:rPr>
          <w:rFonts w:ascii="Times New Roman" w:hAnsi="Times New Roman" w:cs="Times New Roman"/>
          <w:sz w:val="24"/>
          <w:szCs w:val="24"/>
        </w:rPr>
        <w:t>1</w:t>
      </w:r>
    </w:p>
    <w:p w:rsidR="00773251" w:rsidRPr="00506FE2" w:rsidRDefault="00773251" w:rsidP="008A029B">
      <w:pPr>
        <w:pStyle w:val="ConsPlusNormal0"/>
        <w:ind w:left="6096" w:firstLine="0"/>
        <w:rPr>
          <w:rFonts w:ascii="Times New Roman" w:hAnsi="Times New Roman" w:cs="Times New Roman"/>
          <w:sz w:val="24"/>
          <w:szCs w:val="24"/>
        </w:rPr>
      </w:pPr>
      <w:r w:rsidRPr="00506FE2">
        <w:rPr>
          <w:rFonts w:ascii="Times New Roman" w:hAnsi="Times New Roman" w:cs="Times New Roman"/>
          <w:sz w:val="24"/>
          <w:szCs w:val="24"/>
        </w:rPr>
        <w:t xml:space="preserve">к административному регламенту осуществления муниципального </w:t>
      </w:r>
      <w:r>
        <w:rPr>
          <w:rFonts w:ascii="Times New Roman" w:hAnsi="Times New Roman" w:cs="Times New Roman"/>
          <w:sz w:val="24"/>
          <w:szCs w:val="24"/>
        </w:rPr>
        <w:t>жилищного</w:t>
      </w:r>
      <w:r w:rsidRPr="00506FE2">
        <w:rPr>
          <w:rFonts w:ascii="Times New Roman" w:hAnsi="Times New Roman" w:cs="Times New Roman"/>
          <w:sz w:val="24"/>
          <w:szCs w:val="24"/>
        </w:rPr>
        <w:t xml:space="preserve"> контроля на территории </w:t>
      </w:r>
      <w:r>
        <w:rPr>
          <w:rFonts w:ascii="Times New Roman" w:hAnsi="Times New Roman" w:cs="Times New Roman"/>
          <w:sz w:val="24"/>
          <w:szCs w:val="24"/>
        </w:rPr>
        <w:t xml:space="preserve">Легостаевского </w:t>
      </w:r>
      <w:r w:rsidRPr="00506FE2">
        <w:rPr>
          <w:rFonts w:ascii="Times New Roman" w:hAnsi="Times New Roman" w:cs="Times New Roman"/>
          <w:sz w:val="24"/>
          <w:szCs w:val="24"/>
        </w:rPr>
        <w:t xml:space="preserve">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области</w:t>
      </w:r>
    </w:p>
    <w:p w:rsidR="00773251" w:rsidRPr="00F162DD" w:rsidRDefault="00773251" w:rsidP="008A029B">
      <w:pPr>
        <w:pStyle w:val="ConsPlusNormal0"/>
        <w:ind w:left="6160" w:firstLine="0"/>
        <w:rPr>
          <w:rFonts w:ascii="Times New Roman" w:hAnsi="Times New Roman" w:cs="Times New Roman"/>
          <w:sz w:val="28"/>
          <w:szCs w:val="28"/>
        </w:rPr>
      </w:pPr>
    </w:p>
    <w:p w:rsidR="00773251" w:rsidRPr="00F162DD" w:rsidRDefault="00773251" w:rsidP="008A029B">
      <w:pPr>
        <w:pStyle w:val="ConsPlusNormal0"/>
        <w:ind w:firstLine="0"/>
        <w:rPr>
          <w:rFonts w:ascii="Times New Roman" w:hAnsi="Times New Roman" w:cs="Times New Roman"/>
          <w:sz w:val="28"/>
          <w:szCs w:val="28"/>
        </w:rPr>
      </w:pPr>
    </w:p>
    <w:p w:rsidR="00773251" w:rsidRPr="00F162DD" w:rsidRDefault="00773251" w:rsidP="008A029B">
      <w:pPr>
        <w:pStyle w:val="ConsPlusNormal0"/>
        <w:ind w:firstLine="0"/>
        <w:rPr>
          <w:rFonts w:ascii="Times New Roman" w:hAnsi="Times New Roman" w:cs="Times New Roman"/>
          <w:sz w:val="28"/>
          <w:szCs w:val="28"/>
        </w:rPr>
      </w:pPr>
    </w:p>
    <w:p w:rsidR="00773251" w:rsidRPr="00F162DD" w:rsidRDefault="00773251" w:rsidP="008A029B">
      <w:pPr>
        <w:pStyle w:val="ConsPlusNormal0"/>
        <w:ind w:firstLine="0"/>
        <w:jc w:val="center"/>
        <w:rPr>
          <w:rFonts w:ascii="Times New Roman" w:hAnsi="Times New Roman" w:cs="Times New Roman"/>
          <w:sz w:val="28"/>
          <w:szCs w:val="28"/>
        </w:rPr>
      </w:pPr>
      <w:r w:rsidRPr="00F162DD">
        <w:rPr>
          <w:rFonts w:ascii="Times New Roman" w:hAnsi="Times New Roman" w:cs="Times New Roman"/>
          <w:sz w:val="28"/>
          <w:szCs w:val="28"/>
        </w:rPr>
        <w:t>ИНФОРМАЦИЯ</w:t>
      </w:r>
    </w:p>
    <w:p w:rsidR="00773251" w:rsidRPr="00F162DD" w:rsidRDefault="00773251" w:rsidP="008A029B">
      <w:pPr>
        <w:pStyle w:val="ConsPlusNormal0"/>
        <w:ind w:firstLine="0"/>
        <w:jc w:val="center"/>
        <w:rPr>
          <w:rFonts w:ascii="Times New Roman" w:hAnsi="Times New Roman" w:cs="Times New Roman"/>
          <w:sz w:val="28"/>
          <w:szCs w:val="28"/>
        </w:rPr>
      </w:pPr>
      <w:r w:rsidRPr="00F162DD">
        <w:rPr>
          <w:rFonts w:ascii="Times New Roman" w:hAnsi="Times New Roman" w:cs="Times New Roman"/>
          <w:sz w:val="28"/>
          <w:szCs w:val="28"/>
        </w:rPr>
        <w:t>о месте нахождении, графике работы, контактных телефонах, адресе электронной почты администрации</w:t>
      </w:r>
    </w:p>
    <w:p w:rsidR="00773251" w:rsidRPr="00F162DD" w:rsidRDefault="00773251" w:rsidP="008A029B">
      <w:pPr>
        <w:pStyle w:val="ConsPlusNormal0"/>
        <w:ind w:firstLine="0"/>
        <w:jc w:val="center"/>
        <w:rPr>
          <w:rFonts w:ascii="Times New Roman" w:hAnsi="Times New Roman" w:cs="Times New Roman"/>
          <w:sz w:val="28"/>
          <w:szCs w:val="28"/>
        </w:rPr>
      </w:pPr>
    </w:p>
    <w:p w:rsidR="00773251" w:rsidRPr="00F162DD" w:rsidRDefault="00773251" w:rsidP="008A029B">
      <w:pPr>
        <w:pStyle w:val="ConsPlusNormal0"/>
        <w:ind w:firstLine="0"/>
        <w:jc w:val="center"/>
        <w:rPr>
          <w:rFonts w:ascii="Times New Roman" w:hAnsi="Times New Roman" w:cs="Times New Roman"/>
          <w:sz w:val="28"/>
          <w:szCs w:val="28"/>
        </w:rPr>
      </w:pPr>
    </w:p>
    <w:tbl>
      <w:tblPr>
        <w:tblW w:w="10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060"/>
        <w:gridCol w:w="2413"/>
        <w:gridCol w:w="2070"/>
        <w:gridCol w:w="2948"/>
      </w:tblGrid>
      <w:tr w:rsidR="00773251" w:rsidRPr="00506FE2" w:rsidTr="004B17D4">
        <w:tc>
          <w:tcPr>
            <w:tcW w:w="540" w:type="dxa"/>
          </w:tcPr>
          <w:p w:rsidR="00773251" w:rsidRPr="00506FE2" w:rsidRDefault="00773251" w:rsidP="004B17D4">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 п/п</w:t>
            </w:r>
          </w:p>
        </w:tc>
        <w:tc>
          <w:tcPr>
            <w:tcW w:w="2060" w:type="dxa"/>
          </w:tcPr>
          <w:p w:rsidR="00773251" w:rsidRPr="00506FE2" w:rsidRDefault="00773251" w:rsidP="004B17D4">
            <w:pPr>
              <w:pStyle w:val="ConsPlusNormal0"/>
              <w:ind w:firstLine="0"/>
              <w:jc w:val="center"/>
              <w:rPr>
                <w:rFonts w:ascii="Times New Roman" w:hAnsi="Times New Roman" w:cs="Times New Roman"/>
                <w:sz w:val="24"/>
                <w:szCs w:val="24"/>
              </w:rPr>
            </w:pPr>
            <w:r w:rsidRPr="00506FE2">
              <w:rPr>
                <w:rFonts w:ascii="Times New Roman" w:hAnsi="Times New Roman" w:cs="Times New Roman"/>
                <w:sz w:val="24"/>
                <w:szCs w:val="24"/>
              </w:rPr>
              <w:t>Наименование</w:t>
            </w:r>
          </w:p>
        </w:tc>
        <w:tc>
          <w:tcPr>
            <w:tcW w:w="2413" w:type="dxa"/>
          </w:tcPr>
          <w:p w:rsidR="00773251" w:rsidRPr="00506FE2" w:rsidRDefault="00773251" w:rsidP="004B17D4">
            <w:pPr>
              <w:pStyle w:val="ConsPlusNormal0"/>
              <w:ind w:firstLine="0"/>
              <w:jc w:val="center"/>
              <w:rPr>
                <w:rFonts w:ascii="Times New Roman" w:hAnsi="Times New Roman" w:cs="Times New Roman"/>
                <w:sz w:val="24"/>
                <w:szCs w:val="24"/>
              </w:rPr>
            </w:pPr>
            <w:r w:rsidRPr="00506FE2">
              <w:rPr>
                <w:rFonts w:ascii="Times New Roman" w:hAnsi="Times New Roman" w:cs="Times New Roman"/>
                <w:sz w:val="24"/>
                <w:szCs w:val="24"/>
              </w:rPr>
              <w:t>Место нахождения</w:t>
            </w:r>
          </w:p>
        </w:tc>
        <w:tc>
          <w:tcPr>
            <w:tcW w:w="2070" w:type="dxa"/>
          </w:tcPr>
          <w:p w:rsidR="00773251" w:rsidRPr="00506FE2" w:rsidRDefault="00773251" w:rsidP="004B17D4">
            <w:pPr>
              <w:pStyle w:val="ConsPlusNormal0"/>
              <w:ind w:firstLine="0"/>
              <w:jc w:val="center"/>
              <w:rPr>
                <w:rFonts w:ascii="Times New Roman" w:hAnsi="Times New Roman" w:cs="Times New Roman"/>
                <w:sz w:val="24"/>
                <w:szCs w:val="24"/>
              </w:rPr>
            </w:pPr>
            <w:r w:rsidRPr="00506FE2">
              <w:rPr>
                <w:rFonts w:ascii="Times New Roman" w:hAnsi="Times New Roman" w:cs="Times New Roman"/>
                <w:sz w:val="24"/>
                <w:szCs w:val="24"/>
              </w:rPr>
              <w:t>График работы</w:t>
            </w:r>
          </w:p>
        </w:tc>
        <w:tc>
          <w:tcPr>
            <w:tcW w:w="2948" w:type="dxa"/>
          </w:tcPr>
          <w:p w:rsidR="00773251" w:rsidRPr="00506FE2" w:rsidRDefault="00773251" w:rsidP="004B17D4">
            <w:pPr>
              <w:pStyle w:val="ConsPlusNormal0"/>
              <w:ind w:firstLine="0"/>
              <w:jc w:val="center"/>
              <w:rPr>
                <w:rFonts w:ascii="Times New Roman" w:hAnsi="Times New Roman" w:cs="Times New Roman"/>
                <w:sz w:val="24"/>
                <w:szCs w:val="24"/>
              </w:rPr>
            </w:pPr>
            <w:r w:rsidRPr="00506FE2">
              <w:rPr>
                <w:rFonts w:ascii="Times New Roman" w:hAnsi="Times New Roman" w:cs="Times New Roman"/>
                <w:sz w:val="24"/>
                <w:szCs w:val="24"/>
              </w:rPr>
              <w:t>Справочные телефоны, адрес электронной почты</w:t>
            </w:r>
          </w:p>
        </w:tc>
      </w:tr>
      <w:tr w:rsidR="00773251" w:rsidRPr="009C56E4" w:rsidTr="004B17D4">
        <w:tc>
          <w:tcPr>
            <w:tcW w:w="540" w:type="dxa"/>
          </w:tcPr>
          <w:p w:rsidR="00773251" w:rsidRPr="00506FE2" w:rsidRDefault="00773251" w:rsidP="004B17D4">
            <w:pPr>
              <w:pStyle w:val="ConsPlusNormal0"/>
              <w:ind w:firstLine="0"/>
              <w:jc w:val="center"/>
              <w:rPr>
                <w:rFonts w:ascii="Times New Roman" w:hAnsi="Times New Roman" w:cs="Times New Roman"/>
                <w:sz w:val="24"/>
                <w:szCs w:val="24"/>
              </w:rPr>
            </w:pPr>
            <w:r w:rsidRPr="00506FE2">
              <w:rPr>
                <w:rFonts w:ascii="Times New Roman" w:hAnsi="Times New Roman" w:cs="Times New Roman"/>
                <w:sz w:val="24"/>
                <w:szCs w:val="24"/>
              </w:rPr>
              <w:t>1</w:t>
            </w:r>
          </w:p>
        </w:tc>
        <w:tc>
          <w:tcPr>
            <w:tcW w:w="2060" w:type="dxa"/>
          </w:tcPr>
          <w:p w:rsidR="00773251" w:rsidRPr="00506FE2" w:rsidRDefault="00773251" w:rsidP="004B17D4">
            <w:pPr>
              <w:pStyle w:val="ConsPlusNormal0"/>
              <w:ind w:firstLine="0"/>
              <w:jc w:val="both"/>
              <w:rPr>
                <w:rFonts w:ascii="Times New Roman" w:hAnsi="Times New Roman" w:cs="Times New Roman"/>
                <w:sz w:val="24"/>
                <w:szCs w:val="24"/>
              </w:rPr>
            </w:pPr>
            <w:r w:rsidRPr="00506FE2">
              <w:rPr>
                <w:rFonts w:ascii="Times New Roman" w:hAnsi="Times New Roman" w:cs="Times New Roman"/>
                <w:sz w:val="24"/>
                <w:szCs w:val="24"/>
              </w:rPr>
              <w:t xml:space="preserve">Администрация </w:t>
            </w:r>
            <w:r>
              <w:rPr>
                <w:rFonts w:ascii="Times New Roman" w:hAnsi="Times New Roman" w:cs="Times New Roman"/>
                <w:sz w:val="24"/>
                <w:szCs w:val="24"/>
              </w:rPr>
              <w:t>Легостаевского</w:t>
            </w:r>
            <w:r w:rsidRPr="00506FE2">
              <w:rPr>
                <w:rFonts w:ascii="Times New Roman" w:hAnsi="Times New Roman" w:cs="Times New Roman"/>
                <w:sz w:val="24"/>
                <w:szCs w:val="24"/>
              </w:rPr>
              <w:t xml:space="preserve"> 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области</w:t>
            </w:r>
          </w:p>
        </w:tc>
        <w:tc>
          <w:tcPr>
            <w:tcW w:w="2413" w:type="dxa"/>
          </w:tcPr>
          <w:p w:rsidR="00773251" w:rsidRPr="009C56E4" w:rsidRDefault="00773251" w:rsidP="004B17D4">
            <w:pPr>
              <w:shd w:val="clear" w:color="auto" w:fill="FFFFFF"/>
              <w:tabs>
                <w:tab w:val="left" w:pos="1692"/>
              </w:tabs>
              <w:spacing w:before="7"/>
              <w:jc w:val="both"/>
              <w:rPr>
                <w:color w:val="000000"/>
                <w:lang w:eastAsia="en-US"/>
              </w:rPr>
            </w:pPr>
            <w:r w:rsidRPr="009C56E4">
              <w:rPr>
                <w:color w:val="000000"/>
                <w:lang w:eastAsia="en-US"/>
              </w:rPr>
              <w:t>633222, Новосибирская область, Искитимский район, с. Легостаево, ул. Новый поселок, 1б</w:t>
            </w:r>
          </w:p>
          <w:p w:rsidR="00773251" w:rsidRPr="009C56E4" w:rsidRDefault="00773251" w:rsidP="004B17D4">
            <w:pPr>
              <w:pStyle w:val="ConsPlusNormal0"/>
              <w:ind w:firstLine="0"/>
              <w:jc w:val="both"/>
              <w:rPr>
                <w:rFonts w:ascii="Times New Roman" w:hAnsi="Times New Roman" w:cs="Times New Roman"/>
                <w:sz w:val="24"/>
                <w:szCs w:val="24"/>
              </w:rPr>
            </w:pPr>
            <w:r w:rsidRPr="009C56E4">
              <w:rPr>
                <w:rFonts w:ascii="Times New Roman" w:hAnsi="Times New Roman" w:cs="Times New Roman"/>
                <w:color w:val="000000"/>
                <w:sz w:val="24"/>
                <w:szCs w:val="24"/>
                <w:lang w:eastAsia="en-US"/>
              </w:rPr>
              <w:t xml:space="preserve">адрес сети Интернет: </w:t>
            </w:r>
            <w:hyperlink r:id="rId9" w:history="1">
              <w:r w:rsidRPr="009C56E4">
                <w:rPr>
                  <w:rStyle w:val="Hyperlink"/>
                  <w:rFonts w:ascii="Times New Roman" w:hAnsi="Times New Roman"/>
                  <w:sz w:val="24"/>
                  <w:szCs w:val="24"/>
                  <w:lang w:val="en-US" w:eastAsia="en-US"/>
                </w:rPr>
                <w:t>www</w:t>
              </w:r>
              <w:r w:rsidRPr="009C56E4">
                <w:rPr>
                  <w:rStyle w:val="Hyperlink"/>
                  <w:rFonts w:ascii="Times New Roman" w:hAnsi="Times New Roman"/>
                  <w:sz w:val="24"/>
                  <w:szCs w:val="24"/>
                  <w:lang w:eastAsia="en-US"/>
                </w:rPr>
                <w:t>.</w:t>
              </w:r>
              <w:r w:rsidRPr="009C56E4">
                <w:rPr>
                  <w:rStyle w:val="Hyperlink"/>
                  <w:rFonts w:ascii="Times New Roman" w:hAnsi="Times New Roman"/>
                  <w:sz w:val="24"/>
                  <w:szCs w:val="24"/>
                  <w:lang w:val="en-US" w:eastAsia="ru-RU"/>
                </w:rPr>
                <w:t>legostaevskiy</w:t>
              </w:r>
              <w:r w:rsidRPr="009C56E4">
                <w:rPr>
                  <w:rStyle w:val="Hyperlink"/>
                  <w:rFonts w:ascii="Times New Roman" w:hAnsi="Times New Roman"/>
                  <w:sz w:val="24"/>
                  <w:szCs w:val="24"/>
                  <w:lang w:eastAsia="ru-RU"/>
                </w:rPr>
                <w:t>.</w:t>
              </w:r>
              <w:r w:rsidRPr="009C56E4">
                <w:rPr>
                  <w:rStyle w:val="Hyperlink"/>
                  <w:rFonts w:ascii="Times New Roman" w:hAnsi="Times New Roman"/>
                  <w:sz w:val="24"/>
                  <w:szCs w:val="24"/>
                  <w:lang w:val="en-US" w:eastAsia="ru-RU"/>
                </w:rPr>
                <w:t>ru</w:t>
              </w:r>
            </w:hyperlink>
          </w:p>
        </w:tc>
        <w:tc>
          <w:tcPr>
            <w:tcW w:w="2070" w:type="dxa"/>
          </w:tcPr>
          <w:p w:rsidR="00773251" w:rsidRPr="00062675" w:rsidRDefault="00773251" w:rsidP="004B17D4">
            <w:pPr>
              <w:pStyle w:val="ConsPlusNormal0"/>
              <w:spacing w:line="276" w:lineRule="auto"/>
              <w:ind w:firstLine="0"/>
              <w:jc w:val="both"/>
              <w:rPr>
                <w:rFonts w:ascii="Times New Roman" w:hAnsi="Times New Roman" w:cs="Times New Roman"/>
                <w:sz w:val="24"/>
                <w:szCs w:val="24"/>
              </w:rPr>
            </w:pPr>
            <w:r w:rsidRPr="00062675">
              <w:rPr>
                <w:rFonts w:ascii="Times New Roman" w:hAnsi="Times New Roman" w:cs="Times New Roman"/>
                <w:sz w:val="24"/>
                <w:szCs w:val="24"/>
              </w:rPr>
              <w:t>понедельник-четверг:</w:t>
            </w:r>
          </w:p>
          <w:p w:rsidR="00773251" w:rsidRPr="00062675" w:rsidRDefault="00773251" w:rsidP="004B17D4">
            <w:pPr>
              <w:pStyle w:val="ConsPlusNormal0"/>
              <w:spacing w:line="276" w:lineRule="auto"/>
              <w:ind w:firstLine="0"/>
              <w:jc w:val="both"/>
              <w:rPr>
                <w:rFonts w:ascii="Times New Roman" w:hAnsi="Times New Roman" w:cs="Times New Roman"/>
                <w:sz w:val="24"/>
                <w:szCs w:val="24"/>
              </w:rPr>
            </w:pPr>
            <w:r w:rsidRPr="00062675">
              <w:rPr>
                <w:rFonts w:ascii="Times New Roman" w:hAnsi="Times New Roman" w:cs="Times New Roman"/>
                <w:sz w:val="24"/>
                <w:szCs w:val="24"/>
              </w:rPr>
              <w:t>с 8.00 до 16.00;</w:t>
            </w:r>
          </w:p>
          <w:p w:rsidR="00773251" w:rsidRPr="00062675" w:rsidRDefault="00773251" w:rsidP="004B17D4">
            <w:pPr>
              <w:pStyle w:val="ConsPlusNormal0"/>
              <w:spacing w:line="276" w:lineRule="auto"/>
              <w:ind w:firstLine="0"/>
              <w:jc w:val="both"/>
              <w:rPr>
                <w:rFonts w:ascii="Times New Roman" w:hAnsi="Times New Roman" w:cs="Times New Roman"/>
                <w:sz w:val="24"/>
                <w:szCs w:val="24"/>
              </w:rPr>
            </w:pPr>
            <w:r w:rsidRPr="00062675">
              <w:rPr>
                <w:rFonts w:ascii="Times New Roman" w:hAnsi="Times New Roman" w:cs="Times New Roman"/>
                <w:sz w:val="24"/>
                <w:szCs w:val="24"/>
              </w:rPr>
              <w:t>пятница:</w:t>
            </w:r>
          </w:p>
          <w:p w:rsidR="00773251" w:rsidRPr="00062675" w:rsidRDefault="00773251" w:rsidP="004B17D4">
            <w:pPr>
              <w:pStyle w:val="ConsPlusNormal0"/>
              <w:spacing w:line="276" w:lineRule="auto"/>
              <w:ind w:firstLine="0"/>
              <w:jc w:val="both"/>
              <w:rPr>
                <w:rFonts w:ascii="Times New Roman" w:hAnsi="Times New Roman" w:cs="Times New Roman"/>
                <w:sz w:val="24"/>
                <w:szCs w:val="24"/>
              </w:rPr>
            </w:pPr>
            <w:r w:rsidRPr="00062675">
              <w:rPr>
                <w:rFonts w:ascii="Times New Roman" w:hAnsi="Times New Roman" w:cs="Times New Roman"/>
                <w:sz w:val="24"/>
                <w:szCs w:val="24"/>
              </w:rPr>
              <w:t>с 8.00 до 15.00</w:t>
            </w:r>
          </w:p>
          <w:p w:rsidR="00773251" w:rsidRPr="00062675" w:rsidRDefault="00773251" w:rsidP="004B17D4">
            <w:pPr>
              <w:pStyle w:val="ConsPlusNormal0"/>
              <w:spacing w:line="276" w:lineRule="auto"/>
              <w:ind w:firstLine="0"/>
              <w:jc w:val="both"/>
              <w:rPr>
                <w:rFonts w:ascii="Times New Roman" w:hAnsi="Times New Roman" w:cs="Times New Roman"/>
                <w:sz w:val="24"/>
                <w:szCs w:val="24"/>
              </w:rPr>
            </w:pPr>
            <w:r w:rsidRPr="00062675">
              <w:rPr>
                <w:rFonts w:ascii="Times New Roman" w:hAnsi="Times New Roman" w:cs="Times New Roman"/>
                <w:sz w:val="24"/>
                <w:szCs w:val="24"/>
              </w:rPr>
              <w:t>перерыв на обед:</w:t>
            </w:r>
          </w:p>
          <w:p w:rsidR="00773251" w:rsidRPr="00062675" w:rsidRDefault="00773251" w:rsidP="004B17D4">
            <w:pPr>
              <w:pStyle w:val="ConsPlusNormal0"/>
              <w:spacing w:line="276" w:lineRule="auto"/>
              <w:ind w:firstLine="0"/>
              <w:jc w:val="both"/>
              <w:rPr>
                <w:rFonts w:ascii="Times New Roman" w:hAnsi="Times New Roman" w:cs="Times New Roman"/>
                <w:sz w:val="24"/>
                <w:szCs w:val="24"/>
              </w:rPr>
            </w:pPr>
            <w:r w:rsidRPr="00062675">
              <w:rPr>
                <w:rFonts w:ascii="Times New Roman" w:hAnsi="Times New Roman" w:cs="Times New Roman"/>
                <w:sz w:val="24"/>
                <w:szCs w:val="24"/>
              </w:rPr>
              <w:t>с 13.00 до 13.40</w:t>
            </w:r>
          </w:p>
        </w:tc>
        <w:tc>
          <w:tcPr>
            <w:tcW w:w="2948" w:type="dxa"/>
          </w:tcPr>
          <w:p w:rsidR="00773251" w:rsidRPr="009C56E4" w:rsidRDefault="00773251" w:rsidP="004B17D4">
            <w:pPr>
              <w:pStyle w:val="ConsPlusNormal0"/>
              <w:spacing w:line="276" w:lineRule="auto"/>
              <w:ind w:firstLine="0"/>
              <w:jc w:val="both"/>
              <w:rPr>
                <w:rFonts w:ascii="Times New Roman" w:hAnsi="Times New Roman" w:cs="Times New Roman"/>
                <w:sz w:val="24"/>
                <w:szCs w:val="24"/>
              </w:rPr>
            </w:pPr>
            <w:r w:rsidRPr="009C56E4">
              <w:rPr>
                <w:rFonts w:ascii="Times New Roman" w:hAnsi="Times New Roman" w:cs="Times New Roman"/>
                <w:sz w:val="24"/>
                <w:szCs w:val="24"/>
              </w:rPr>
              <w:t>телефон/факс:</w:t>
            </w:r>
          </w:p>
          <w:p w:rsidR="00773251" w:rsidRDefault="00773251" w:rsidP="004B17D4">
            <w:pPr>
              <w:pStyle w:val="ConsPlusNormal0"/>
              <w:spacing w:line="276" w:lineRule="auto"/>
              <w:ind w:firstLine="0"/>
              <w:jc w:val="both"/>
              <w:rPr>
                <w:rFonts w:ascii="Times New Roman" w:hAnsi="Times New Roman" w:cs="Times New Roman"/>
                <w:sz w:val="24"/>
                <w:szCs w:val="24"/>
              </w:rPr>
            </w:pPr>
            <w:r w:rsidRPr="009C56E4">
              <w:rPr>
                <w:rFonts w:ascii="Times New Roman" w:hAnsi="Times New Roman" w:cs="Times New Roman"/>
                <w:sz w:val="24"/>
                <w:szCs w:val="24"/>
              </w:rPr>
              <w:t>8(38343) 54437</w:t>
            </w:r>
          </w:p>
          <w:p w:rsidR="00773251" w:rsidRPr="009C56E4" w:rsidRDefault="00773251" w:rsidP="004B17D4">
            <w:pPr>
              <w:pStyle w:val="ConsPlusNormal0"/>
              <w:spacing w:line="276" w:lineRule="auto"/>
              <w:ind w:firstLine="0"/>
              <w:jc w:val="both"/>
              <w:rPr>
                <w:rFonts w:ascii="Times New Roman" w:hAnsi="Times New Roman" w:cs="Times New Roman"/>
                <w:sz w:val="24"/>
                <w:szCs w:val="24"/>
              </w:rPr>
            </w:pPr>
            <w:r w:rsidRPr="009C56E4">
              <w:rPr>
                <w:rFonts w:ascii="Times New Roman" w:hAnsi="Times New Roman"/>
                <w:color w:val="000000"/>
                <w:sz w:val="24"/>
                <w:szCs w:val="24"/>
                <w:lang w:eastAsia="en-US"/>
              </w:rPr>
              <w:t xml:space="preserve">адрес электронной почты: </w:t>
            </w:r>
            <w:hyperlink r:id="rId10" w:history="1">
              <w:r w:rsidRPr="009C56E4">
                <w:rPr>
                  <w:rStyle w:val="Hyperlink"/>
                  <w:rFonts w:ascii="Times New Roman" w:hAnsi="Times New Roman"/>
                  <w:sz w:val="24"/>
                  <w:szCs w:val="24"/>
                  <w:lang w:val="en-US"/>
                </w:rPr>
                <w:t>adm</w:t>
              </w:r>
              <w:r w:rsidRPr="009C56E4">
                <w:rPr>
                  <w:rStyle w:val="Hyperlink"/>
                  <w:rFonts w:ascii="Times New Roman" w:hAnsi="Times New Roman"/>
                  <w:sz w:val="24"/>
                  <w:szCs w:val="24"/>
                </w:rPr>
                <w:t>_</w:t>
              </w:r>
              <w:r w:rsidRPr="009C56E4">
                <w:rPr>
                  <w:rStyle w:val="Hyperlink"/>
                  <w:rFonts w:ascii="Times New Roman" w:hAnsi="Times New Roman"/>
                  <w:sz w:val="24"/>
                  <w:szCs w:val="24"/>
                  <w:lang w:val="en-US"/>
                </w:rPr>
                <w:t>legos</w:t>
              </w:r>
              <w:r w:rsidRPr="009C56E4">
                <w:rPr>
                  <w:rStyle w:val="Hyperlink"/>
                  <w:rFonts w:ascii="Times New Roman" w:hAnsi="Times New Roman"/>
                  <w:sz w:val="24"/>
                  <w:szCs w:val="24"/>
                </w:rPr>
                <w:t>@</w:t>
              </w:r>
              <w:r w:rsidRPr="009C56E4">
                <w:rPr>
                  <w:rStyle w:val="Hyperlink"/>
                  <w:rFonts w:ascii="Times New Roman" w:hAnsi="Times New Roman"/>
                  <w:sz w:val="24"/>
                  <w:szCs w:val="24"/>
                  <w:lang w:val="en-US"/>
                </w:rPr>
                <w:t>sibmail</w:t>
              </w:r>
              <w:r w:rsidRPr="009C56E4">
                <w:rPr>
                  <w:rStyle w:val="Hyperlink"/>
                  <w:rFonts w:ascii="Times New Roman" w:hAnsi="Times New Roman"/>
                  <w:sz w:val="24"/>
                  <w:szCs w:val="24"/>
                </w:rPr>
                <w:t>.</w:t>
              </w:r>
              <w:r w:rsidRPr="009C56E4">
                <w:rPr>
                  <w:rStyle w:val="Hyperlink"/>
                  <w:rFonts w:ascii="Times New Roman" w:hAnsi="Times New Roman"/>
                  <w:sz w:val="24"/>
                  <w:szCs w:val="24"/>
                  <w:lang w:val="en-US"/>
                </w:rPr>
                <w:t>ru</w:t>
              </w:r>
            </w:hyperlink>
          </w:p>
        </w:tc>
      </w:tr>
    </w:tbl>
    <w:p w:rsidR="00773251" w:rsidRDefault="00773251" w:rsidP="008A029B">
      <w:pPr>
        <w:pStyle w:val="ConsPlusNormal0"/>
        <w:ind w:firstLine="0"/>
        <w:rPr>
          <w:rFonts w:ascii="Times New Roman" w:hAnsi="Times New Roman" w:cs="Times New Roman"/>
          <w:sz w:val="28"/>
          <w:szCs w:val="28"/>
        </w:rPr>
      </w:pPr>
    </w:p>
    <w:p w:rsidR="00773251" w:rsidRPr="00506FE2" w:rsidRDefault="00773251" w:rsidP="00453396">
      <w:pPr>
        <w:pStyle w:val="ConsPlusNormal0"/>
        <w:ind w:left="6237" w:firstLine="0"/>
        <w:jc w:val="both"/>
        <w:rPr>
          <w:rFonts w:ascii="Times New Roman" w:hAnsi="Times New Roman" w:cs="Times New Roman"/>
          <w:sz w:val="24"/>
          <w:szCs w:val="24"/>
        </w:rPr>
      </w:pPr>
      <w:r>
        <w:rPr>
          <w:rFonts w:ascii="Times New Roman" w:hAnsi="Times New Roman" w:cs="Times New Roman"/>
          <w:sz w:val="28"/>
          <w:szCs w:val="28"/>
        </w:rPr>
        <w:br w:type="page"/>
      </w:r>
      <w:r w:rsidRPr="00506FE2">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773251" w:rsidRPr="00F162DD" w:rsidRDefault="00773251" w:rsidP="00453396">
      <w:pPr>
        <w:pStyle w:val="ConsPlusNormal0"/>
        <w:ind w:left="6237" w:firstLine="0"/>
        <w:rPr>
          <w:rFonts w:ascii="Times New Roman" w:hAnsi="Times New Roman" w:cs="Times New Roman"/>
          <w:sz w:val="28"/>
          <w:szCs w:val="28"/>
        </w:rPr>
      </w:pPr>
      <w:r w:rsidRPr="00506FE2">
        <w:rPr>
          <w:rFonts w:ascii="Times New Roman" w:hAnsi="Times New Roman" w:cs="Times New Roman"/>
          <w:sz w:val="24"/>
          <w:szCs w:val="24"/>
        </w:rPr>
        <w:t xml:space="preserve">к административному регламенту осуществления муниципального </w:t>
      </w:r>
      <w:r>
        <w:rPr>
          <w:rFonts w:ascii="Times New Roman" w:hAnsi="Times New Roman" w:cs="Times New Roman"/>
          <w:sz w:val="24"/>
          <w:szCs w:val="24"/>
        </w:rPr>
        <w:t>жилищного</w:t>
      </w:r>
      <w:r w:rsidRPr="00506FE2">
        <w:rPr>
          <w:rFonts w:ascii="Times New Roman" w:hAnsi="Times New Roman" w:cs="Times New Roman"/>
          <w:sz w:val="24"/>
          <w:szCs w:val="24"/>
        </w:rPr>
        <w:t xml:space="preserve"> контроля на территории </w:t>
      </w:r>
      <w:r>
        <w:rPr>
          <w:rFonts w:ascii="Times New Roman" w:hAnsi="Times New Roman" w:cs="Times New Roman"/>
          <w:sz w:val="24"/>
          <w:szCs w:val="24"/>
        </w:rPr>
        <w:t>Легостаевского</w:t>
      </w:r>
      <w:r w:rsidRPr="00506FE2">
        <w:rPr>
          <w:rFonts w:ascii="Times New Roman" w:hAnsi="Times New Roman" w:cs="Times New Roman"/>
          <w:sz w:val="24"/>
          <w:szCs w:val="24"/>
        </w:rPr>
        <w:t xml:space="preserve"> 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w:t>
      </w:r>
      <w:r>
        <w:rPr>
          <w:rFonts w:ascii="Times New Roman" w:hAnsi="Times New Roman" w:cs="Times New Roman"/>
          <w:sz w:val="24"/>
          <w:szCs w:val="24"/>
        </w:rPr>
        <w:t>и</w:t>
      </w:r>
    </w:p>
    <w:p w:rsidR="00773251" w:rsidRPr="00F162DD" w:rsidRDefault="00773251" w:rsidP="008A029B">
      <w:pPr>
        <w:pStyle w:val="ConsPlusNormal0"/>
        <w:ind w:left="6160" w:firstLine="0"/>
        <w:jc w:val="both"/>
        <w:rPr>
          <w:rFonts w:ascii="Times New Roman" w:hAnsi="Times New Roman" w:cs="Times New Roman"/>
          <w:sz w:val="28"/>
          <w:szCs w:val="28"/>
        </w:rPr>
      </w:pPr>
    </w:p>
    <w:p w:rsidR="00773251" w:rsidRPr="00F162DD" w:rsidRDefault="00773251" w:rsidP="008A029B">
      <w:pPr>
        <w:autoSpaceDE w:val="0"/>
        <w:autoSpaceDN w:val="0"/>
        <w:adjustRightInd w:val="0"/>
        <w:jc w:val="center"/>
        <w:rPr>
          <w:sz w:val="28"/>
          <w:szCs w:val="28"/>
        </w:rPr>
      </w:pPr>
      <w:r w:rsidRPr="00F162DD">
        <w:rPr>
          <w:sz w:val="28"/>
          <w:szCs w:val="28"/>
        </w:rPr>
        <w:t>БЛОК-СХЕМА</w:t>
      </w:r>
    </w:p>
    <w:p w:rsidR="00773251" w:rsidRPr="00F162DD" w:rsidRDefault="00773251" w:rsidP="008A029B">
      <w:pPr>
        <w:autoSpaceDE w:val="0"/>
        <w:autoSpaceDN w:val="0"/>
        <w:adjustRightInd w:val="0"/>
        <w:jc w:val="center"/>
        <w:rPr>
          <w:sz w:val="28"/>
          <w:szCs w:val="28"/>
        </w:rPr>
      </w:pPr>
      <w:r w:rsidRPr="00F162DD">
        <w:rPr>
          <w:sz w:val="28"/>
          <w:szCs w:val="28"/>
        </w:rPr>
        <w:t>последовательности административных</w:t>
      </w:r>
    </w:p>
    <w:p w:rsidR="00773251" w:rsidRPr="00F162DD" w:rsidRDefault="00773251" w:rsidP="008A029B">
      <w:pPr>
        <w:autoSpaceDE w:val="0"/>
        <w:autoSpaceDN w:val="0"/>
        <w:adjustRightInd w:val="0"/>
        <w:jc w:val="center"/>
        <w:rPr>
          <w:sz w:val="28"/>
          <w:szCs w:val="28"/>
        </w:rPr>
      </w:pPr>
      <w:r w:rsidRPr="00F162DD">
        <w:rPr>
          <w:sz w:val="28"/>
          <w:szCs w:val="28"/>
        </w:rPr>
        <w:t>процедур проведения проверок</w:t>
      </w:r>
    </w:p>
    <w:p w:rsidR="00773251" w:rsidRPr="00F162DD" w:rsidRDefault="00773251" w:rsidP="008A029B">
      <w:pPr>
        <w:autoSpaceDE w:val="0"/>
        <w:autoSpaceDN w:val="0"/>
        <w:adjustRightInd w:val="0"/>
        <w:ind w:firstLine="540"/>
        <w:jc w:val="both"/>
        <w:rPr>
          <w:sz w:val="28"/>
          <w:szCs w:val="28"/>
        </w:rPr>
      </w:pPr>
    </w:p>
    <w:p w:rsidR="00773251" w:rsidRPr="00F162DD" w:rsidRDefault="00773251" w:rsidP="008A029B">
      <w:pPr>
        <w:autoSpaceDE w:val="0"/>
        <w:autoSpaceDN w:val="0"/>
        <w:adjustRightInd w:val="0"/>
        <w:jc w:val="center"/>
        <w:rPr>
          <w:sz w:val="28"/>
          <w:szCs w:val="28"/>
        </w:rPr>
      </w:pPr>
      <w:r>
        <w:rPr>
          <w:noProof/>
        </w:rPr>
      </w:r>
      <w:r w:rsidRPr="004D207D">
        <w:rPr>
          <w:sz w:val="28"/>
          <w:szCs w:val="28"/>
        </w:rPr>
        <w:pict>
          <v:group id="_x0000_s1026" editas="canvas" style="width:495pt;height:486pt;mso-position-horizontal-relative:char;mso-position-vertical-relative:line" coordorigin="2201,5699" coordsize="7200,706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01;top:5699;width:7200;height:7069" o:preferrelative="f">
              <v:fill o:detectmouseclick="t"/>
              <v:path o:extrusionok="t" o:connecttype="none"/>
            </v:shape>
            <v:roundrect id="_x0000_s1028" style="position:absolute;left:3903;top:5699;width:3142;height:393" arcsize="10923f">
              <v:textbox style="mso-next-textbox:#_x0000_s1028">
                <w:txbxContent>
                  <w:p w:rsidR="00773251" w:rsidRPr="00220DA8" w:rsidRDefault="00773251" w:rsidP="008A029B">
                    <w:pPr>
                      <w:jc w:val="center"/>
                      <w:rPr>
                        <w:sz w:val="20"/>
                        <w:szCs w:val="20"/>
                      </w:rPr>
                    </w:pPr>
                    <w:r w:rsidRPr="00220DA8">
                      <w:rPr>
                        <w:sz w:val="20"/>
                        <w:szCs w:val="20"/>
                      </w:rPr>
                      <w:t>Принятие решения о проведении проверки</w:t>
                    </w:r>
                  </w:p>
                </w:txbxContent>
              </v:textbox>
            </v:roundrect>
            <v:line id="_x0000_s1029" style="position:absolute" from="4819,6092" to="4820,6615"/>
            <v:line id="_x0000_s1030" style="position:absolute;flip:x" from="3641,6615" to="4819,6616"/>
            <v:line id="_x0000_s1031" style="position:absolute" from="6390,6092" to="6391,6615"/>
            <v:line id="_x0000_s1032" style="position:absolute" from="3641,6615" to="3642,6877">
              <v:stroke endarrow="block"/>
            </v:line>
            <v:rect id="_x0000_s1033" style="position:absolute;left:2371;top:6877;width:2783;height:524">
              <v:textbox style="mso-next-textbox:#_x0000_s1033">
                <w:txbxContent>
                  <w:p w:rsidR="00773251" w:rsidRPr="00220DA8" w:rsidRDefault="00773251" w:rsidP="008A029B">
                    <w:pPr>
                      <w:jc w:val="center"/>
                      <w:rPr>
                        <w:sz w:val="20"/>
                        <w:szCs w:val="20"/>
                      </w:rPr>
                    </w:pPr>
                    <w:r w:rsidRPr="00220DA8">
                      <w:rPr>
                        <w:sz w:val="20"/>
                        <w:szCs w:val="20"/>
                      </w:rPr>
                      <w:t>Распоряжение главы МО</w:t>
                    </w:r>
                  </w:p>
                  <w:p w:rsidR="00773251" w:rsidRPr="00220DA8" w:rsidRDefault="00773251" w:rsidP="008A029B">
                    <w:pPr>
                      <w:jc w:val="center"/>
                      <w:rPr>
                        <w:sz w:val="20"/>
                        <w:szCs w:val="20"/>
                      </w:rPr>
                    </w:pPr>
                    <w:r w:rsidRPr="00220DA8">
                      <w:rPr>
                        <w:sz w:val="20"/>
                        <w:szCs w:val="20"/>
                      </w:rPr>
                      <w:t>о проведении плановой проверки</w:t>
                    </w:r>
                  </w:p>
                </w:txbxContent>
              </v:textbox>
            </v:rect>
            <v:rect id="_x0000_s1034" style="position:absolute;left:6069;top:6877;width:2677;height:524">
              <v:textbox style="mso-next-textbox:#_x0000_s1034">
                <w:txbxContent>
                  <w:p w:rsidR="00773251" w:rsidRPr="00220DA8" w:rsidRDefault="00773251" w:rsidP="008A029B">
                    <w:pPr>
                      <w:jc w:val="center"/>
                      <w:rPr>
                        <w:sz w:val="20"/>
                        <w:szCs w:val="20"/>
                      </w:rPr>
                    </w:pPr>
                    <w:r w:rsidRPr="00220DA8">
                      <w:rPr>
                        <w:sz w:val="20"/>
                        <w:szCs w:val="20"/>
                      </w:rPr>
                      <w:t>Распоряжение главы МО</w:t>
                    </w:r>
                  </w:p>
                  <w:p w:rsidR="00773251" w:rsidRPr="00220DA8" w:rsidRDefault="00773251" w:rsidP="008A029B">
                    <w:pPr>
                      <w:jc w:val="center"/>
                      <w:rPr>
                        <w:sz w:val="20"/>
                        <w:szCs w:val="20"/>
                      </w:rPr>
                    </w:pPr>
                    <w:r w:rsidRPr="00220DA8">
                      <w:rPr>
                        <w:sz w:val="20"/>
                        <w:szCs w:val="20"/>
                      </w:rPr>
                      <w:t>о проведении внеплановой проверки</w:t>
                    </w:r>
                  </w:p>
                </w:txbxContent>
              </v:textbox>
            </v:rect>
            <v:rect id="_x0000_s1035" style="position:absolute;left:4557;top:8710;width:2226;height:393">
              <v:textbox style="mso-next-textbox:#_x0000_s1035">
                <w:txbxContent>
                  <w:p w:rsidR="00773251" w:rsidRPr="00220DA8" w:rsidRDefault="00773251" w:rsidP="008A029B">
                    <w:pPr>
                      <w:jc w:val="center"/>
                      <w:rPr>
                        <w:sz w:val="20"/>
                        <w:szCs w:val="20"/>
                      </w:rPr>
                    </w:pPr>
                    <w:r w:rsidRPr="00220DA8">
                      <w:rPr>
                        <w:sz w:val="20"/>
                        <w:szCs w:val="20"/>
                      </w:rPr>
                      <w:t>Проведение проверки</w:t>
                    </w:r>
                  </w:p>
                </w:txbxContent>
              </v:textbox>
            </v:rect>
            <v:shapetype id="_x0000_t4" coordsize="21600,21600" o:spt="4" path="m10800,l,10800,10800,21600,21600,10800xe">
              <v:stroke joinstyle="miter"/>
              <v:path gradientshapeok="t" o:connecttype="rect" textboxrect="5400,5400,16200,16200"/>
            </v:shapetype>
            <v:shape id="_x0000_s1036" type="#_x0000_t4" style="position:absolute;left:4426;top:9364;width:2360;height:786">
              <v:textbox style="mso-next-textbox:#_x0000_s1036">
                <w:txbxContent>
                  <w:p w:rsidR="00773251" w:rsidRPr="00A33839" w:rsidRDefault="00773251" w:rsidP="008A029B">
                    <w:pPr>
                      <w:jc w:val="center"/>
                      <w:rPr>
                        <w:sz w:val="20"/>
                        <w:szCs w:val="20"/>
                      </w:rPr>
                    </w:pPr>
                    <w:r w:rsidRPr="00A33839">
                      <w:rPr>
                        <w:sz w:val="20"/>
                        <w:szCs w:val="20"/>
                      </w:rPr>
                      <w:t>Выявление нарушений</w:t>
                    </w:r>
                  </w:p>
                </w:txbxContent>
              </v:textbox>
            </v:shape>
            <v:rect id="_x0000_s1037" style="position:absolute;left:3248;top:10412;width:1702;height:392">
              <v:textbox style="mso-next-textbox:#_x0000_s1037">
                <w:txbxContent>
                  <w:p w:rsidR="00773251" w:rsidRPr="00A33839" w:rsidRDefault="00773251" w:rsidP="008A029B">
                    <w:pPr>
                      <w:jc w:val="center"/>
                      <w:rPr>
                        <w:sz w:val="20"/>
                        <w:szCs w:val="20"/>
                      </w:rPr>
                    </w:pPr>
                    <w:r w:rsidRPr="00A33839">
                      <w:rPr>
                        <w:sz w:val="20"/>
                        <w:szCs w:val="20"/>
                      </w:rPr>
                      <w:t>Составление акта</w:t>
                    </w:r>
                  </w:p>
                </w:txbxContent>
              </v:textbox>
            </v:rect>
            <v:roundrect id="_x0000_s1038" style="position:absolute;left:3080;top:11328;width:2128;height:860" arcsize="10923f">
              <v:textbox style="mso-next-textbox:#_x0000_s1038">
                <w:txbxContent>
                  <w:p w:rsidR="00773251" w:rsidRPr="00A33839" w:rsidRDefault="00773251" w:rsidP="008A029B">
                    <w:pPr>
                      <w:jc w:val="center"/>
                      <w:rPr>
                        <w:sz w:val="20"/>
                        <w:szCs w:val="20"/>
                      </w:rPr>
                    </w:pPr>
                    <w:r w:rsidRPr="00A33839">
                      <w:rPr>
                        <w:sz w:val="20"/>
                        <w:szCs w:val="20"/>
                      </w:rPr>
                      <w:t>Принятие мер при выявлении нарушений в деятельности субъекта проверки</w:t>
                    </w:r>
                  </w:p>
                </w:txbxContent>
              </v:textbox>
            </v:roundrect>
            <v:shape id="_x0000_s1039" type="#_x0000_t4" style="position:absolute;left:6390;top:7663;width:2095;height:1111">
              <v:textbox style="mso-next-textbox:#_x0000_s1039">
                <w:txbxContent>
                  <w:p w:rsidR="00773251" w:rsidRPr="00220DA8" w:rsidRDefault="00773251" w:rsidP="008A029B">
                    <w:pPr>
                      <w:jc w:val="center"/>
                      <w:rPr>
                        <w:sz w:val="20"/>
                        <w:szCs w:val="20"/>
                      </w:rPr>
                    </w:pPr>
                    <w:r w:rsidRPr="00220DA8">
                      <w:rPr>
                        <w:sz w:val="20"/>
                        <w:szCs w:val="20"/>
                      </w:rPr>
                      <w:t xml:space="preserve">Согласование </w:t>
                    </w:r>
                  </w:p>
                  <w:p w:rsidR="00773251" w:rsidRPr="00220DA8" w:rsidRDefault="00773251" w:rsidP="008A029B">
                    <w:pPr>
                      <w:jc w:val="center"/>
                      <w:rPr>
                        <w:sz w:val="20"/>
                        <w:szCs w:val="20"/>
                      </w:rPr>
                    </w:pPr>
                    <w:r w:rsidRPr="00220DA8">
                      <w:rPr>
                        <w:sz w:val="20"/>
                        <w:szCs w:val="20"/>
                      </w:rPr>
                      <w:t>с органом прокуратуры</w:t>
                    </w:r>
                  </w:p>
                </w:txbxContent>
              </v:textbox>
            </v:shape>
            <v:roundrect id="_x0000_s1040" style="position:absolute;left:6201;top:10317;width:1833;height:392" arcsize="12767f">
              <v:textbox style="mso-next-textbox:#_x0000_s1040">
                <w:txbxContent>
                  <w:p w:rsidR="00773251" w:rsidRPr="00A33839" w:rsidRDefault="00773251" w:rsidP="008A029B">
                    <w:pPr>
                      <w:jc w:val="center"/>
                      <w:rPr>
                        <w:sz w:val="20"/>
                        <w:szCs w:val="20"/>
                      </w:rPr>
                    </w:pPr>
                    <w:r w:rsidRPr="00A33839">
                      <w:rPr>
                        <w:sz w:val="20"/>
                        <w:szCs w:val="20"/>
                      </w:rPr>
                      <w:t>Составление акта</w:t>
                    </w:r>
                  </w:p>
                </w:txbxContent>
              </v:textbox>
            </v:roundrect>
            <v:roundrect id="_x0000_s1041" style="position:absolute;left:7437;top:8841;width:1833;height:1309" arcsize="10923f">
              <v:textbox style="mso-next-textbox:#_x0000_s1041">
                <w:txbxContent>
                  <w:p w:rsidR="00773251" w:rsidRPr="00220DA8" w:rsidRDefault="00773251" w:rsidP="008A029B">
                    <w:pPr>
                      <w:jc w:val="center"/>
                      <w:rPr>
                        <w:sz w:val="20"/>
                        <w:szCs w:val="20"/>
                      </w:rPr>
                    </w:pPr>
                    <w:r w:rsidRPr="00220DA8">
                      <w:rPr>
                        <w:sz w:val="20"/>
                        <w:szCs w:val="20"/>
                      </w:rPr>
                      <w:t>Подготовка распоряжения главы МО об отмене распоряжения о проведении внеплановой проверки</w:t>
                    </w:r>
                  </w:p>
                </w:txbxContent>
              </v:textbox>
            </v:roundrect>
            <v:line id="_x0000_s1042" style="position:absolute" from="6390,6615" to="7437,6615"/>
            <v:line id="_x0000_s1043" style="position:absolute" from="7437,6615" to="7437,6877">
              <v:stroke endarrow="block"/>
            </v:line>
            <v:line id="_x0000_s1044" style="position:absolute" from="3641,7401" to="3641,8841"/>
            <v:line id="_x0000_s1045" style="position:absolute" from="5605,8186" to="5605,8710">
              <v:stroke endarrow="block"/>
            </v:line>
            <v:line id="_x0000_s1046" style="position:absolute" from="8746,8186" to="8746,8841">
              <v:stroke endarrow="block"/>
            </v:line>
            <v:line id="_x0000_s1047" style="position:absolute" from="7437,7401" to="7437,7663">
              <v:stroke endarrow="block"/>
            </v:line>
            <v:line id="_x0000_s1048" style="position:absolute;flip:x" from="5605,8186" to="6390,8186"/>
            <v:line id="_x0000_s1049" style="position:absolute" from="8485,8186" to="8746,8186"/>
            <v:line id="_x0000_s1050" style="position:absolute" from="3641,8841" to="4557,8841">
              <v:stroke endarrow="block"/>
            </v:line>
            <v:line id="_x0000_s1051" style="position:absolute" from="5605,9103" to="5605,9364">
              <v:stroke endarrow="block"/>
            </v:line>
            <v:line id="_x0000_s1052" style="position:absolute" from="6783,9757" to="7176,9757"/>
            <v:line id="_x0000_s1053" style="position:absolute;flip:x" from="4034,9757" to="4426,9757"/>
            <v:line id="_x0000_s1054" style="position:absolute" from="4034,9757" to="4034,10412">
              <v:stroke endarrow="block"/>
            </v:line>
            <v:line id="_x0000_s1055" style="position:absolute" from="4034,10804" to="4034,11328">
              <v:stroke endarrow="block"/>
            </v:line>
            <v:shapetype id="_x0000_t202" coordsize="21600,21600" o:spt="202" path="m,l,21600r21600,l21600,xe">
              <v:stroke joinstyle="miter"/>
              <v:path gradientshapeok="t" o:connecttype="rect"/>
            </v:shapetype>
            <v:shape id="_x0000_s1056" type="#_x0000_t202" style="position:absolute;left:5517;top:7794;width:611;height:262" strokecolor="white">
              <v:textbox style="mso-next-textbox:#_x0000_s1056">
                <w:txbxContent>
                  <w:p w:rsidR="00773251" w:rsidRPr="00901DEC" w:rsidRDefault="00773251" w:rsidP="008A029B">
                    <w:pPr>
                      <w:jc w:val="center"/>
                      <w:rPr>
                        <w:color w:val="000000"/>
                        <w:sz w:val="20"/>
                        <w:szCs w:val="20"/>
                      </w:rPr>
                    </w:pPr>
                    <w:r w:rsidRPr="00901DEC">
                      <w:rPr>
                        <w:color w:val="000000"/>
                        <w:sz w:val="20"/>
                        <w:szCs w:val="20"/>
                      </w:rPr>
                      <w:t>да</w:t>
                    </w:r>
                  </w:p>
                </w:txbxContent>
              </v:textbox>
            </v:shape>
            <v:shape id="_x0000_s1057" type="#_x0000_t202" style="position:absolute;left:8485;top:7822;width:436;height:262" strokecolor="white">
              <v:textbox style="mso-next-textbox:#_x0000_s1057">
                <w:txbxContent>
                  <w:p w:rsidR="00773251" w:rsidRPr="00901DEC" w:rsidRDefault="00773251" w:rsidP="008A029B">
                    <w:pPr>
                      <w:rPr>
                        <w:sz w:val="20"/>
                        <w:szCs w:val="20"/>
                      </w:rPr>
                    </w:pPr>
                    <w:r w:rsidRPr="00901DEC">
                      <w:rPr>
                        <w:sz w:val="20"/>
                        <w:szCs w:val="20"/>
                      </w:rPr>
                      <w:t>нет</w:t>
                    </w:r>
                  </w:p>
                </w:txbxContent>
              </v:textbox>
            </v:shape>
            <v:shape id="_x0000_s1058" type="#_x0000_t202" style="position:absolute;left:3848;top:9428;width:523;height:261" strokecolor="white">
              <v:textbox style="mso-next-textbox:#_x0000_s1058">
                <w:txbxContent>
                  <w:p w:rsidR="00773251" w:rsidRPr="00901DEC" w:rsidRDefault="00773251" w:rsidP="008A029B">
                    <w:pPr>
                      <w:jc w:val="center"/>
                      <w:rPr>
                        <w:sz w:val="20"/>
                        <w:szCs w:val="20"/>
                      </w:rPr>
                    </w:pPr>
                    <w:r w:rsidRPr="00901DEC">
                      <w:rPr>
                        <w:sz w:val="20"/>
                        <w:szCs w:val="20"/>
                      </w:rPr>
                      <w:t>да</w:t>
                    </w:r>
                  </w:p>
                </w:txbxContent>
              </v:textbox>
            </v:shape>
            <v:shape id="_x0000_s1059" type="#_x0000_t202" style="position:absolute;left:6913;top:9428;width:439;height:261" strokecolor="white">
              <v:textbox style="mso-next-textbox:#_x0000_s1059">
                <w:txbxContent>
                  <w:p w:rsidR="00773251" w:rsidRPr="00901DEC" w:rsidRDefault="00773251" w:rsidP="008A029B">
                    <w:pPr>
                      <w:jc w:val="center"/>
                      <w:rPr>
                        <w:sz w:val="20"/>
                        <w:szCs w:val="20"/>
                      </w:rPr>
                    </w:pPr>
                    <w:r w:rsidRPr="00901DEC">
                      <w:rPr>
                        <w:sz w:val="20"/>
                        <w:szCs w:val="20"/>
                      </w:rPr>
                      <w:t>нет</w:t>
                    </w:r>
                  </w:p>
                </w:txbxContent>
              </v:textbox>
            </v:shape>
            <v:shapetype id="_x0000_t32" coordsize="21600,21600" o:spt="32" o:oned="t" path="m,l21600,21600e" filled="f">
              <v:path arrowok="t" fillok="f" o:connecttype="none"/>
              <o:lock v:ext="edit" shapetype="t"/>
            </v:shapetype>
            <v:shape id="_x0000_s1060" type="#_x0000_t32" style="position:absolute;left:7176;top:9757;width:0;height:560" o:connectortype="straight">
              <v:stroke endarrow="block"/>
            </v:shape>
            <w10:anchorlock/>
          </v:group>
        </w:pict>
      </w:r>
    </w:p>
    <w:p w:rsidR="00773251" w:rsidRPr="00506FE2" w:rsidRDefault="00773251" w:rsidP="008A029B">
      <w:pPr>
        <w:pStyle w:val="ConsPlusNormal0"/>
        <w:ind w:left="6096" w:firstLine="0"/>
        <w:rPr>
          <w:rFonts w:ascii="Times New Roman" w:hAnsi="Times New Roman" w:cs="Times New Roman"/>
          <w:sz w:val="24"/>
          <w:szCs w:val="24"/>
        </w:rPr>
      </w:pPr>
      <w:r>
        <w:rPr>
          <w:rFonts w:ascii="Times New Roman" w:hAnsi="Times New Roman" w:cs="Times New Roman"/>
          <w:sz w:val="28"/>
          <w:szCs w:val="28"/>
        </w:rPr>
        <w:br w:type="page"/>
      </w:r>
      <w:r w:rsidRPr="00506FE2">
        <w:rPr>
          <w:rFonts w:ascii="Times New Roman" w:hAnsi="Times New Roman" w:cs="Times New Roman"/>
          <w:sz w:val="24"/>
          <w:szCs w:val="24"/>
        </w:rPr>
        <w:t xml:space="preserve">Приложение </w:t>
      </w:r>
      <w:r>
        <w:rPr>
          <w:rFonts w:ascii="Times New Roman" w:hAnsi="Times New Roman" w:cs="Times New Roman"/>
          <w:sz w:val="24"/>
          <w:szCs w:val="24"/>
        </w:rPr>
        <w:t>№3</w:t>
      </w:r>
    </w:p>
    <w:p w:rsidR="00773251" w:rsidRPr="00F162DD" w:rsidRDefault="00773251" w:rsidP="008A029B">
      <w:pPr>
        <w:pStyle w:val="ConsPlusNormal0"/>
        <w:ind w:left="6096" w:right="-305" w:firstLine="0"/>
        <w:rPr>
          <w:rFonts w:ascii="Times New Roman" w:hAnsi="Times New Roman" w:cs="Times New Roman"/>
          <w:sz w:val="28"/>
          <w:szCs w:val="28"/>
        </w:rPr>
      </w:pPr>
      <w:r w:rsidRPr="00506FE2">
        <w:rPr>
          <w:rFonts w:ascii="Times New Roman" w:hAnsi="Times New Roman" w:cs="Times New Roman"/>
          <w:sz w:val="24"/>
          <w:szCs w:val="24"/>
        </w:rPr>
        <w:t xml:space="preserve">к административному регламенту осуществления муниципального </w:t>
      </w:r>
      <w:r>
        <w:rPr>
          <w:rFonts w:ascii="Times New Roman" w:hAnsi="Times New Roman" w:cs="Times New Roman"/>
          <w:sz w:val="24"/>
          <w:szCs w:val="24"/>
        </w:rPr>
        <w:t>жилищного</w:t>
      </w:r>
      <w:r w:rsidRPr="00506FE2">
        <w:rPr>
          <w:rFonts w:ascii="Times New Roman" w:hAnsi="Times New Roman" w:cs="Times New Roman"/>
          <w:sz w:val="24"/>
          <w:szCs w:val="24"/>
        </w:rPr>
        <w:t xml:space="preserve"> контроля на территории </w:t>
      </w:r>
      <w:r>
        <w:rPr>
          <w:rFonts w:ascii="Times New Roman" w:hAnsi="Times New Roman" w:cs="Times New Roman"/>
          <w:sz w:val="24"/>
          <w:szCs w:val="24"/>
        </w:rPr>
        <w:t xml:space="preserve">Легостаевского </w:t>
      </w:r>
      <w:r w:rsidRPr="00506FE2">
        <w:rPr>
          <w:rFonts w:ascii="Times New Roman" w:hAnsi="Times New Roman" w:cs="Times New Roman"/>
          <w:sz w:val="24"/>
          <w:szCs w:val="24"/>
        </w:rPr>
        <w:t xml:space="preserve">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w:t>
      </w:r>
      <w:r>
        <w:rPr>
          <w:rFonts w:ascii="Times New Roman" w:hAnsi="Times New Roman" w:cs="Times New Roman"/>
          <w:sz w:val="24"/>
          <w:szCs w:val="24"/>
        </w:rPr>
        <w:t>и</w:t>
      </w:r>
    </w:p>
    <w:p w:rsidR="00773251" w:rsidRPr="00F162DD" w:rsidRDefault="00773251" w:rsidP="008A029B">
      <w:pPr>
        <w:autoSpaceDE w:val="0"/>
        <w:autoSpaceDN w:val="0"/>
        <w:adjustRightInd w:val="0"/>
        <w:ind w:right="-305"/>
        <w:jc w:val="right"/>
        <w:rPr>
          <w:sz w:val="28"/>
          <w:szCs w:val="28"/>
        </w:rPr>
      </w:pPr>
    </w:p>
    <w:p w:rsidR="00773251" w:rsidRPr="00F162DD" w:rsidRDefault="00773251" w:rsidP="008A029B">
      <w:pPr>
        <w:autoSpaceDE w:val="0"/>
        <w:autoSpaceDN w:val="0"/>
        <w:adjustRightInd w:val="0"/>
        <w:ind w:right="-305"/>
        <w:jc w:val="center"/>
        <w:rPr>
          <w:sz w:val="28"/>
          <w:szCs w:val="28"/>
        </w:rPr>
      </w:pPr>
    </w:p>
    <w:p w:rsidR="00773251" w:rsidRPr="00393CD4" w:rsidRDefault="00773251" w:rsidP="008A029B">
      <w:pPr>
        <w:pStyle w:val="ConsPlusNonformat"/>
        <w:ind w:right="-305"/>
        <w:jc w:val="center"/>
        <w:rPr>
          <w:sz w:val="24"/>
          <w:szCs w:val="28"/>
        </w:rPr>
      </w:pPr>
      <w:r>
        <w:rPr>
          <w:sz w:val="24"/>
          <w:szCs w:val="28"/>
        </w:rPr>
        <w:t>_____________________________________________________________________</w:t>
      </w:r>
      <w:r w:rsidRPr="00393CD4">
        <w:rPr>
          <w:sz w:val="24"/>
          <w:szCs w:val="28"/>
        </w:rPr>
        <w:t xml:space="preserve"> (наименование органа государственного контроля (надзора)</w:t>
      </w:r>
    </w:p>
    <w:p w:rsidR="00773251" w:rsidRPr="00393CD4" w:rsidRDefault="00773251" w:rsidP="008A029B">
      <w:pPr>
        <w:pStyle w:val="ConsPlusNonformat"/>
        <w:ind w:right="-305"/>
        <w:jc w:val="center"/>
        <w:rPr>
          <w:sz w:val="24"/>
          <w:szCs w:val="28"/>
        </w:rPr>
      </w:pPr>
      <w:r w:rsidRPr="00393CD4">
        <w:rPr>
          <w:sz w:val="24"/>
          <w:szCs w:val="28"/>
        </w:rPr>
        <w:t>или органа муниципального контроля)</w:t>
      </w:r>
    </w:p>
    <w:p w:rsidR="00773251" w:rsidRPr="00F162DD" w:rsidRDefault="00773251" w:rsidP="008A029B">
      <w:pPr>
        <w:pStyle w:val="ConsPlusNonformat"/>
        <w:ind w:right="-305"/>
        <w:outlineLvl w:val="0"/>
        <w:rPr>
          <w:sz w:val="28"/>
          <w:szCs w:val="28"/>
        </w:rPr>
      </w:pPr>
    </w:p>
    <w:p w:rsidR="00773251" w:rsidRPr="004669D2" w:rsidRDefault="00773251" w:rsidP="008A029B">
      <w:pPr>
        <w:pStyle w:val="ConsPlusNonformat"/>
        <w:ind w:right="-305"/>
        <w:jc w:val="center"/>
        <w:rPr>
          <w:sz w:val="28"/>
          <w:szCs w:val="28"/>
        </w:rPr>
      </w:pPr>
      <w:r w:rsidRPr="004669D2">
        <w:rPr>
          <w:sz w:val="28"/>
          <w:szCs w:val="28"/>
        </w:rPr>
        <w:t>РАСПОРЯЖЕНИЕ (ПРИКАЗ)</w:t>
      </w:r>
    </w:p>
    <w:p w:rsidR="00773251" w:rsidRPr="004669D2" w:rsidRDefault="00773251" w:rsidP="008A029B">
      <w:pPr>
        <w:pStyle w:val="ConsPlusNonformat"/>
        <w:ind w:right="-305"/>
        <w:jc w:val="center"/>
        <w:rPr>
          <w:sz w:val="28"/>
          <w:szCs w:val="28"/>
        </w:rPr>
      </w:pPr>
      <w:r w:rsidRPr="004669D2">
        <w:rPr>
          <w:sz w:val="28"/>
          <w:szCs w:val="28"/>
        </w:rPr>
        <w:t>органа государственного контроля (надзора), органа муниципального</w:t>
      </w:r>
    </w:p>
    <w:p w:rsidR="00773251" w:rsidRPr="004669D2" w:rsidRDefault="00773251" w:rsidP="008A029B">
      <w:pPr>
        <w:pStyle w:val="ConsPlusNonformat"/>
        <w:ind w:right="-305"/>
        <w:jc w:val="center"/>
        <w:rPr>
          <w:sz w:val="28"/>
          <w:szCs w:val="28"/>
        </w:rPr>
      </w:pPr>
      <w:r w:rsidRPr="004669D2">
        <w:rPr>
          <w:sz w:val="28"/>
          <w:szCs w:val="28"/>
        </w:rPr>
        <w:t>контроля о проведении</w:t>
      </w:r>
      <w:r>
        <w:rPr>
          <w:sz w:val="28"/>
          <w:szCs w:val="28"/>
        </w:rPr>
        <w:t xml:space="preserve"> __________</w:t>
      </w:r>
      <w:r w:rsidRPr="004669D2">
        <w:rPr>
          <w:sz w:val="28"/>
          <w:szCs w:val="28"/>
        </w:rPr>
        <w:t>проверки</w:t>
      </w:r>
    </w:p>
    <w:p w:rsidR="00773251" w:rsidRPr="004669D2" w:rsidRDefault="00773251" w:rsidP="008A029B">
      <w:pPr>
        <w:pStyle w:val="ConsPlusNonformat"/>
        <w:ind w:left="1416" w:right="-305"/>
        <w:jc w:val="center"/>
        <w:rPr>
          <w:sz w:val="24"/>
          <w:szCs w:val="28"/>
        </w:rPr>
      </w:pPr>
      <w:r w:rsidRPr="004669D2">
        <w:rPr>
          <w:sz w:val="24"/>
          <w:szCs w:val="28"/>
        </w:rPr>
        <w:t xml:space="preserve">   (плановой/внеплановой, документарной/выездной)</w:t>
      </w:r>
    </w:p>
    <w:p w:rsidR="00773251" w:rsidRPr="004669D2" w:rsidRDefault="00773251" w:rsidP="008A029B">
      <w:pPr>
        <w:pStyle w:val="ConsPlusNonformat"/>
        <w:ind w:right="-305"/>
        <w:jc w:val="center"/>
        <w:rPr>
          <w:sz w:val="28"/>
          <w:szCs w:val="28"/>
        </w:rPr>
      </w:pPr>
      <w:r w:rsidRPr="004669D2">
        <w:rPr>
          <w:sz w:val="28"/>
          <w:szCs w:val="28"/>
        </w:rPr>
        <w:t>юридического лица, индивидуального предпринимателя</w:t>
      </w:r>
    </w:p>
    <w:p w:rsidR="00773251" w:rsidRPr="004669D2" w:rsidRDefault="00773251" w:rsidP="008A029B">
      <w:pPr>
        <w:pStyle w:val="ConsPlusNonformat"/>
        <w:ind w:right="-305"/>
        <w:jc w:val="center"/>
        <w:rPr>
          <w:sz w:val="28"/>
          <w:szCs w:val="28"/>
        </w:rPr>
      </w:pPr>
      <w:r w:rsidRPr="004669D2">
        <w:rPr>
          <w:sz w:val="28"/>
          <w:szCs w:val="28"/>
        </w:rPr>
        <w:t>от «______» ____________ 20__г. №____</w:t>
      </w:r>
    </w:p>
    <w:p w:rsidR="00773251" w:rsidRPr="00F162DD" w:rsidRDefault="00773251" w:rsidP="008A029B">
      <w:pPr>
        <w:pStyle w:val="ConsPlusNonformat"/>
        <w:ind w:right="-305"/>
        <w:rPr>
          <w:sz w:val="28"/>
          <w:szCs w:val="28"/>
        </w:rPr>
      </w:pPr>
    </w:p>
    <w:p w:rsidR="00773251" w:rsidRPr="00F162DD" w:rsidRDefault="00773251" w:rsidP="008A029B">
      <w:pPr>
        <w:pStyle w:val="ConsPlusNonformat"/>
        <w:ind w:right="-305"/>
        <w:rPr>
          <w:sz w:val="28"/>
          <w:szCs w:val="28"/>
        </w:rPr>
      </w:pPr>
      <w:r w:rsidRPr="00F162DD">
        <w:rPr>
          <w:sz w:val="28"/>
          <w:szCs w:val="28"/>
        </w:rPr>
        <w:t>1. Провести проверку в отношении</w:t>
      </w:r>
      <w:r>
        <w:rPr>
          <w:sz w:val="28"/>
          <w:szCs w:val="28"/>
        </w:rPr>
        <w:t xml:space="preserve">  ___________________________________</w:t>
      </w:r>
    </w:p>
    <w:p w:rsidR="00773251" w:rsidRPr="00393CD4" w:rsidRDefault="00773251" w:rsidP="008A029B">
      <w:pPr>
        <w:pStyle w:val="ConsPlusNonformat"/>
        <w:ind w:right="-305"/>
        <w:jc w:val="center"/>
        <w:rPr>
          <w:sz w:val="24"/>
          <w:szCs w:val="28"/>
        </w:rPr>
      </w:pPr>
      <w:r w:rsidRPr="00393CD4">
        <w:rPr>
          <w:sz w:val="24"/>
          <w:szCs w:val="28"/>
        </w:rPr>
        <w:t xml:space="preserve"> (наименование юридического лица, фамилия, имя, отч</w:t>
      </w:r>
      <w:r>
        <w:rPr>
          <w:sz w:val="24"/>
          <w:szCs w:val="28"/>
        </w:rPr>
        <w:t>ество (последнее - при наличии)</w:t>
      </w:r>
    </w:p>
    <w:p w:rsidR="00773251" w:rsidRPr="00393CD4" w:rsidRDefault="00773251" w:rsidP="008A029B">
      <w:pPr>
        <w:pStyle w:val="ConsPlusNonformat"/>
        <w:ind w:right="-305"/>
        <w:jc w:val="center"/>
        <w:rPr>
          <w:sz w:val="24"/>
          <w:szCs w:val="28"/>
        </w:rPr>
      </w:pPr>
      <w:r w:rsidRPr="00393CD4">
        <w:rPr>
          <w:sz w:val="24"/>
          <w:szCs w:val="28"/>
        </w:rPr>
        <w:t>индивидуального предпринимателя)</w:t>
      </w:r>
    </w:p>
    <w:p w:rsidR="00773251" w:rsidRPr="00F162DD" w:rsidRDefault="00773251" w:rsidP="008A029B">
      <w:pPr>
        <w:pStyle w:val="ConsPlusNonformat"/>
        <w:ind w:right="-305"/>
        <w:rPr>
          <w:sz w:val="28"/>
          <w:szCs w:val="28"/>
        </w:rPr>
      </w:pPr>
      <w:r w:rsidRPr="00F162DD">
        <w:rPr>
          <w:sz w:val="28"/>
          <w:szCs w:val="28"/>
        </w:rPr>
        <w:t xml:space="preserve">2. Место нахождения:  </w:t>
      </w:r>
      <w:r>
        <w:rPr>
          <w:sz w:val="28"/>
          <w:szCs w:val="28"/>
        </w:rPr>
        <w:t>______________________________________________</w:t>
      </w:r>
    </w:p>
    <w:p w:rsidR="00773251" w:rsidRPr="00393CD4" w:rsidRDefault="00773251" w:rsidP="008A029B">
      <w:pPr>
        <w:pStyle w:val="ConsPlusNonformat"/>
        <w:ind w:right="-305"/>
        <w:jc w:val="center"/>
        <w:rPr>
          <w:sz w:val="24"/>
          <w:szCs w:val="28"/>
        </w:rPr>
      </w:pPr>
      <w:r w:rsidRPr="00393CD4">
        <w:rPr>
          <w:sz w:val="24"/>
          <w:szCs w:val="28"/>
        </w:rPr>
        <w:t xml:space="preserve"> (юридического лица (их филиалов, представительств, обособленных структурных подразделений) или место жительства индивидуального предпринимателя и место (а) фактического осуществления им деятельности)</w:t>
      </w:r>
    </w:p>
    <w:p w:rsidR="00773251" w:rsidRDefault="00773251" w:rsidP="008A029B">
      <w:pPr>
        <w:pStyle w:val="ConsPlusNonformat"/>
        <w:ind w:right="-305"/>
        <w:rPr>
          <w:sz w:val="28"/>
          <w:szCs w:val="28"/>
        </w:rPr>
      </w:pPr>
      <w:r w:rsidRPr="00F162DD">
        <w:rPr>
          <w:sz w:val="28"/>
          <w:szCs w:val="28"/>
        </w:rPr>
        <w:t xml:space="preserve">3. Назначить лицом (ми), уполномоченным (ми) на проведение проверки: </w:t>
      </w:r>
    </w:p>
    <w:p w:rsidR="00773251" w:rsidRPr="00F162DD" w:rsidRDefault="00773251" w:rsidP="008A029B">
      <w:pPr>
        <w:pStyle w:val="ConsPlusNonformat"/>
        <w:ind w:right="-305"/>
        <w:rPr>
          <w:sz w:val="28"/>
          <w:szCs w:val="28"/>
        </w:rPr>
      </w:pPr>
      <w:r>
        <w:rPr>
          <w:sz w:val="28"/>
          <w:szCs w:val="28"/>
        </w:rPr>
        <w:t>__________________________________________________________________</w:t>
      </w:r>
    </w:p>
    <w:p w:rsidR="00773251" w:rsidRPr="00393CD4" w:rsidRDefault="00773251" w:rsidP="008A029B">
      <w:pPr>
        <w:pStyle w:val="ConsPlusNonformat"/>
        <w:ind w:right="-305"/>
        <w:jc w:val="center"/>
        <w:rPr>
          <w:sz w:val="24"/>
          <w:szCs w:val="28"/>
        </w:rPr>
      </w:pPr>
      <w:r w:rsidRPr="00393CD4">
        <w:rPr>
          <w:sz w:val="24"/>
          <w:szCs w:val="28"/>
        </w:rPr>
        <w:t>(фамилия, имя, отчество (последнее - при наличии), должность должностного</w:t>
      </w:r>
    </w:p>
    <w:p w:rsidR="00773251" w:rsidRPr="00393CD4" w:rsidRDefault="00773251" w:rsidP="008A029B">
      <w:pPr>
        <w:pStyle w:val="ConsPlusNonformat"/>
        <w:ind w:right="-305"/>
        <w:jc w:val="center"/>
        <w:rPr>
          <w:sz w:val="24"/>
          <w:szCs w:val="28"/>
        </w:rPr>
      </w:pPr>
      <w:r w:rsidRPr="00393CD4">
        <w:rPr>
          <w:sz w:val="24"/>
          <w:szCs w:val="28"/>
        </w:rPr>
        <w:t>лица (должностных лиц), уполномоченного (ых) на проведение проверки)</w:t>
      </w:r>
    </w:p>
    <w:p w:rsidR="00773251" w:rsidRPr="00F162DD" w:rsidRDefault="00773251" w:rsidP="008A029B">
      <w:pPr>
        <w:pStyle w:val="ConsPlusNonformat"/>
        <w:ind w:right="-305"/>
        <w:jc w:val="both"/>
        <w:rPr>
          <w:sz w:val="28"/>
          <w:szCs w:val="28"/>
        </w:rPr>
      </w:pPr>
      <w:r w:rsidRPr="00F162DD">
        <w:rPr>
          <w:sz w:val="28"/>
          <w:szCs w:val="28"/>
        </w:rPr>
        <w:t>4.</w:t>
      </w:r>
      <w:r>
        <w:rPr>
          <w:sz w:val="28"/>
          <w:szCs w:val="28"/>
        </w:rPr>
        <w:t xml:space="preserve"> </w:t>
      </w:r>
      <w:r w:rsidRPr="00F162DD">
        <w:rPr>
          <w:sz w:val="28"/>
          <w:szCs w:val="28"/>
        </w:rPr>
        <w:t>Привлечь к проведению проверки в качестве экспертов, представителей</w:t>
      </w:r>
    </w:p>
    <w:p w:rsidR="00773251" w:rsidRPr="00F162DD" w:rsidRDefault="00773251" w:rsidP="008A029B">
      <w:pPr>
        <w:pStyle w:val="ConsPlusNonformat"/>
        <w:ind w:right="-305"/>
        <w:rPr>
          <w:sz w:val="28"/>
          <w:szCs w:val="28"/>
        </w:rPr>
      </w:pPr>
      <w:r w:rsidRPr="00F162DD">
        <w:rPr>
          <w:sz w:val="28"/>
          <w:szCs w:val="28"/>
        </w:rPr>
        <w:t xml:space="preserve">экспертных организаций следующих лиц: </w:t>
      </w:r>
      <w:r>
        <w:rPr>
          <w:sz w:val="28"/>
          <w:szCs w:val="28"/>
        </w:rPr>
        <w:t>______________________________</w:t>
      </w:r>
      <w:r w:rsidRPr="00F162DD">
        <w:rPr>
          <w:sz w:val="28"/>
          <w:szCs w:val="28"/>
        </w:rPr>
        <w:t>__</w:t>
      </w:r>
    </w:p>
    <w:p w:rsidR="00773251" w:rsidRPr="00393CD4" w:rsidRDefault="00773251" w:rsidP="008A029B">
      <w:pPr>
        <w:pStyle w:val="ConsPlusNonformat"/>
        <w:ind w:right="-305"/>
        <w:jc w:val="center"/>
        <w:rPr>
          <w:sz w:val="24"/>
          <w:szCs w:val="28"/>
        </w:rPr>
      </w:pPr>
      <w:r w:rsidRPr="00393CD4">
        <w:rPr>
          <w:sz w:val="24"/>
          <w:szCs w:val="28"/>
        </w:rPr>
        <w:t>(фамилия, имя, отчество (последнее - при наличии), должности привлекаемых к проведению проверки экспертов и (или)наименование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73251" w:rsidRPr="00F162DD" w:rsidRDefault="00773251" w:rsidP="008A029B">
      <w:pPr>
        <w:pStyle w:val="ConsPlusNonformat"/>
        <w:ind w:right="-305"/>
        <w:rPr>
          <w:sz w:val="28"/>
          <w:szCs w:val="28"/>
        </w:rPr>
      </w:pPr>
      <w:r w:rsidRPr="00F162DD">
        <w:rPr>
          <w:sz w:val="28"/>
          <w:szCs w:val="28"/>
        </w:rPr>
        <w:t>5. Установить, что:</w:t>
      </w:r>
    </w:p>
    <w:p w:rsidR="00773251" w:rsidRDefault="00773251" w:rsidP="008A029B">
      <w:pPr>
        <w:pStyle w:val="ConsPlusNonformat"/>
        <w:ind w:right="-305"/>
        <w:rPr>
          <w:sz w:val="28"/>
          <w:szCs w:val="28"/>
        </w:rPr>
      </w:pPr>
      <w:r w:rsidRPr="00F162DD">
        <w:rPr>
          <w:sz w:val="28"/>
          <w:szCs w:val="28"/>
        </w:rPr>
        <w:t>настоящая проверка проводится с целью:</w:t>
      </w:r>
      <w:r>
        <w:rPr>
          <w:sz w:val="28"/>
          <w:szCs w:val="28"/>
        </w:rPr>
        <w:t xml:space="preserve">_________________________________ </w:t>
      </w:r>
    </w:p>
    <w:p w:rsidR="00773251" w:rsidRPr="00F162DD" w:rsidRDefault="00773251" w:rsidP="008A029B">
      <w:pPr>
        <w:pStyle w:val="ConsPlusNonformat"/>
        <w:ind w:right="-305"/>
        <w:rPr>
          <w:sz w:val="28"/>
          <w:szCs w:val="28"/>
        </w:rPr>
      </w:pPr>
      <w:r>
        <w:rPr>
          <w:sz w:val="28"/>
          <w:szCs w:val="28"/>
        </w:rPr>
        <w:t>_____________________________________________________________________</w:t>
      </w:r>
    </w:p>
    <w:p w:rsidR="00773251" w:rsidRPr="00F162DD" w:rsidRDefault="00773251" w:rsidP="008A029B">
      <w:pPr>
        <w:pStyle w:val="ConsPlusNonformat"/>
        <w:ind w:right="-305"/>
        <w:jc w:val="both"/>
        <w:rPr>
          <w:sz w:val="28"/>
          <w:szCs w:val="28"/>
        </w:rPr>
      </w:pPr>
      <w:r w:rsidRPr="00F162DD">
        <w:rPr>
          <w:sz w:val="28"/>
          <w:szCs w:val="28"/>
        </w:rPr>
        <w:t>При установлении целей проводимой проверки указывается следующая информация:</w:t>
      </w:r>
    </w:p>
    <w:p w:rsidR="00773251" w:rsidRPr="00F162DD" w:rsidRDefault="00773251" w:rsidP="008A029B">
      <w:pPr>
        <w:pStyle w:val="ConsPlusNonformat"/>
        <w:ind w:right="-305" w:firstLine="720"/>
        <w:jc w:val="both"/>
        <w:rPr>
          <w:sz w:val="28"/>
          <w:szCs w:val="28"/>
        </w:rPr>
      </w:pPr>
      <w:r w:rsidRPr="00F162DD">
        <w:rPr>
          <w:sz w:val="28"/>
          <w:szCs w:val="28"/>
        </w:rPr>
        <w:t>а) в случае проведения плановой проверки:</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ссылка на утвержденный ежегодный план проведения плановых проверок;</w:t>
      </w:r>
    </w:p>
    <w:p w:rsidR="00773251" w:rsidRPr="00F162DD" w:rsidRDefault="00773251" w:rsidP="008A029B">
      <w:pPr>
        <w:pStyle w:val="ConsPlusNonformat"/>
        <w:ind w:right="-305" w:firstLine="720"/>
        <w:jc w:val="both"/>
        <w:rPr>
          <w:sz w:val="28"/>
          <w:szCs w:val="28"/>
        </w:rPr>
      </w:pPr>
      <w:r w:rsidRPr="00F162DD">
        <w:rPr>
          <w:sz w:val="28"/>
          <w:szCs w:val="28"/>
        </w:rPr>
        <w:t>б) в случае проведения внеплановой выездной проверки:</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реквизиты ранее выданного проверяемому лицу предписания об устранении</w:t>
      </w:r>
      <w:r>
        <w:rPr>
          <w:sz w:val="28"/>
          <w:szCs w:val="28"/>
        </w:rPr>
        <w:t xml:space="preserve"> </w:t>
      </w:r>
      <w:r w:rsidRPr="00F162DD">
        <w:rPr>
          <w:sz w:val="28"/>
          <w:szCs w:val="28"/>
        </w:rPr>
        <w:t>выявленного нарушения, срок для исполнения которого истек;</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реквизиты приказа (распоряжения) руководителя органа государственного контроля (надзора), органов муниципального контроля изданного в соответствии с поручениями Президента Российской Федерации, Правительства Российской Федерации;</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773251" w:rsidRPr="00F162DD" w:rsidRDefault="00773251" w:rsidP="008A029B">
      <w:pPr>
        <w:pStyle w:val="ConsPlusNonformat"/>
        <w:ind w:right="-305" w:firstLine="720"/>
        <w:jc w:val="both"/>
        <w:rPr>
          <w:sz w:val="28"/>
          <w:szCs w:val="28"/>
        </w:rPr>
      </w:pPr>
      <w:r w:rsidRPr="00F162DD">
        <w:rPr>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реквизиты прилагаемой копии документа (рапорта, докладной записки и другие), представленного должностным лицом, обнаружившим нарушение;</w:t>
      </w:r>
    </w:p>
    <w:p w:rsidR="00773251" w:rsidRPr="00F162DD" w:rsidRDefault="00773251" w:rsidP="008A029B">
      <w:pPr>
        <w:pStyle w:val="ConsPlusNonformat"/>
        <w:ind w:right="-305" w:firstLine="720"/>
        <w:jc w:val="both"/>
        <w:rPr>
          <w:sz w:val="28"/>
          <w:szCs w:val="28"/>
        </w:rPr>
      </w:pPr>
      <w:r>
        <w:rPr>
          <w:sz w:val="28"/>
          <w:szCs w:val="28"/>
        </w:rPr>
        <w:t xml:space="preserve">- </w:t>
      </w:r>
      <w:r w:rsidRPr="00F162DD">
        <w:rPr>
          <w:sz w:val="28"/>
          <w:szCs w:val="28"/>
        </w:rPr>
        <w:t>задачами настоящей проверки являютс</w:t>
      </w:r>
      <w:r>
        <w:rPr>
          <w:sz w:val="28"/>
          <w:szCs w:val="28"/>
        </w:rPr>
        <w:t>я:________________________</w:t>
      </w:r>
    </w:p>
    <w:p w:rsidR="00773251" w:rsidRPr="00F162DD" w:rsidRDefault="00773251" w:rsidP="008A029B">
      <w:pPr>
        <w:pStyle w:val="ConsPlusNonformat"/>
        <w:ind w:right="-305"/>
        <w:rPr>
          <w:sz w:val="28"/>
          <w:szCs w:val="28"/>
        </w:rPr>
      </w:pPr>
      <w:r w:rsidRPr="00F162DD">
        <w:rPr>
          <w:sz w:val="28"/>
          <w:szCs w:val="28"/>
        </w:rPr>
        <w:t>6. Предметом настоящей проверки является (отметить нужное):</w:t>
      </w:r>
    </w:p>
    <w:p w:rsidR="00773251" w:rsidRPr="00F162DD" w:rsidRDefault="00773251" w:rsidP="008A029B">
      <w:pPr>
        <w:pStyle w:val="ConsPlusNonformat"/>
        <w:ind w:right="-305" w:firstLine="720"/>
        <w:jc w:val="both"/>
        <w:rPr>
          <w:sz w:val="28"/>
          <w:szCs w:val="28"/>
        </w:rPr>
      </w:pPr>
      <w:r w:rsidRPr="00F162DD">
        <w:rPr>
          <w:sz w:val="28"/>
          <w:szCs w:val="28"/>
        </w:rPr>
        <w:t>соблюдение обязательных требований или требований, установленных муниципальными правовыми актами;</w:t>
      </w:r>
    </w:p>
    <w:p w:rsidR="00773251" w:rsidRPr="00F162DD" w:rsidRDefault="00773251" w:rsidP="008A029B">
      <w:pPr>
        <w:pStyle w:val="ConsPlusNonformat"/>
        <w:ind w:right="-305" w:firstLine="720"/>
        <w:jc w:val="both"/>
        <w:rPr>
          <w:sz w:val="28"/>
          <w:szCs w:val="28"/>
        </w:rPr>
      </w:pPr>
      <w:r w:rsidRPr="00F162DD">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73251" w:rsidRPr="00F162DD" w:rsidRDefault="00773251" w:rsidP="008A029B">
      <w:pPr>
        <w:pStyle w:val="ConsPlusNonformat"/>
        <w:ind w:right="-305" w:firstLine="720"/>
        <w:jc w:val="both"/>
        <w:rPr>
          <w:sz w:val="28"/>
          <w:szCs w:val="28"/>
        </w:rPr>
      </w:pPr>
      <w:r w:rsidRPr="00F162DD">
        <w:rPr>
          <w:sz w:val="28"/>
          <w:szCs w:val="28"/>
        </w:rPr>
        <w:t>выполнение предписаний органов государственного контроля (надзора), органов муниципального контроля;</w:t>
      </w:r>
    </w:p>
    <w:p w:rsidR="00773251" w:rsidRPr="00F162DD" w:rsidRDefault="00773251" w:rsidP="008A029B">
      <w:pPr>
        <w:pStyle w:val="ConsPlusNonformat"/>
        <w:ind w:right="-305" w:firstLine="720"/>
        <w:rPr>
          <w:sz w:val="28"/>
          <w:szCs w:val="28"/>
        </w:rPr>
      </w:pPr>
      <w:r w:rsidRPr="00F162DD">
        <w:rPr>
          <w:sz w:val="28"/>
          <w:szCs w:val="28"/>
        </w:rPr>
        <w:t>проведение мероприятий:</w:t>
      </w:r>
    </w:p>
    <w:p w:rsidR="00773251" w:rsidRPr="00F162DD" w:rsidRDefault="00773251" w:rsidP="008A029B">
      <w:pPr>
        <w:pStyle w:val="ConsPlusNonformat"/>
        <w:ind w:right="-305" w:firstLine="720"/>
        <w:jc w:val="both"/>
        <w:rPr>
          <w:sz w:val="28"/>
          <w:szCs w:val="28"/>
        </w:rPr>
      </w:pPr>
      <w:r w:rsidRPr="00F162DD">
        <w:rPr>
          <w:sz w:val="28"/>
          <w:szCs w:val="28"/>
        </w:rPr>
        <w:t>по предотвращению причинения вреда жизни, здоровью граждан, вреда животным, растениям, окружающей среде;</w:t>
      </w:r>
    </w:p>
    <w:p w:rsidR="00773251" w:rsidRPr="00F162DD" w:rsidRDefault="00773251" w:rsidP="008A029B">
      <w:pPr>
        <w:pStyle w:val="ConsPlusNonformat"/>
        <w:ind w:right="-305" w:firstLine="720"/>
        <w:jc w:val="both"/>
        <w:rPr>
          <w:sz w:val="28"/>
          <w:szCs w:val="28"/>
        </w:rPr>
      </w:pPr>
      <w:r w:rsidRPr="00F162DD">
        <w:rPr>
          <w:sz w:val="28"/>
          <w:szCs w:val="28"/>
        </w:rPr>
        <w:t>по предупреждению возникновения чрезвычайных ситуаций природного и техногенного характера;</w:t>
      </w:r>
    </w:p>
    <w:p w:rsidR="00773251" w:rsidRPr="00F162DD" w:rsidRDefault="00773251" w:rsidP="008A029B">
      <w:pPr>
        <w:pStyle w:val="ConsPlusNonformat"/>
        <w:ind w:right="-305" w:firstLine="720"/>
        <w:rPr>
          <w:sz w:val="28"/>
          <w:szCs w:val="28"/>
        </w:rPr>
      </w:pPr>
      <w:r w:rsidRPr="00F162DD">
        <w:rPr>
          <w:sz w:val="28"/>
          <w:szCs w:val="28"/>
        </w:rPr>
        <w:t>по обеспечению безопасности государства;</w:t>
      </w:r>
    </w:p>
    <w:p w:rsidR="00773251" w:rsidRPr="00F162DD" w:rsidRDefault="00773251" w:rsidP="008A029B">
      <w:pPr>
        <w:pStyle w:val="ConsPlusNonformat"/>
        <w:ind w:right="-305" w:firstLine="720"/>
        <w:rPr>
          <w:sz w:val="28"/>
          <w:szCs w:val="28"/>
        </w:rPr>
      </w:pPr>
      <w:r w:rsidRPr="00F162DD">
        <w:rPr>
          <w:sz w:val="28"/>
          <w:szCs w:val="28"/>
        </w:rPr>
        <w:t>по ликвидации последствий причинения такого вреда.</w:t>
      </w:r>
    </w:p>
    <w:p w:rsidR="00773251" w:rsidRPr="00F162DD" w:rsidRDefault="00773251" w:rsidP="008A029B">
      <w:pPr>
        <w:pStyle w:val="ConsPlusNonformat"/>
        <w:ind w:right="-305"/>
        <w:rPr>
          <w:sz w:val="28"/>
          <w:szCs w:val="28"/>
        </w:rPr>
      </w:pPr>
      <w:r w:rsidRPr="00F162DD">
        <w:rPr>
          <w:sz w:val="28"/>
          <w:szCs w:val="28"/>
        </w:rPr>
        <w:t xml:space="preserve">7. Срок проведения проверки:  </w:t>
      </w:r>
      <w:r>
        <w:rPr>
          <w:sz w:val="28"/>
          <w:szCs w:val="28"/>
        </w:rPr>
        <w:t>__________________________________________</w:t>
      </w:r>
    </w:p>
    <w:p w:rsidR="00773251" w:rsidRPr="00F162DD" w:rsidRDefault="00773251" w:rsidP="008A029B">
      <w:pPr>
        <w:pStyle w:val="ConsPlusNonformat"/>
        <w:ind w:right="-305" w:firstLine="720"/>
        <w:rPr>
          <w:sz w:val="28"/>
          <w:szCs w:val="28"/>
        </w:rPr>
      </w:pPr>
      <w:r w:rsidRPr="00F162DD">
        <w:rPr>
          <w:sz w:val="28"/>
          <w:szCs w:val="28"/>
        </w:rPr>
        <w:t>К проведению проверки приступить с «__» ____________ 20__ г.</w:t>
      </w:r>
    </w:p>
    <w:p w:rsidR="00773251" w:rsidRPr="00F162DD" w:rsidRDefault="00773251" w:rsidP="008A029B">
      <w:pPr>
        <w:pStyle w:val="ConsPlusNonformat"/>
        <w:ind w:right="-305" w:firstLine="720"/>
        <w:rPr>
          <w:sz w:val="28"/>
          <w:szCs w:val="28"/>
        </w:rPr>
      </w:pPr>
      <w:r w:rsidRPr="00F162DD">
        <w:rPr>
          <w:sz w:val="28"/>
          <w:szCs w:val="28"/>
        </w:rPr>
        <w:t>Проверку окончить не позднее «__» ____________ 20__ г.</w:t>
      </w:r>
    </w:p>
    <w:p w:rsidR="00773251" w:rsidRPr="00F162DD" w:rsidRDefault="00773251" w:rsidP="008A029B">
      <w:pPr>
        <w:pStyle w:val="ConsPlusNonformat"/>
        <w:ind w:right="-305"/>
        <w:rPr>
          <w:sz w:val="28"/>
          <w:szCs w:val="28"/>
        </w:rPr>
      </w:pPr>
      <w:r w:rsidRPr="00F162DD">
        <w:rPr>
          <w:sz w:val="28"/>
          <w:szCs w:val="28"/>
        </w:rPr>
        <w:t>8.</w:t>
      </w:r>
      <w:r>
        <w:rPr>
          <w:sz w:val="28"/>
          <w:szCs w:val="28"/>
        </w:rPr>
        <w:t xml:space="preserve"> </w:t>
      </w:r>
      <w:r w:rsidRPr="00F162DD">
        <w:rPr>
          <w:sz w:val="28"/>
          <w:szCs w:val="28"/>
        </w:rPr>
        <w:t xml:space="preserve">Правовые основания проведения проверки: </w:t>
      </w:r>
      <w:r>
        <w:rPr>
          <w:sz w:val="28"/>
          <w:szCs w:val="28"/>
        </w:rPr>
        <w:t>____________________________</w:t>
      </w:r>
    </w:p>
    <w:p w:rsidR="00773251" w:rsidRPr="00393CD4" w:rsidRDefault="00773251" w:rsidP="008A029B">
      <w:pPr>
        <w:pStyle w:val="ConsPlusNonformat"/>
        <w:ind w:right="-305"/>
        <w:jc w:val="center"/>
        <w:rPr>
          <w:sz w:val="24"/>
          <w:szCs w:val="28"/>
        </w:rPr>
      </w:pPr>
      <w:r w:rsidRPr="00393CD4">
        <w:rPr>
          <w:sz w:val="24"/>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773251" w:rsidRPr="00F162DD" w:rsidRDefault="00773251" w:rsidP="008A029B">
      <w:pPr>
        <w:pStyle w:val="ConsPlusNonformat"/>
        <w:ind w:right="-305"/>
        <w:jc w:val="both"/>
        <w:rPr>
          <w:sz w:val="28"/>
          <w:szCs w:val="28"/>
        </w:rPr>
      </w:pPr>
      <w:r w:rsidRPr="00F162DD">
        <w:rPr>
          <w:sz w:val="28"/>
          <w:szCs w:val="28"/>
        </w:rPr>
        <w:t>9.</w:t>
      </w:r>
      <w:r>
        <w:rPr>
          <w:sz w:val="28"/>
          <w:szCs w:val="28"/>
        </w:rPr>
        <w:t xml:space="preserve"> </w:t>
      </w:r>
      <w:r w:rsidRPr="00F162DD">
        <w:rPr>
          <w:sz w:val="28"/>
          <w:szCs w:val="28"/>
        </w:rPr>
        <w:t>В процессе проверки провести следующие мероприятия по контролю, необходимые для достижения целей и задач про</w:t>
      </w:r>
      <w:r>
        <w:rPr>
          <w:sz w:val="28"/>
          <w:szCs w:val="28"/>
        </w:rPr>
        <w:t>ведения проверки: __________</w:t>
      </w:r>
    </w:p>
    <w:p w:rsidR="00773251" w:rsidRPr="00F162DD" w:rsidRDefault="00773251" w:rsidP="008A029B">
      <w:pPr>
        <w:pStyle w:val="ConsPlusNonformat"/>
        <w:ind w:right="-305"/>
        <w:jc w:val="both"/>
        <w:rPr>
          <w:sz w:val="28"/>
          <w:szCs w:val="28"/>
        </w:rPr>
      </w:pPr>
      <w:r>
        <w:rPr>
          <w:sz w:val="28"/>
          <w:szCs w:val="28"/>
        </w:rPr>
        <w:t>_________________________________________________________________</w:t>
      </w:r>
    </w:p>
    <w:p w:rsidR="00773251" w:rsidRPr="00F162DD" w:rsidRDefault="00773251" w:rsidP="008A029B">
      <w:pPr>
        <w:pStyle w:val="ConsPlusNonformat"/>
        <w:ind w:right="-305"/>
        <w:jc w:val="both"/>
        <w:rPr>
          <w:sz w:val="28"/>
          <w:szCs w:val="28"/>
        </w:rPr>
      </w:pPr>
      <w:r w:rsidRPr="00F162DD">
        <w:rPr>
          <w:sz w:val="28"/>
          <w:szCs w:val="28"/>
        </w:rPr>
        <w:t>10.</w:t>
      </w:r>
      <w:r>
        <w:rPr>
          <w:sz w:val="28"/>
          <w:szCs w:val="28"/>
        </w:rPr>
        <w:t xml:space="preserve"> </w:t>
      </w:r>
      <w:r w:rsidRPr="00F162DD">
        <w:rPr>
          <w:sz w:val="28"/>
          <w:szCs w:val="28"/>
        </w:rPr>
        <w:t>Перечень административных регламентов по осуществлению государственного контроля (надзора), осуществлению муниципального контроля (при их наличии):</w:t>
      </w:r>
    </w:p>
    <w:p w:rsidR="00773251" w:rsidRPr="00F162DD" w:rsidRDefault="00773251" w:rsidP="008A029B">
      <w:pPr>
        <w:pStyle w:val="ConsPlusNonformat"/>
        <w:ind w:right="-305"/>
        <w:rPr>
          <w:sz w:val="28"/>
          <w:szCs w:val="28"/>
        </w:rPr>
      </w:pPr>
      <w:r>
        <w:rPr>
          <w:sz w:val="28"/>
          <w:szCs w:val="28"/>
        </w:rPr>
        <w:t>____________________________________________________________________</w:t>
      </w:r>
    </w:p>
    <w:p w:rsidR="00773251" w:rsidRPr="006D56EE" w:rsidRDefault="00773251" w:rsidP="008A029B">
      <w:pPr>
        <w:pStyle w:val="ConsPlusNonformat"/>
        <w:ind w:right="-305"/>
        <w:jc w:val="center"/>
        <w:rPr>
          <w:sz w:val="24"/>
          <w:szCs w:val="28"/>
        </w:rPr>
      </w:pPr>
      <w:r w:rsidRPr="006D56EE">
        <w:rPr>
          <w:sz w:val="24"/>
          <w:szCs w:val="28"/>
        </w:rPr>
        <w:t>(с указанием наименований, номеров и дат их принятия)</w:t>
      </w:r>
    </w:p>
    <w:p w:rsidR="00773251" w:rsidRPr="00F162DD" w:rsidRDefault="00773251" w:rsidP="008A029B">
      <w:pPr>
        <w:pStyle w:val="ConsPlusNonformat"/>
        <w:ind w:right="-305"/>
        <w:jc w:val="both"/>
        <w:rPr>
          <w:sz w:val="28"/>
          <w:szCs w:val="28"/>
        </w:rPr>
      </w:pPr>
      <w:r w:rsidRPr="00F162DD">
        <w:rPr>
          <w:sz w:val="28"/>
          <w:szCs w:val="28"/>
        </w:rPr>
        <w:t>11.</w:t>
      </w:r>
      <w:r>
        <w:rPr>
          <w:sz w:val="28"/>
          <w:szCs w:val="28"/>
        </w:rPr>
        <w:t xml:space="preserve"> </w:t>
      </w:r>
      <w:r w:rsidRPr="00F162DD">
        <w:rPr>
          <w:sz w:val="28"/>
          <w:szCs w:val="28"/>
        </w:rPr>
        <w:t xml:space="preserve">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 </w:t>
      </w:r>
      <w:r>
        <w:rPr>
          <w:sz w:val="28"/>
          <w:szCs w:val="28"/>
        </w:rPr>
        <w:t>______________________________________________</w:t>
      </w:r>
    </w:p>
    <w:p w:rsidR="00773251" w:rsidRPr="006D56EE" w:rsidRDefault="00773251" w:rsidP="008A029B">
      <w:pPr>
        <w:pStyle w:val="ConsPlusNonformat"/>
        <w:ind w:right="-305"/>
        <w:rPr>
          <w:sz w:val="24"/>
          <w:szCs w:val="28"/>
        </w:rPr>
      </w:pPr>
      <w:r>
        <w:rPr>
          <w:sz w:val="24"/>
          <w:szCs w:val="28"/>
        </w:rPr>
        <w:t xml:space="preserve"> </w:t>
      </w:r>
      <w:r w:rsidRPr="006D56EE">
        <w:rPr>
          <w:sz w:val="24"/>
          <w:szCs w:val="28"/>
        </w:rPr>
        <w:t>(должность, фамилия, инициалы руководителя, заместителя</w:t>
      </w:r>
    </w:p>
    <w:p w:rsidR="00773251" w:rsidRPr="006D56EE" w:rsidRDefault="00773251" w:rsidP="008A029B">
      <w:pPr>
        <w:pStyle w:val="ConsPlusNonformat"/>
        <w:ind w:right="-305"/>
        <w:jc w:val="both"/>
        <w:rPr>
          <w:sz w:val="24"/>
          <w:szCs w:val="28"/>
        </w:rPr>
      </w:pPr>
      <w:r>
        <w:rPr>
          <w:sz w:val="24"/>
          <w:szCs w:val="28"/>
        </w:rPr>
        <w:t xml:space="preserve"> </w:t>
      </w:r>
      <w:r w:rsidRPr="006D56EE">
        <w:rPr>
          <w:sz w:val="24"/>
          <w:szCs w:val="28"/>
        </w:rPr>
        <w:t>руководителя органа государственного контроля (надзора),</w:t>
      </w:r>
    </w:p>
    <w:p w:rsidR="00773251" w:rsidRPr="006D56EE" w:rsidRDefault="00773251" w:rsidP="008A029B">
      <w:pPr>
        <w:pStyle w:val="ConsPlusNonformat"/>
        <w:ind w:right="-305"/>
        <w:jc w:val="both"/>
        <w:rPr>
          <w:sz w:val="24"/>
          <w:szCs w:val="28"/>
        </w:rPr>
      </w:pPr>
      <w:r>
        <w:rPr>
          <w:sz w:val="24"/>
          <w:szCs w:val="28"/>
        </w:rPr>
        <w:t xml:space="preserve"> </w:t>
      </w:r>
      <w:r w:rsidRPr="006D56EE">
        <w:rPr>
          <w:sz w:val="24"/>
          <w:szCs w:val="28"/>
        </w:rPr>
        <w:t xml:space="preserve">органа муниципального контроля, издавшего распоряжение </w:t>
      </w:r>
    </w:p>
    <w:p w:rsidR="00773251" w:rsidRPr="006D56EE" w:rsidRDefault="00773251" w:rsidP="008A029B">
      <w:pPr>
        <w:pStyle w:val="ConsPlusNonformat"/>
        <w:ind w:right="-305"/>
        <w:jc w:val="both"/>
        <w:rPr>
          <w:sz w:val="24"/>
          <w:szCs w:val="28"/>
        </w:rPr>
      </w:pPr>
      <w:r>
        <w:rPr>
          <w:sz w:val="24"/>
          <w:szCs w:val="28"/>
        </w:rPr>
        <w:t xml:space="preserve"> </w:t>
      </w:r>
      <w:r w:rsidRPr="006D56EE">
        <w:rPr>
          <w:sz w:val="24"/>
          <w:szCs w:val="28"/>
        </w:rPr>
        <w:t>или приказ о проведении проверки)</w:t>
      </w:r>
    </w:p>
    <w:p w:rsidR="00773251" w:rsidRDefault="00773251" w:rsidP="008A029B">
      <w:pPr>
        <w:pStyle w:val="ConsPlusNonformat"/>
        <w:ind w:right="-305"/>
        <w:rPr>
          <w:sz w:val="28"/>
          <w:szCs w:val="28"/>
        </w:rPr>
      </w:pPr>
    </w:p>
    <w:p w:rsidR="00773251" w:rsidRPr="00F162DD" w:rsidRDefault="00773251" w:rsidP="008A029B">
      <w:pPr>
        <w:pStyle w:val="ConsPlusNonformat"/>
        <w:ind w:right="-305"/>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62DD">
        <w:rPr>
          <w:sz w:val="28"/>
          <w:szCs w:val="28"/>
        </w:rPr>
        <w:tab/>
      </w:r>
      <w:r>
        <w:rPr>
          <w:sz w:val="28"/>
          <w:szCs w:val="28"/>
        </w:rPr>
        <w:tab/>
        <w:t>______________________</w:t>
      </w:r>
      <w:r w:rsidRPr="00F162DD">
        <w:rPr>
          <w:sz w:val="28"/>
          <w:szCs w:val="28"/>
        </w:rPr>
        <w:t>___</w:t>
      </w:r>
    </w:p>
    <w:p w:rsidR="00773251" w:rsidRPr="006D56EE" w:rsidRDefault="00773251" w:rsidP="008A029B">
      <w:pPr>
        <w:pStyle w:val="ConsPlusNonformat"/>
        <w:ind w:left="4956" w:right="-305" w:firstLine="708"/>
        <w:rPr>
          <w:sz w:val="24"/>
          <w:szCs w:val="28"/>
        </w:rPr>
      </w:pPr>
      <w:r>
        <w:rPr>
          <w:sz w:val="24"/>
          <w:szCs w:val="28"/>
        </w:rPr>
        <w:t xml:space="preserve">   </w:t>
      </w:r>
      <w:r w:rsidRPr="006D56EE">
        <w:rPr>
          <w:sz w:val="24"/>
          <w:szCs w:val="28"/>
        </w:rPr>
        <w:t xml:space="preserve"> (подпись, заверенная печатью)</w:t>
      </w:r>
    </w:p>
    <w:p w:rsidR="00773251" w:rsidRPr="00F162DD" w:rsidRDefault="00773251" w:rsidP="008A029B">
      <w:pPr>
        <w:pStyle w:val="ConsPlusNonformat"/>
        <w:ind w:right="-305"/>
        <w:rPr>
          <w:sz w:val="28"/>
          <w:szCs w:val="28"/>
        </w:rPr>
      </w:pPr>
    </w:p>
    <w:p w:rsidR="00773251" w:rsidRPr="006D56EE" w:rsidRDefault="00773251" w:rsidP="008A029B">
      <w:pPr>
        <w:pStyle w:val="ConsPlusNonformat"/>
        <w:ind w:right="-305"/>
        <w:jc w:val="center"/>
        <w:rPr>
          <w:sz w:val="24"/>
          <w:szCs w:val="28"/>
        </w:rPr>
      </w:pPr>
      <w:r>
        <w:rPr>
          <w:sz w:val="24"/>
          <w:szCs w:val="28"/>
        </w:rPr>
        <w:t>__________________________________________________________________________</w:t>
      </w:r>
      <w:r w:rsidRPr="006D56EE">
        <w:rPr>
          <w:sz w:val="24"/>
          <w:szCs w:val="28"/>
        </w:rPr>
        <w:t xml:space="preserve"> (фамилия,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773251" w:rsidRPr="00F162DD" w:rsidRDefault="00773251" w:rsidP="008A029B">
      <w:pPr>
        <w:pStyle w:val="ConsPlusNonformat"/>
        <w:ind w:right="-305"/>
        <w:rPr>
          <w:b/>
          <w:bCs/>
          <w:sz w:val="28"/>
          <w:szCs w:val="28"/>
        </w:rPr>
      </w:pPr>
    </w:p>
    <w:p w:rsidR="00773251" w:rsidRPr="00F162DD" w:rsidRDefault="00773251" w:rsidP="008A029B">
      <w:pPr>
        <w:rPr>
          <w:b/>
          <w:bCs/>
          <w:sz w:val="28"/>
          <w:szCs w:val="28"/>
        </w:rPr>
        <w:sectPr w:rsidR="00773251" w:rsidRPr="00F162DD" w:rsidSect="00BD1483">
          <w:footerReference w:type="even" r:id="rId11"/>
          <w:footerReference w:type="default" r:id="rId12"/>
          <w:pgSz w:w="11906" w:h="16838"/>
          <w:pgMar w:top="1134" w:right="850" w:bottom="1134" w:left="1701" w:header="709" w:footer="709" w:gutter="0"/>
          <w:pgNumType w:start="2"/>
          <w:cols w:space="720"/>
          <w:docGrid w:linePitch="299"/>
        </w:sectPr>
      </w:pPr>
    </w:p>
    <w:tbl>
      <w:tblPr>
        <w:tblW w:w="15228" w:type="dxa"/>
        <w:tblLook w:val="01E0"/>
      </w:tblPr>
      <w:tblGrid>
        <w:gridCol w:w="3767"/>
        <w:gridCol w:w="3767"/>
        <w:gridCol w:w="2654"/>
        <w:gridCol w:w="5040"/>
      </w:tblGrid>
      <w:tr w:rsidR="00773251" w:rsidRPr="00F162DD" w:rsidTr="00BD1483">
        <w:tc>
          <w:tcPr>
            <w:tcW w:w="3767" w:type="dxa"/>
          </w:tcPr>
          <w:p w:rsidR="00773251" w:rsidRPr="00256BBF" w:rsidRDefault="00773251" w:rsidP="00BD1483">
            <w:pPr>
              <w:pStyle w:val="ConsPlusNormal0"/>
              <w:ind w:right="-305" w:firstLine="0"/>
              <w:jc w:val="both"/>
              <w:rPr>
                <w:rFonts w:ascii="Times New Roman" w:hAnsi="Times New Roman" w:cs="Times New Roman"/>
                <w:sz w:val="28"/>
                <w:szCs w:val="28"/>
              </w:rPr>
            </w:pPr>
          </w:p>
        </w:tc>
        <w:tc>
          <w:tcPr>
            <w:tcW w:w="3767" w:type="dxa"/>
          </w:tcPr>
          <w:p w:rsidR="00773251" w:rsidRPr="00256BBF" w:rsidRDefault="00773251" w:rsidP="00BD1483">
            <w:pPr>
              <w:pStyle w:val="ConsPlusNormal0"/>
              <w:ind w:right="-305" w:firstLine="0"/>
              <w:jc w:val="both"/>
              <w:rPr>
                <w:rFonts w:ascii="Times New Roman" w:hAnsi="Times New Roman" w:cs="Times New Roman"/>
                <w:sz w:val="28"/>
                <w:szCs w:val="28"/>
              </w:rPr>
            </w:pPr>
          </w:p>
        </w:tc>
        <w:tc>
          <w:tcPr>
            <w:tcW w:w="2654" w:type="dxa"/>
          </w:tcPr>
          <w:p w:rsidR="00773251" w:rsidRPr="00256BBF" w:rsidRDefault="00773251" w:rsidP="00BD1483">
            <w:pPr>
              <w:pStyle w:val="ConsPlusNormal0"/>
              <w:ind w:right="-305" w:firstLine="0"/>
              <w:jc w:val="both"/>
              <w:rPr>
                <w:rFonts w:ascii="Times New Roman" w:hAnsi="Times New Roman" w:cs="Times New Roman"/>
                <w:sz w:val="28"/>
                <w:szCs w:val="28"/>
              </w:rPr>
            </w:pPr>
          </w:p>
        </w:tc>
        <w:tc>
          <w:tcPr>
            <w:tcW w:w="5040" w:type="dxa"/>
          </w:tcPr>
          <w:p w:rsidR="00773251" w:rsidRPr="00256BBF" w:rsidRDefault="00773251" w:rsidP="00BD1483">
            <w:pPr>
              <w:pStyle w:val="ConsPlusNormal0"/>
              <w:ind w:left="2003" w:firstLine="0"/>
              <w:rPr>
                <w:rFonts w:ascii="Times New Roman" w:hAnsi="Times New Roman" w:cs="Times New Roman"/>
                <w:szCs w:val="24"/>
              </w:rPr>
            </w:pPr>
            <w:r w:rsidRPr="00256BBF">
              <w:rPr>
                <w:rFonts w:ascii="Times New Roman" w:hAnsi="Times New Roman" w:cs="Times New Roman"/>
                <w:szCs w:val="24"/>
              </w:rPr>
              <w:t>Приложение №4</w:t>
            </w:r>
          </w:p>
          <w:p w:rsidR="00773251" w:rsidRPr="00256BBF" w:rsidRDefault="00773251" w:rsidP="00BD1483">
            <w:pPr>
              <w:pStyle w:val="ConsPlusNormal0"/>
              <w:ind w:left="2003" w:right="-305" w:firstLine="0"/>
              <w:rPr>
                <w:rFonts w:ascii="Times New Roman" w:hAnsi="Times New Roman" w:cs="Times New Roman"/>
                <w:sz w:val="24"/>
                <w:szCs w:val="28"/>
              </w:rPr>
            </w:pPr>
            <w:r w:rsidRPr="00256BBF">
              <w:rPr>
                <w:rFonts w:ascii="Times New Roman" w:hAnsi="Times New Roman" w:cs="Times New Roman"/>
                <w:szCs w:val="24"/>
              </w:rPr>
              <w:t xml:space="preserve">к административному регламенту осуществления муниципального </w:t>
            </w:r>
            <w:r>
              <w:rPr>
                <w:rFonts w:ascii="Times New Roman" w:hAnsi="Times New Roman" w:cs="Times New Roman"/>
                <w:szCs w:val="24"/>
              </w:rPr>
              <w:t>жилищного</w:t>
            </w:r>
            <w:r w:rsidRPr="00256BBF">
              <w:rPr>
                <w:rFonts w:ascii="Times New Roman" w:hAnsi="Times New Roman" w:cs="Times New Roman"/>
                <w:szCs w:val="24"/>
              </w:rPr>
              <w:t xml:space="preserve"> контроля на территории </w:t>
            </w:r>
            <w:r>
              <w:rPr>
                <w:rFonts w:ascii="Times New Roman" w:hAnsi="Times New Roman" w:cs="Times New Roman"/>
                <w:szCs w:val="24"/>
              </w:rPr>
              <w:t>Легостаевского</w:t>
            </w:r>
            <w:r w:rsidRPr="00256BBF">
              <w:rPr>
                <w:rFonts w:ascii="Times New Roman" w:hAnsi="Times New Roman" w:cs="Times New Roman"/>
                <w:szCs w:val="24"/>
              </w:rPr>
              <w:t xml:space="preserve"> сельсовета Искитимского района Новосибирской области</w:t>
            </w:r>
          </w:p>
          <w:p w:rsidR="00773251" w:rsidRPr="00256BBF" w:rsidRDefault="00773251" w:rsidP="00BD1483">
            <w:pPr>
              <w:pStyle w:val="ConsPlusNormal0"/>
              <w:ind w:right="-305" w:firstLine="0"/>
              <w:jc w:val="both"/>
              <w:rPr>
                <w:rFonts w:ascii="Times New Roman" w:hAnsi="Times New Roman" w:cs="Times New Roman"/>
                <w:sz w:val="28"/>
                <w:szCs w:val="28"/>
              </w:rPr>
            </w:pPr>
          </w:p>
        </w:tc>
      </w:tr>
    </w:tbl>
    <w:p w:rsidR="00773251" w:rsidRPr="00937A3B" w:rsidRDefault="00773251" w:rsidP="008A029B">
      <w:pPr>
        <w:ind w:left="10915"/>
        <w:rPr>
          <w:sz w:val="20"/>
        </w:rPr>
      </w:pPr>
      <w:r w:rsidRPr="00937A3B">
        <w:rPr>
          <w:sz w:val="20"/>
        </w:rPr>
        <w:t>УТВЕРЖДЕН</w:t>
      </w:r>
    </w:p>
    <w:p w:rsidR="00773251" w:rsidRDefault="00773251" w:rsidP="008A029B">
      <w:pPr>
        <w:ind w:left="10915"/>
        <w:rPr>
          <w:sz w:val="20"/>
        </w:rPr>
      </w:pPr>
      <w:r w:rsidRPr="00937A3B">
        <w:rPr>
          <w:sz w:val="20"/>
        </w:rPr>
        <w:t>Глава</w:t>
      </w:r>
      <w:r>
        <w:rPr>
          <w:sz w:val="20"/>
        </w:rPr>
        <w:t xml:space="preserve"> Легостаевского сельсовета</w:t>
      </w:r>
    </w:p>
    <w:p w:rsidR="00773251" w:rsidRPr="00937A3B" w:rsidRDefault="00773251" w:rsidP="008A029B">
      <w:pPr>
        <w:ind w:left="10915"/>
        <w:rPr>
          <w:sz w:val="20"/>
        </w:rPr>
      </w:pPr>
      <w:r>
        <w:rPr>
          <w:sz w:val="20"/>
        </w:rPr>
        <w:t>/________/</w:t>
      </w:r>
    </w:p>
    <w:p w:rsidR="00773251" w:rsidRPr="00937A3B" w:rsidRDefault="00773251" w:rsidP="008A029B">
      <w:pPr>
        <w:ind w:left="10915"/>
        <w:rPr>
          <w:sz w:val="20"/>
        </w:rPr>
      </w:pPr>
      <w:r>
        <w:rPr>
          <w:sz w:val="20"/>
        </w:rPr>
        <w:t>«__»____________20_</w:t>
      </w:r>
      <w:r w:rsidRPr="00937A3B">
        <w:rPr>
          <w:sz w:val="20"/>
        </w:rPr>
        <w:t>__г.</w:t>
      </w:r>
    </w:p>
    <w:p w:rsidR="00773251" w:rsidRPr="00937A3B" w:rsidRDefault="00773251" w:rsidP="008A029B">
      <w:pPr>
        <w:ind w:left="10915"/>
        <w:rPr>
          <w:sz w:val="20"/>
        </w:rPr>
      </w:pPr>
      <w:r w:rsidRPr="00937A3B">
        <w:rPr>
          <w:sz w:val="20"/>
        </w:rPr>
        <w:t>М.П.</w:t>
      </w:r>
    </w:p>
    <w:p w:rsidR="00773251" w:rsidRPr="00937A3B" w:rsidRDefault="00773251" w:rsidP="008A029B">
      <w:pPr>
        <w:jc w:val="center"/>
      </w:pPr>
      <w:r w:rsidRPr="00937A3B">
        <w:rPr>
          <w:spacing w:val="40"/>
        </w:rPr>
        <w:t>ПЛАН</w:t>
      </w:r>
    </w:p>
    <w:tbl>
      <w:tblPr>
        <w:tblW w:w="0" w:type="auto"/>
        <w:jc w:val="center"/>
        <w:tblLayout w:type="fixed"/>
        <w:tblCellMar>
          <w:left w:w="28" w:type="dxa"/>
          <w:right w:w="28" w:type="dxa"/>
        </w:tblCellMar>
        <w:tblLook w:val="0000"/>
      </w:tblPr>
      <w:tblGrid>
        <w:gridCol w:w="9752"/>
        <w:gridCol w:w="369"/>
        <w:gridCol w:w="510"/>
      </w:tblGrid>
      <w:tr w:rsidR="00773251" w:rsidRPr="00937A3B" w:rsidTr="00BD1483">
        <w:trPr>
          <w:jc w:val="center"/>
        </w:trPr>
        <w:tc>
          <w:tcPr>
            <w:tcW w:w="9752" w:type="dxa"/>
            <w:tcBorders>
              <w:top w:val="nil"/>
              <w:left w:val="nil"/>
              <w:bottom w:val="nil"/>
              <w:right w:val="nil"/>
            </w:tcBorders>
            <w:vAlign w:val="bottom"/>
          </w:tcPr>
          <w:p w:rsidR="00773251" w:rsidRPr="00937A3B" w:rsidRDefault="00773251" w:rsidP="00BD1483">
            <w:pPr>
              <w:jc w:val="right"/>
            </w:pPr>
            <w:r w:rsidRPr="00937A3B">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773251" w:rsidRPr="00937A3B" w:rsidRDefault="00773251" w:rsidP="00BD1483"/>
        </w:tc>
        <w:tc>
          <w:tcPr>
            <w:tcW w:w="510" w:type="dxa"/>
            <w:tcBorders>
              <w:top w:val="nil"/>
              <w:left w:val="nil"/>
              <w:bottom w:val="nil"/>
              <w:right w:val="nil"/>
            </w:tcBorders>
            <w:vAlign w:val="bottom"/>
          </w:tcPr>
          <w:p w:rsidR="00773251" w:rsidRPr="00937A3B" w:rsidRDefault="00773251" w:rsidP="00BD1483">
            <w:pPr>
              <w:ind w:left="57"/>
            </w:pPr>
            <w:r w:rsidRPr="00937A3B">
              <w:t>год</w:t>
            </w:r>
          </w:p>
        </w:tc>
      </w:tr>
    </w:tbl>
    <w:p w:rsidR="00773251" w:rsidRPr="00937A3B" w:rsidRDefault="00773251" w:rsidP="008A029B">
      <w:pPr>
        <w:rPr>
          <w:sz w:val="10"/>
          <w:szCs w:val="12"/>
        </w:rPr>
      </w:pPr>
    </w:p>
    <w:tbl>
      <w:tblPr>
        <w:tblW w:w="0" w:type="auto"/>
        <w:tblInd w:w="40" w:type="dxa"/>
        <w:tblLayout w:type="fixed"/>
        <w:tblCellMar>
          <w:left w:w="40" w:type="dxa"/>
          <w:right w:w="40" w:type="dxa"/>
        </w:tblCellMar>
        <w:tblLook w:val="0000"/>
      </w:tblPr>
      <w:tblGrid>
        <w:gridCol w:w="109"/>
        <w:gridCol w:w="1962"/>
        <w:gridCol w:w="481"/>
        <w:gridCol w:w="567"/>
        <w:gridCol w:w="872"/>
        <w:gridCol w:w="654"/>
        <w:gridCol w:w="852"/>
        <w:gridCol w:w="993"/>
        <w:gridCol w:w="708"/>
        <w:gridCol w:w="709"/>
        <w:gridCol w:w="708"/>
        <w:gridCol w:w="1939"/>
        <w:gridCol w:w="981"/>
        <w:gridCol w:w="567"/>
        <w:gridCol w:w="567"/>
        <w:gridCol w:w="709"/>
        <w:gridCol w:w="991"/>
        <w:gridCol w:w="1417"/>
      </w:tblGrid>
      <w:tr w:rsidR="00773251" w:rsidRPr="00937A3B" w:rsidTr="00BD1483">
        <w:trPr>
          <w:cantSplit/>
          <w:trHeight w:val="410"/>
        </w:trPr>
        <w:tc>
          <w:tcPr>
            <w:tcW w:w="109" w:type="dxa"/>
            <w:vMerge w:val="restart"/>
            <w:tcBorders>
              <w:top w:val="single" w:sz="4" w:space="0" w:color="auto"/>
              <w:left w:val="nil"/>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sz w:val="20"/>
              </w:rPr>
            </w:pPr>
          </w:p>
        </w:tc>
        <w:tc>
          <w:tcPr>
            <w:tcW w:w="1962" w:type="dxa"/>
            <w:vMerge w:val="restart"/>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spacing w:val="-4"/>
                <w:sz w:val="20"/>
                <w:vertAlign w:val="superscript"/>
              </w:rPr>
            </w:pPr>
            <w:r w:rsidRPr="00937A3B">
              <w:rPr>
                <w:color w:val="000000"/>
                <w:spacing w:val="-4"/>
                <w:sz w:val="20"/>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 </w:t>
            </w:r>
            <w:r w:rsidRPr="00937A3B">
              <w:rPr>
                <w:color w:val="000000"/>
                <w:spacing w:val="-4"/>
                <w:sz w:val="20"/>
                <w:vertAlign w:val="superscript"/>
              </w:rPr>
              <w:t>1</w:t>
            </w:r>
          </w:p>
        </w:tc>
        <w:tc>
          <w:tcPr>
            <w:tcW w:w="2574" w:type="dxa"/>
            <w:gridSpan w:val="4"/>
            <w:tcBorders>
              <w:top w:val="single" w:sz="4" w:space="0" w:color="auto"/>
              <w:left w:val="single" w:sz="4" w:space="0" w:color="auto"/>
              <w:bottom w:val="single" w:sz="4" w:space="0" w:color="auto"/>
              <w:right w:val="single" w:sz="4" w:space="0" w:color="auto"/>
            </w:tcBorders>
            <w:shd w:val="clear" w:color="auto" w:fill="FFFFFF"/>
          </w:tcPr>
          <w:p w:rsidR="00773251" w:rsidRPr="00937A3B" w:rsidRDefault="00773251" w:rsidP="00BD1483">
            <w:pPr>
              <w:shd w:val="clear" w:color="auto" w:fill="FFFFFF"/>
              <w:jc w:val="center"/>
              <w:rPr>
                <w:color w:val="000000"/>
                <w:sz w:val="20"/>
              </w:rPr>
            </w:pPr>
            <w:r w:rsidRPr="00937A3B">
              <w:rPr>
                <w:color w:val="000000"/>
                <w:sz w:val="20"/>
              </w:rPr>
              <w:t xml:space="preserve">Адреса </w:t>
            </w:r>
          </w:p>
        </w:tc>
        <w:tc>
          <w:tcPr>
            <w:tcW w:w="852" w:type="dxa"/>
            <w:vMerge w:val="restart"/>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r w:rsidRPr="00937A3B">
              <w:rPr>
                <w:sz w:val="20"/>
              </w:rPr>
              <w:t>Основной государственный регистрационный номер (ОГРН)</w:t>
            </w:r>
          </w:p>
        </w:tc>
        <w:tc>
          <w:tcPr>
            <w:tcW w:w="993" w:type="dxa"/>
            <w:vMerge w:val="restart"/>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pStyle w:val="ConsPlusNonformat"/>
              <w:ind w:left="113" w:right="113"/>
              <w:jc w:val="center"/>
              <w:rPr>
                <w:sz w:val="18"/>
              </w:rPr>
            </w:pPr>
            <w:r w:rsidRPr="00937A3B">
              <w:rPr>
                <w:color w:val="000000"/>
                <w:sz w:val="18"/>
              </w:rPr>
              <w:t>Идентифика</w:t>
            </w:r>
            <w:r w:rsidRPr="00937A3B">
              <w:rPr>
                <w:color w:val="000000"/>
                <w:sz w:val="18"/>
              </w:rPr>
              <w:softHyphen/>
              <w:t>ционный номер налогоплательщика (ИНН)</w:t>
            </w:r>
          </w:p>
        </w:tc>
        <w:tc>
          <w:tcPr>
            <w:tcW w:w="708" w:type="dxa"/>
            <w:vMerge w:val="restart"/>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sz w:val="20"/>
              </w:rPr>
            </w:pPr>
            <w:r w:rsidRPr="00937A3B">
              <w:rPr>
                <w:color w:val="000000"/>
                <w:sz w:val="20"/>
              </w:rPr>
              <w:t>Цель проведения  проверки</w:t>
            </w:r>
          </w:p>
        </w:tc>
        <w:tc>
          <w:tcPr>
            <w:tcW w:w="4337" w:type="dxa"/>
            <w:gridSpan w:val="4"/>
            <w:tcBorders>
              <w:top w:val="single" w:sz="4" w:space="0" w:color="auto"/>
              <w:left w:val="single" w:sz="4" w:space="0" w:color="auto"/>
              <w:bottom w:val="single" w:sz="4" w:space="0" w:color="auto"/>
              <w:right w:val="single" w:sz="4" w:space="0" w:color="auto"/>
            </w:tcBorders>
            <w:shd w:val="clear" w:color="auto" w:fill="FFFFFF"/>
          </w:tcPr>
          <w:p w:rsidR="00773251" w:rsidRPr="00937A3B" w:rsidRDefault="00773251" w:rsidP="00BD1483">
            <w:pPr>
              <w:shd w:val="clear" w:color="auto" w:fill="FFFFFF"/>
              <w:jc w:val="center"/>
              <w:rPr>
                <w:color w:val="000000"/>
                <w:sz w:val="20"/>
              </w:rPr>
            </w:pPr>
            <w:r w:rsidRPr="00937A3B">
              <w:rPr>
                <w:color w:val="000000"/>
                <w:sz w:val="20"/>
              </w:rPr>
              <w:t>Основание проведения проверки</w:t>
            </w:r>
          </w:p>
        </w:tc>
        <w:tc>
          <w:tcPr>
            <w:tcW w:w="567" w:type="dxa"/>
            <w:vMerge w:val="restart"/>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40" w:right="-127"/>
              <w:jc w:val="center"/>
              <w:rPr>
                <w:sz w:val="20"/>
              </w:rPr>
            </w:pPr>
            <w:r w:rsidRPr="00937A3B">
              <w:rPr>
                <w:color w:val="000000"/>
                <w:sz w:val="20"/>
              </w:rPr>
              <w:t>Дата начала проведения</w:t>
            </w:r>
            <w:r w:rsidRPr="00937A3B">
              <w:rPr>
                <w:sz w:val="20"/>
              </w:rPr>
              <w:t xml:space="preserve"> </w:t>
            </w:r>
            <w:r w:rsidRPr="00937A3B">
              <w:rPr>
                <w:color w:val="000000"/>
                <w:sz w:val="20"/>
              </w:rPr>
              <w:t>проверки </w:t>
            </w:r>
            <w:r w:rsidRPr="00937A3B">
              <w:rPr>
                <w:sz w:val="20"/>
                <w:vertAlign w:val="superscript"/>
              </w:rPr>
              <w:t>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773251" w:rsidRPr="00937A3B" w:rsidRDefault="00773251" w:rsidP="00BD1483">
            <w:pPr>
              <w:shd w:val="clear" w:color="auto" w:fill="FFFFFF"/>
              <w:jc w:val="center"/>
              <w:rPr>
                <w:sz w:val="20"/>
              </w:rPr>
            </w:pPr>
            <w:r w:rsidRPr="00937A3B">
              <w:rPr>
                <w:color w:val="000000"/>
                <w:sz w:val="20"/>
              </w:rPr>
              <w:t>Срок</w:t>
            </w:r>
            <w:r w:rsidRPr="00937A3B">
              <w:rPr>
                <w:sz w:val="20"/>
              </w:rPr>
              <w:t xml:space="preserve"> </w:t>
            </w:r>
            <w:r w:rsidRPr="00937A3B">
              <w:rPr>
                <w:color w:val="000000"/>
                <w:sz w:val="20"/>
              </w:rPr>
              <w:t>проведения</w:t>
            </w:r>
            <w:r w:rsidRPr="00937A3B">
              <w:rPr>
                <w:sz w:val="20"/>
              </w:rPr>
              <w:t xml:space="preserve"> </w:t>
            </w:r>
            <w:r w:rsidRPr="00937A3B">
              <w:rPr>
                <w:color w:val="000000"/>
                <w:sz w:val="20"/>
              </w:rPr>
              <w:t>плановой проверки</w:t>
            </w:r>
          </w:p>
        </w:tc>
        <w:tc>
          <w:tcPr>
            <w:tcW w:w="991" w:type="dxa"/>
            <w:vMerge w:val="restart"/>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sz w:val="20"/>
              </w:rPr>
            </w:pPr>
            <w:r w:rsidRPr="00937A3B">
              <w:rPr>
                <w:color w:val="000000"/>
                <w:sz w:val="20"/>
              </w:rPr>
              <w:t>Форма</w:t>
            </w:r>
            <w:r w:rsidRPr="00937A3B">
              <w:rPr>
                <w:sz w:val="20"/>
              </w:rPr>
              <w:t xml:space="preserve"> проведения </w:t>
            </w:r>
            <w:r w:rsidRPr="00937A3B">
              <w:rPr>
                <w:color w:val="000000"/>
                <w:sz w:val="20"/>
              </w:rPr>
              <w:t>проверки (документар</w:t>
            </w:r>
            <w:r w:rsidRPr="00937A3B">
              <w:rPr>
                <w:color w:val="000000"/>
                <w:sz w:val="20"/>
              </w:rPr>
              <w:softHyphen/>
              <w:t>ная, выездная, документарная и выездная)</w:t>
            </w:r>
          </w:p>
        </w:tc>
        <w:tc>
          <w:tcPr>
            <w:tcW w:w="1417" w:type="dxa"/>
            <w:vMerge w:val="restart"/>
            <w:tcBorders>
              <w:top w:val="single" w:sz="4" w:space="0" w:color="auto"/>
              <w:left w:val="single" w:sz="4" w:space="0" w:color="auto"/>
              <w:bottom w:val="nil"/>
              <w:right w:val="nil"/>
            </w:tcBorders>
            <w:shd w:val="clear" w:color="auto" w:fill="FFFFFF"/>
            <w:textDirection w:val="btLr"/>
          </w:tcPr>
          <w:p w:rsidR="00773251" w:rsidRPr="00937A3B" w:rsidRDefault="00773251" w:rsidP="00BD1483">
            <w:pPr>
              <w:shd w:val="clear" w:color="auto" w:fill="FFFFFF"/>
              <w:ind w:left="113" w:right="113"/>
              <w:jc w:val="center"/>
              <w:rPr>
                <w:color w:val="000000"/>
                <w:sz w:val="20"/>
              </w:rPr>
            </w:pPr>
            <w:r w:rsidRPr="00937A3B">
              <w:rPr>
                <w:color w:val="000000"/>
                <w:sz w:val="20"/>
              </w:rPr>
              <w:t>Наименование органа государственного контроля (надзора), органа муниципального контроля, с которым проверка проводится совместно</w:t>
            </w:r>
          </w:p>
        </w:tc>
      </w:tr>
      <w:tr w:rsidR="00773251" w:rsidRPr="00937A3B" w:rsidTr="00BD1483">
        <w:trPr>
          <w:cantSplit/>
          <w:trHeight w:val="2675"/>
        </w:trPr>
        <w:tc>
          <w:tcPr>
            <w:tcW w:w="109" w:type="dxa"/>
            <w:vMerge/>
            <w:tcBorders>
              <w:top w:val="nil"/>
              <w:left w:val="nil"/>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c>
          <w:tcPr>
            <w:tcW w:w="1962" w:type="dxa"/>
            <w:vMerge/>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c>
          <w:tcPr>
            <w:tcW w:w="481"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rPr>
            </w:pPr>
            <w:r w:rsidRPr="00937A3B">
              <w:rPr>
                <w:color w:val="000000"/>
                <w:sz w:val="20"/>
              </w:rPr>
              <w:t>места нахождения ЮЛ</w:t>
            </w:r>
          </w:p>
        </w:tc>
        <w:tc>
          <w:tcPr>
            <w:tcW w:w="567" w:type="dxa"/>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rPr>
            </w:pPr>
            <w:r w:rsidRPr="00937A3B">
              <w:rPr>
                <w:color w:val="000000"/>
                <w:sz w:val="20"/>
              </w:rPr>
              <w:t>места жительства ИП</w:t>
            </w:r>
          </w:p>
        </w:tc>
        <w:tc>
          <w:tcPr>
            <w:tcW w:w="872" w:type="dxa"/>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rPr>
            </w:pPr>
            <w:r w:rsidRPr="00937A3B">
              <w:rPr>
                <w:color w:val="000000"/>
                <w:sz w:val="20"/>
              </w:rPr>
              <w:t>мест фактического осуществления деятельности ЮЛ, ИП</w:t>
            </w:r>
          </w:p>
        </w:tc>
        <w:tc>
          <w:tcPr>
            <w:tcW w:w="654" w:type="dxa"/>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rPr>
            </w:pPr>
            <w:r w:rsidRPr="00937A3B">
              <w:rPr>
                <w:color w:val="000000"/>
                <w:sz w:val="20"/>
              </w:rPr>
              <w:t>места нахождения объектов </w:t>
            </w:r>
            <w:r w:rsidRPr="00937A3B">
              <w:rPr>
                <w:color w:val="000000"/>
                <w:sz w:val="20"/>
                <w:vertAlign w:val="superscript"/>
              </w:rPr>
              <w:t>2</w:t>
            </w:r>
          </w:p>
        </w:tc>
        <w:tc>
          <w:tcPr>
            <w:tcW w:w="852" w:type="dxa"/>
            <w:vMerge/>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c>
          <w:tcPr>
            <w:tcW w:w="993" w:type="dxa"/>
            <w:vMerge/>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pStyle w:val="ConsPlusNonformat"/>
              <w:ind w:left="113" w:right="113"/>
              <w:jc w:val="center"/>
              <w:rPr>
                <w:sz w:val="18"/>
              </w:rPr>
            </w:pPr>
          </w:p>
        </w:tc>
        <w:tc>
          <w:tcPr>
            <w:tcW w:w="708" w:type="dxa"/>
            <w:vMerge/>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c>
          <w:tcPr>
            <w:tcW w:w="709"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rPr>
            </w:pPr>
            <w:r w:rsidRPr="00937A3B">
              <w:rPr>
                <w:sz w:val="20"/>
              </w:rPr>
              <w:t>дата государственной регистрации ЮЛ, ИП</w:t>
            </w:r>
          </w:p>
        </w:tc>
        <w:tc>
          <w:tcPr>
            <w:tcW w:w="708"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rPr>
            </w:pPr>
            <w:r w:rsidRPr="00937A3B">
              <w:rPr>
                <w:color w:val="000000"/>
                <w:sz w:val="20"/>
              </w:rPr>
              <w:t>дата окончания последней проверки</w:t>
            </w:r>
          </w:p>
        </w:tc>
        <w:tc>
          <w:tcPr>
            <w:tcW w:w="1939"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ind w:left="113" w:right="113"/>
              <w:rPr>
                <w:spacing w:val="-4"/>
                <w:sz w:val="20"/>
              </w:rPr>
            </w:pPr>
            <w:r w:rsidRPr="00937A3B">
              <w:rPr>
                <w:spacing w:val="-4"/>
                <w:sz w:val="20"/>
              </w:rPr>
              <w:t>дата начала осуществления ЮЛ, ИП деятельности в соответствии с представленным уведомлением о ее начале деятельности</w:t>
            </w:r>
          </w:p>
        </w:tc>
        <w:tc>
          <w:tcPr>
            <w:tcW w:w="981"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color w:val="000000"/>
                <w:sz w:val="20"/>
                <w:vertAlign w:val="superscript"/>
              </w:rPr>
            </w:pPr>
            <w:r w:rsidRPr="00937A3B">
              <w:rPr>
                <w:color w:val="000000"/>
                <w:sz w:val="20"/>
              </w:rPr>
              <w:t>иные основания в соответствии с федеральным законом</w:t>
            </w:r>
            <w:r w:rsidRPr="00937A3B">
              <w:rPr>
                <w:color w:val="000000"/>
                <w:sz w:val="20"/>
                <w:vertAlign w:val="superscript"/>
              </w:rPr>
              <w:t> 3</w:t>
            </w:r>
          </w:p>
        </w:tc>
        <w:tc>
          <w:tcPr>
            <w:tcW w:w="567" w:type="dxa"/>
            <w:vMerge/>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c>
          <w:tcPr>
            <w:tcW w:w="567"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sz w:val="20"/>
              </w:rPr>
            </w:pPr>
            <w:r w:rsidRPr="00937A3B">
              <w:rPr>
                <w:color w:val="000000"/>
                <w:sz w:val="20"/>
              </w:rPr>
              <w:t>рабочих дней</w:t>
            </w:r>
          </w:p>
        </w:tc>
        <w:tc>
          <w:tcPr>
            <w:tcW w:w="709" w:type="dxa"/>
            <w:tcBorders>
              <w:top w:val="single" w:sz="4" w:space="0" w:color="auto"/>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rPr>
                <w:sz w:val="20"/>
              </w:rPr>
            </w:pPr>
            <w:r w:rsidRPr="00937A3B">
              <w:rPr>
                <w:color w:val="000000"/>
                <w:sz w:val="20"/>
              </w:rPr>
              <w:t xml:space="preserve">рабочих часов </w:t>
            </w:r>
            <w:r w:rsidRPr="00937A3B">
              <w:rPr>
                <w:color w:val="000000"/>
                <w:sz w:val="20"/>
              </w:rPr>
              <w:br/>
              <w:t>(для МСП и МКП)</w:t>
            </w:r>
          </w:p>
        </w:tc>
        <w:tc>
          <w:tcPr>
            <w:tcW w:w="991" w:type="dxa"/>
            <w:vMerge/>
            <w:tcBorders>
              <w:top w:val="nil"/>
              <w:left w:val="single" w:sz="4" w:space="0" w:color="auto"/>
              <w:bottom w:val="nil"/>
              <w:right w:val="single" w:sz="4" w:space="0" w:color="auto"/>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c>
          <w:tcPr>
            <w:tcW w:w="1417" w:type="dxa"/>
            <w:vMerge/>
            <w:tcBorders>
              <w:top w:val="nil"/>
              <w:left w:val="single" w:sz="4" w:space="0" w:color="auto"/>
              <w:bottom w:val="nil"/>
              <w:right w:val="nil"/>
            </w:tcBorders>
            <w:shd w:val="clear" w:color="auto" w:fill="FFFFFF"/>
            <w:textDirection w:val="btLr"/>
          </w:tcPr>
          <w:p w:rsidR="00773251" w:rsidRPr="00937A3B" w:rsidRDefault="00773251" w:rsidP="00BD1483">
            <w:pPr>
              <w:shd w:val="clear" w:color="auto" w:fill="FFFFFF"/>
              <w:ind w:left="113" w:right="113"/>
              <w:jc w:val="center"/>
              <w:rPr>
                <w:color w:val="000000"/>
                <w:sz w:val="20"/>
              </w:rPr>
            </w:pPr>
          </w:p>
        </w:tc>
      </w:tr>
      <w:tr w:rsidR="00773251" w:rsidRPr="00937A3B" w:rsidTr="00BD1483">
        <w:trPr>
          <w:cantSplit/>
        </w:trPr>
        <w:tc>
          <w:tcPr>
            <w:tcW w:w="109" w:type="dxa"/>
            <w:tcBorders>
              <w:top w:val="single" w:sz="4" w:space="0" w:color="auto"/>
              <w:left w:val="nil"/>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1962"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481"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852"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pStyle w:val="ConsPlusNonformat"/>
              <w:jc w:val="center"/>
              <w:rPr>
                <w:sz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sz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1939"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jc w:val="center"/>
              <w:rPr>
                <w:spacing w:val="-4"/>
                <w:sz w:val="20"/>
              </w:rPr>
            </w:pPr>
          </w:p>
        </w:tc>
        <w:tc>
          <w:tcPr>
            <w:tcW w:w="981"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991" w:type="dxa"/>
            <w:tcBorders>
              <w:top w:val="single" w:sz="4" w:space="0" w:color="auto"/>
              <w:left w:val="single" w:sz="4" w:space="0" w:color="auto"/>
              <w:bottom w:val="single" w:sz="4" w:space="0" w:color="auto"/>
              <w:right w:val="single" w:sz="4" w:space="0" w:color="auto"/>
            </w:tcBorders>
            <w:shd w:val="clear" w:color="auto" w:fill="FFFFFF"/>
            <w:vAlign w:val="center"/>
          </w:tcPr>
          <w:p w:rsidR="00773251" w:rsidRPr="00937A3B" w:rsidRDefault="00773251" w:rsidP="00BD1483">
            <w:pPr>
              <w:shd w:val="clear" w:color="auto" w:fill="FFFFFF"/>
              <w:jc w:val="center"/>
              <w:rPr>
                <w:color w:val="000000"/>
                <w:sz w:val="20"/>
              </w:rPr>
            </w:pPr>
          </w:p>
        </w:tc>
        <w:tc>
          <w:tcPr>
            <w:tcW w:w="1417" w:type="dxa"/>
            <w:tcBorders>
              <w:top w:val="single" w:sz="4" w:space="0" w:color="auto"/>
              <w:left w:val="single" w:sz="4" w:space="0" w:color="auto"/>
              <w:bottom w:val="single" w:sz="4" w:space="0" w:color="auto"/>
              <w:right w:val="nil"/>
            </w:tcBorders>
            <w:shd w:val="clear" w:color="auto" w:fill="FFFFFF"/>
            <w:vAlign w:val="center"/>
          </w:tcPr>
          <w:p w:rsidR="00773251" w:rsidRPr="00937A3B" w:rsidRDefault="00773251" w:rsidP="00BD1483">
            <w:pPr>
              <w:shd w:val="clear" w:color="auto" w:fill="FFFFFF"/>
              <w:jc w:val="center"/>
              <w:rPr>
                <w:color w:val="000000"/>
                <w:sz w:val="20"/>
              </w:rPr>
            </w:pPr>
          </w:p>
        </w:tc>
      </w:tr>
    </w:tbl>
    <w:p w:rsidR="00773251" w:rsidRPr="00937A3B" w:rsidRDefault="00773251" w:rsidP="008A029B">
      <w:pPr>
        <w:shd w:val="clear" w:color="auto" w:fill="FFFFFF"/>
        <w:ind w:firstLine="567"/>
        <w:jc w:val="both"/>
        <w:rPr>
          <w:sz w:val="16"/>
          <w:szCs w:val="18"/>
        </w:rPr>
      </w:pPr>
      <w:r w:rsidRPr="00937A3B">
        <w:rPr>
          <w:color w:val="000000"/>
          <w:sz w:val="16"/>
          <w:szCs w:val="18"/>
          <w:vertAlign w:val="superscript"/>
        </w:rPr>
        <w:t>1</w:t>
      </w:r>
      <w:r w:rsidRPr="00937A3B">
        <w:rPr>
          <w:color w:val="000000"/>
          <w:sz w:val="16"/>
          <w:szCs w:val="18"/>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773251" w:rsidRPr="00937A3B" w:rsidRDefault="00773251" w:rsidP="008A029B">
      <w:pPr>
        <w:shd w:val="clear" w:color="auto" w:fill="FFFFFF"/>
        <w:ind w:firstLine="567"/>
        <w:jc w:val="both"/>
        <w:rPr>
          <w:sz w:val="16"/>
          <w:szCs w:val="18"/>
        </w:rPr>
      </w:pPr>
      <w:r w:rsidRPr="00937A3B">
        <w:rPr>
          <w:color w:val="000000"/>
          <w:sz w:val="16"/>
          <w:szCs w:val="18"/>
          <w:vertAlign w:val="superscript"/>
        </w:rPr>
        <w:t>2</w:t>
      </w:r>
      <w:r w:rsidRPr="00937A3B">
        <w:rPr>
          <w:color w:val="000000"/>
          <w:sz w:val="16"/>
          <w:szCs w:val="18"/>
        </w:rPr>
        <w:t>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773251" w:rsidRPr="00937A3B" w:rsidRDefault="00773251" w:rsidP="008A029B">
      <w:pPr>
        <w:shd w:val="clear" w:color="auto" w:fill="FFFFFF"/>
        <w:ind w:firstLine="567"/>
        <w:jc w:val="both"/>
        <w:rPr>
          <w:sz w:val="16"/>
          <w:szCs w:val="18"/>
        </w:rPr>
      </w:pPr>
      <w:r w:rsidRPr="00937A3B">
        <w:rPr>
          <w:color w:val="000000"/>
          <w:sz w:val="16"/>
          <w:szCs w:val="18"/>
          <w:vertAlign w:val="superscript"/>
        </w:rPr>
        <w:t>3</w:t>
      </w:r>
      <w:r w:rsidRPr="00937A3B">
        <w:rPr>
          <w:color w:val="000000"/>
          <w:sz w:val="16"/>
          <w:szCs w:val="18"/>
        </w:rPr>
        <w:t> Указывается ссылка на положения федерального закона, устанавливающего основания проведения плановой проверки.</w:t>
      </w:r>
    </w:p>
    <w:p w:rsidR="00773251" w:rsidRPr="00937A3B" w:rsidRDefault="00773251" w:rsidP="008A029B">
      <w:pPr>
        <w:ind w:firstLine="567"/>
        <w:jc w:val="both"/>
        <w:rPr>
          <w:color w:val="000000"/>
        </w:rPr>
      </w:pPr>
      <w:r w:rsidRPr="00937A3B">
        <w:rPr>
          <w:color w:val="000000"/>
          <w:sz w:val="16"/>
          <w:szCs w:val="18"/>
          <w:vertAlign w:val="superscript"/>
        </w:rPr>
        <w:t>4</w:t>
      </w:r>
      <w:r w:rsidRPr="00937A3B">
        <w:rPr>
          <w:color w:val="000000"/>
          <w:sz w:val="16"/>
          <w:szCs w:val="18"/>
        </w:rPr>
        <w:t> Указывается календарный месяц начала проведения проверки.</w:t>
      </w:r>
    </w:p>
    <w:p w:rsidR="00773251" w:rsidRPr="00F162DD" w:rsidRDefault="00773251" w:rsidP="008A029B">
      <w:pPr>
        <w:rPr>
          <w:sz w:val="28"/>
          <w:szCs w:val="28"/>
        </w:rPr>
        <w:sectPr w:rsidR="00773251" w:rsidRPr="00F162DD" w:rsidSect="00BD1483">
          <w:pgSz w:w="16838" w:h="11906" w:orient="landscape"/>
          <w:pgMar w:top="902" w:right="1134" w:bottom="567" w:left="851" w:header="709" w:footer="709" w:gutter="0"/>
          <w:pgNumType w:start="23"/>
          <w:cols w:space="720"/>
        </w:sectPr>
      </w:pPr>
    </w:p>
    <w:p w:rsidR="00773251" w:rsidRPr="00506FE2" w:rsidRDefault="00773251" w:rsidP="008A029B">
      <w:pPr>
        <w:pStyle w:val="ConsPlusNormal0"/>
        <w:ind w:left="6096" w:firstLine="0"/>
        <w:rPr>
          <w:rFonts w:ascii="Times New Roman" w:hAnsi="Times New Roman" w:cs="Times New Roman"/>
          <w:sz w:val="24"/>
          <w:szCs w:val="24"/>
        </w:rPr>
      </w:pPr>
      <w:r w:rsidRPr="00506FE2">
        <w:rPr>
          <w:rFonts w:ascii="Times New Roman" w:hAnsi="Times New Roman" w:cs="Times New Roman"/>
          <w:sz w:val="24"/>
          <w:szCs w:val="24"/>
        </w:rPr>
        <w:t xml:space="preserve">Приложение </w:t>
      </w:r>
      <w:r>
        <w:rPr>
          <w:rFonts w:ascii="Times New Roman" w:hAnsi="Times New Roman" w:cs="Times New Roman"/>
          <w:sz w:val="24"/>
          <w:szCs w:val="24"/>
        </w:rPr>
        <w:t>№5</w:t>
      </w:r>
    </w:p>
    <w:p w:rsidR="00773251" w:rsidRPr="00F162DD" w:rsidRDefault="00773251" w:rsidP="008A029B">
      <w:pPr>
        <w:pStyle w:val="ConsPlusNormal0"/>
        <w:ind w:left="6096" w:right="-305" w:firstLine="0"/>
        <w:rPr>
          <w:rFonts w:ascii="Times New Roman" w:hAnsi="Times New Roman" w:cs="Times New Roman"/>
          <w:sz w:val="28"/>
          <w:szCs w:val="28"/>
        </w:rPr>
      </w:pPr>
      <w:r w:rsidRPr="00506FE2">
        <w:rPr>
          <w:rFonts w:ascii="Times New Roman" w:hAnsi="Times New Roman" w:cs="Times New Roman"/>
          <w:sz w:val="24"/>
          <w:szCs w:val="24"/>
        </w:rPr>
        <w:t xml:space="preserve">к административному регламенту осуществления муниципального </w:t>
      </w:r>
      <w:r>
        <w:rPr>
          <w:rFonts w:ascii="Times New Roman" w:hAnsi="Times New Roman" w:cs="Times New Roman"/>
          <w:sz w:val="24"/>
          <w:szCs w:val="24"/>
        </w:rPr>
        <w:t>жилищного</w:t>
      </w:r>
      <w:r w:rsidRPr="00506FE2">
        <w:rPr>
          <w:rFonts w:ascii="Times New Roman" w:hAnsi="Times New Roman" w:cs="Times New Roman"/>
          <w:sz w:val="24"/>
          <w:szCs w:val="24"/>
        </w:rPr>
        <w:t xml:space="preserve"> контроля на территории </w:t>
      </w:r>
      <w:r>
        <w:rPr>
          <w:rFonts w:ascii="Times New Roman" w:hAnsi="Times New Roman" w:cs="Times New Roman"/>
          <w:sz w:val="24"/>
          <w:szCs w:val="24"/>
        </w:rPr>
        <w:t>Легостаевского</w:t>
      </w:r>
      <w:r w:rsidRPr="00506FE2">
        <w:rPr>
          <w:rFonts w:ascii="Times New Roman" w:hAnsi="Times New Roman" w:cs="Times New Roman"/>
          <w:sz w:val="24"/>
          <w:szCs w:val="24"/>
        </w:rPr>
        <w:t xml:space="preserve"> 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w:t>
      </w:r>
      <w:r>
        <w:rPr>
          <w:rFonts w:ascii="Times New Roman" w:hAnsi="Times New Roman" w:cs="Times New Roman"/>
          <w:sz w:val="24"/>
          <w:szCs w:val="24"/>
        </w:rPr>
        <w:t>и</w:t>
      </w:r>
    </w:p>
    <w:p w:rsidR="00773251" w:rsidRPr="00F162DD" w:rsidRDefault="00773251" w:rsidP="008A029B">
      <w:pPr>
        <w:autoSpaceDE w:val="0"/>
        <w:autoSpaceDN w:val="0"/>
        <w:adjustRightInd w:val="0"/>
        <w:jc w:val="both"/>
        <w:rPr>
          <w:sz w:val="28"/>
          <w:szCs w:val="28"/>
        </w:rPr>
      </w:pPr>
    </w:p>
    <w:p w:rsidR="00773251" w:rsidRPr="008C5343" w:rsidRDefault="00773251" w:rsidP="008A029B">
      <w:pPr>
        <w:pStyle w:val="ConsPlusNonformat"/>
        <w:ind w:left="3828"/>
        <w:jc w:val="right"/>
        <w:rPr>
          <w:sz w:val="24"/>
          <w:szCs w:val="28"/>
        </w:rPr>
      </w:pPr>
      <w:r w:rsidRPr="00F162DD">
        <w:rPr>
          <w:sz w:val="28"/>
          <w:szCs w:val="28"/>
        </w:rPr>
        <w:t>В</w:t>
      </w:r>
      <w:r>
        <w:rPr>
          <w:sz w:val="28"/>
          <w:szCs w:val="28"/>
        </w:rPr>
        <w:t>____________________________</w:t>
      </w:r>
      <w:r w:rsidRPr="008C5343">
        <w:rPr>
          <w:sz w:val="24"/>
          <w:szCs w:val="28"/>
        </w:rPr>
        <w:tab/>
        <w:t>(наименование органа прокуратуры)</w:t>
      </w:r>
    </w:p>
    <w:p w:rsidR="00773251" w:rsidRPr="00F162DD" w:rsidRDefault="00773251" w:rsidP="008A029B">
      <w:pPr>
        <w:pStyle w:val="ConsPlusNonformat"/>
        <w:ind w:left="3828"/>
        <w:jc w:val="right"/>
        <w:rPr>
          <w:sz w:val="28"/>
          <w:szCs w:val="28"/>
        </w:rPr>
      </w:pPr>
      <w:r w:rsidRPr="00F162DD">
        <w:rPr>
          <w:sz w:val="28"/>
          <w:szCs w:val="28"/>
        </w:rPr>
        <w:t xml:space="preserve">от </w:t>
      </w:r>
      <w:r>
        <w:rPr>
          <w:sz w:val="28"/>
          <w:szCs w:val="28"/>
        </w:rPr>
        <w:t>_____________________________</w:t>
      </w:r>
    </w:p>
    <w:p w:rsidR="00773251" w:rsidRPr="008C5343" w:rsidRDefault="00773251" w:rsidP="008A029B">
      <w:pPr>
        <w:pStyle w:val="ConsPlusNonformat"/>
        <w:ind w:left="3828"/>
        <w:jc w:val="right"/>
        <w:rPr>
          <w:sz w:val="24"/>
          <w:szCs w:val="28"/>
        </w:rPr>
      </w:pPr>
      <w:r w:rsidRPr="008C5343">
        <w:rPr>
          <w:sz w:val="24"/>
          <w:szCs w:val="28"/>
        </w:rPr>
        <w:tab/>
        <w:t>(наиме</w:t>
      </w:r>
      <w:r>
        <w:rPr>
          <w:sz w:val="24"/>
          <w:szCs w:val="28"/>
        </w:rPr>
        <w:t>нование органа государственного</w:t>
      </w:r>
    </w:p>
    <w:p w:rsidR="00773251" w:rsidRPr="008C5343" w:rsidRDefault="00773251" w:rsidP="008A029B">
      <w:pPr>
        <w:pStyle w:val="ConsPlusNonformat"/>
        <w:ind w:left="3828" w:firstLine="708"/>
        <w:jc w:val="right"/>
        <w:rPr>
          <w:sz w:val="24"/>
          <w:szCs w:val="28"/>
        </w:rPr>
      </w:pPr>
      <w:r w:rsidRPr="008C5343">
        <w:rPr>
          <w:sz w:val="24"/>
          <w:szCs w:val="28"/>
        </w:rPr>
        <w:t>контроля</w:t>
      </w:r>
      <w:r>
        <w:rPr>
          <w:sz w:val="24"/>
          <w:szCs w:val="28"/>
        </w:rPr>
        <w:t xml:space="preserve"> </w:t>
      </w:r>
      <w:r w:rsidRPr="008C5343">
        <w:rPr>
          <w:sz w:val="24"/>
          <w:szCs w:val="28"/>
        </w:rPr>
        <w:t>(на</w:t>
      </w:r>
      <w:r>
        <w:rPr>
          <w:sz w:val="24"/>
          <w:szCs w:val="28"/>
        </w:rPr>
        <w:t>дзора), муниципального контроля</w:t>
      </w:r>
    </w:p>
    <w:p w:rsidR="00773251" w:rsidRPr="008C5343" w:rsidRDefault="00773251" w:rsidP="008A029B">
      <w:pPr>
        <w:pStyle w:val="ConsPlusNonformat"/>
        <w:ind w:left="3828" w:firstLine="708"/>
        <w:jc w:val="right"/>
        <w:rPr>
          <w:sz w:val="24"/>
          <w:szCs w:val="28"/>
        </w:rPr>
      </w:pPr>
      <w:r w:rsidRPr="008C5343">
        <w:rPr>
          <w:sz w:val="24"/>
          <w:szCs w:val="28"/>
        </w:rPr>
        <w:t>с указанием юридического адреса)</w:t>
      </w:r>
    </w:p>
    <w:p w:rsidR="00773251" w:rsidRPr="00F162DD" w:rsidRDefault="00773251" w:rsidP="008A029B">
      <w:pPr>
        <w:pStyle w:val="ConsPlusNonformat"/>
        <w:jc w:val="right"/>
        <w:rPr>
          <w:sz w:val="28"/>
          <w:szCs w:val="28"/>
        </w:rPr>
      </w:pPr>
    </w:p>
    <w:p w:rsidR="00773251" w:rsidRPr="00DE4C9C" w:rsidRDefault="00773251" w:rsidP="008A029B">
      <w:pPr>
        <w:pStyle w:val="ConsPlusNonformat"/>
        <w:jc w:val="center"/>
        <w:rPr>
          <w:sz w:val="28"/>
          <w:szCs w:val="28"/>
        </w:rPr>
      </w:pPr>
      <w:r w:rsidRPr="00DE4C9C">
        <w:rPr>
          <w:sz w:val="28"/>
          <w:szCs w:val="28"/>
        </w:rPr>
        <w:t>ЗАЯВЛЕНИЕ</w:t>
      </w:r>
    </w:p>
    <w:p w:rsidR="00773251" w:rsidRPr="00DE4C9C" w:rsidRDefault="00773251" w:rsidP="008A029B">
      <w:pPr>
        <w:pStyle w:val="ConsPlusNonformat"/>
        <w:jc w:val="center"/>
        <w:rPr>
          <w:sz w:val="28"/>
          <w:szCs w:val="28"/>
        </w:rPr>
      </w:pPr>
      <w:r w:rsidRPr="00DE4C9C">
        <w:rPr>
          <w:sz w:val="28"/>
          <w:szCs w:val="28"/>
        </w:rPr>
        <w:t>о согласовании органом государственного контроля (надзора), органом</w:t>
      </w:r>
    </w:p>
    <w:p w:rsidR="00773251" w:rsidRPr="00DE4C9C" w:rsidRDefault="00773251" w:rsidP="008A029B">
      <w:pPr>
        <w:pStyle w:val="ConsPlusNonformat"/>
        <w:jc w:val="center"/>
        <w:rPr>
          <w:sz w:val="28"/>
          <w:szCs w:val="28"/>
        </w:rPr>
      </w:pPr>
      <w:r w:rsidRPr="00DE4C9C">
        <w:rPr>
          <w:sz w:val="28"/>
          <w:szCs w:val="28"/>
        </w:rPr>
        <w:t xml:space="preserve">муниципального контроля с органом прокуратуры проведения </w:t>
      </w:r>
    </w:p>
    <w:p w:rsidR="00773251" w:rsidRPr="00DE4C9C" w:rsidRDefault="00773251" w:rsidP="008A029B">
      <w:pPr>
        <w:pStyle w:val="ConsPlusNonformat"/>
        <w:jc w:val="center"/>
        <w:rPr>
          <w:sz w:val="28"/>
          <w:szCs w:val="28"/>
        </w:rPr>
      </w:pPr>
      <w:r w:rsidRPr="00DE4C9C">
        <w:rPr>
          <w:sz w:val="28"/>
          <w:szCs w:val="28"/>
        </w:rPr>
        <w:t xml:space="preserve">внеплановой выездной проверки юридического лица, </w:t>
      </w:r>
    </w:p>
    <w:p w:rsidR="00773251" w:rsidRPr="00DE4C9C" w:rsidRDefault="00773251" w:rsidP="008A029B">
      <w:pPr>
        <w:pStyle w:val="ConsPlusNonformat"/>
        <w:jc w:val="center"/>
        <w:rPr>
          <w:sz w:val="28"/>
          <w:szCs w:val="28"/>
        </w:rPr>
      </w:pPr>
      <w:r w:rsidRPr="00DE4C9C">
        <w:rPr>
          <w:sz w:val="28"/>
          <w:szCs w:val="28"/>
        </w:rPr>
        <w:t>индивидуального предпринимателя</w:t>
      </w:r>
    </w:p>
    <w:p w:rsidR="00773251" w:rsidRPr="00DE4C9C" w:rsidRDefault="00773251" w:rsidP="008A029B">
      <w:pPr>
        <w:pStyle w:val="ConsPlusNonformat"/>
        <w:rPr>
          <w:sz w:val="28"/>
          <w:szCs w:val="28"/>
        </w:rPr>
      </w:pPr>
    </w:p>
    <w:p w:rsidR="00773251" w:rsidRPr="00F162DD" w:rsidRDefault="00773251" w:rsidP="008A029B">
      <w:pPr>
        <w:pStyle w:val="ConsPlusNonformat"/>
        <w:jc w:val="both"/>
        <w:rPr>
          <w:sz w:val="28"/>
          <w:szCs w:val="28"/>
        </w:rPr>
      </w:pPr>
      <w:r w:rsidRPr="00F162DD">
        <w:rPr>
          <w:sz w:val="28"/>
          <w:szCs w:val="28"/>
        </w:rPr>
        <w:t xml:space="preserve">1. В соответствии </w:t>
      </w:r>
      <w:r w:rsidRPr="00DE4C9C">
        <w:rPr>
          <w:sz w:val="28"/>
          <w:szCs w:val="28"/>
        </w:rPr>
        <w:t xml:space="preserve">со </w:t>
      </w:r>
      <w:hyperlink r:id="rId13" w:history="1">
        <w:r w:rsidRPr="00DE4C9C">
          <w:rPr>
            <w:rStyle w:val="Hyperlink"/>
            <w:color w:val="auto"/>
            <w:sz w:val="28"/>
            <w:szCs w:val="28"/>
            <w:u w:val="none"/>
          </w:rPr>
          <w:t>статьей 10</w:t>
        </w:r>
      </w:hyperlink>
      <w:r w:rsidRPr="0025728F">
        <w:rPr>
          <w:sz w:val="28"/>
          <w:szCs w:val="28"/>
        </w:rPr>
        <w:t xml:space="preserve"> </w:t>
      </w:r>
      <w:r w:rsidRPr="00F162DD">
        <w:rPr>
          <w:sz w:val="28"/>
          <w:szCs w:val="28"/>
        </w:rPr>
        <w:t>Федерального закона от 26</w:t>
      </w:r>
      <w:r>
        <w:rPr>
          <w:sz w:val="28"/>
          <w:szCs w:val="28"/>
        </w:rPr>
        <w:t>.12.</w:t>
      </w:r>
      <w:r w:rsidRPr="00F162DD">
        <w:rPr>
          <w:sz w:val="28"/>
          <w:szCs w:val="28"/>
        </w:rPr>
        <w:t>2008</w:t>
      </w:r>
      <w:r>
        <w:rPr>
          <w:sz w:val="28"/>
          <w:szCs w:val="28"/>
        </w:rPr>
        <w:t xml:space="preserve"> №</w:t>
      </w:r>
      <w:r w:rsidRPr="00F162DD">
        <w:rPr>
          <w:sz w:val="28"/>
          <w:szCs w:val="28"/>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№52, ст.6249) просим согласия на проведение внеплановой выездной проверки в отношении </w:t>
      </w:r>
      <w:r>
        <w:rPr>
          <w:sz w:val="28"/>
          <w:szCs w:val="28"/>
        </w:rPr>
        <w:t>___________________________________________________________</w:t>
      </w:r>
    </w:p>
    <w:p w:rsidR="00773251" w:rsidRPr="00DE4C9C" w:rsidRDefault="00773251" w:rsidP="008A029B">
      <w:pPr>
        <w:pStyle w:val="ConsPlusNonformat"/>
        <w:jc w:val="center"/>
        <w:rPr>
          <w:sz w:val="24"/>
          <w:szCs w:val="28"/>
        </w:rPr>
      </w:pPr>
      <w:r w:rsidRPr="00DE4C9C">
        <w:rPr>
          <w:sz w:val="24"/>
          <w:szCs w:val="28"/>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w:t>
      </w:r>
      <w:r>
        <w:rPr>
          <w:sz w:val="24"/>
          <w:szCs w:val="28"/>
        </w:rPr>
        <w:t xml:space="preserve"> </w:t>
      </w:r>
      <w:r w:rsidRPr="00DE4C9C">
        <w:rPr>
          <w:sz w:val="24"/>
          <w:szCs w:val="28"/>
        </w:rPr>
        <w:t>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w:t>
      </w:r>
    </w:p>
    <w:p w:rsidR="00773251" w:rsidRPr="00DE4C9C" w:rsidRDefault="00773251" w:rsidP="008A029B">
      <w:pPr>
        <w:pStyle w:val="ConsPlusNonformat"/>
        <w:jc w:val="center"/>
        <w:rPr>
          <w:sz w:val="24"/>
          <w:szCs w:val="28"/>
        </w:rPr>
      </w:pPr>
      <w:r w:rsidRPr="00DE4C9C">
        <w:rPr>
          <w:sz w:val="24"/>
          <w:szCs w:val="28"/>
        </w:rPr>
        <w:t>идентификационный номер налогоплательщика)</w:t>
      </w:r>
    </w:p>
    <w:p w:rsidR="00773251" w:rsidRPr="00F162DD" w:rsidRDefault="00773251" w:rsidP="008A029B">
      <w:pPr>
        <w:pStyle w:val="ConsPlusNonformat"/>
        <w:jc w:val="both"/>
        <w:rPr>
          <w:sz w:val="28"/>
          <w:szCs w:val="28"/>
        </w:rPr>
      </w:pPr>
      <w:r w:rsidRPr="00F162DD">
        <w:rPr>
          <w:sz w:val="28"/>
          <w:szCs w:val="28"/>
        </w:rPr>
        <w:t xml:space="preserve">осуществляющего предпринимательскую деятельность по адресу: </w:t>
      </w:r>
      <w:r>
        <w:rPr>
          <w:sz w:val="28"/>
          <w:szCs w:val="28"/>
        </w:rPr>
        <w:t>___________</w:t>
      </w:r>
    </w:p>
    <w:p w:rsidR="00773251" w:rsidRPr="00F162DD" w:rsidRDefault="00773251" w:rsidP="008A029B">
      <w:pPr>
        <w:pStyle w:val="ConsPlusNonformat"/>
        <w:jc w:val="both"/>
        <w:rPr>
          <w:sz w:val="28"/>
          <w:szCs w:val="28"/>
        </w:rPr>
      </w:pPr>
      <w:r w:rsidRPr="00F162DD">
        <w:rPr>
          <w:sz w:val="28"/>
          <w:szCs w:val="28"/>
        </w:rPr>
        <w:t>____</w:t>
      </w:r>
      <w:r>
        <w:rPr>
          <w:sz w:val="28"/>
          <w:szCs w:val="28"/>
        </w:rPr>
        <w:t>______________________________________________________________</w:t>
      </w:r>
    </w:p>
    <w:p w:rsidR="00773251" w:rsidRPr="00F162DD" w:rsidRDefault="00773251" w:rsidP="008A029B">
      <w:pPr>
        <w:pStyle w:val="ConsPlusNonformat"/>
        <w:jc w:val="both"/>
        <w:rPr>
          <w:sz w:val="28"/>
          <w:szCs w:val="28"/>
        </w:rPr>
      </w:pPr>
      <w:r w:rsidRPr="00F162DD">
        <w:rPr>
          <w:sz w:val="28"/>
          <w:szCs w:val="28"/>
        </w:rPr>
        <w:t xml:space="preserve">2. Основание проведения проверки: </w:t>
      </w:r>
      <w:r>
        <w:rPr>
          <w:sz w:val="28"/>
          <w:szCs w:val="28"/>
        </w:rPr>
        <w:t>____________________________________</w:t>
      </w:r>
    </w:p>
    <w:p w:rsidR="00773251" w:rsidRPr="00F162DD" w:rsidRDefault="00773251" w:rsidP="008A029B">
      <w:pPr>
        <w:pStyle w:val="ConsPlusNonformat"/>
        <w:jc w:val="both"/>
        <w:rPr>
          <w:sz w:val="28"/>
          <w:szCs w:val="28"/>
        </w:rPr>
      </w:pPr>
      <w:r w:rsidRPr="00F162DD">
        <w:rPr>
          <w:sz w:val="28"/>
          <w:szCs w:val="28"/>
        </w:rPr>
        <w:t>____</w:t>
      </w:r>
      <w:r>
        <w:rPr>
          <w:sz w:val="28"/>
          <w:szCs w:val="28"/>
        </w:rPr>
        <w:t>______________________________________________________________</w:t>
      </w:r>
    </w:p>
    <w:p w:rsidR="00773251" w:rsidRPr="00DE4C9C" w:rsidRDefault="00773251" w:rsidP="008A029B">
      <w:pPr>
        <w:pStyle w:val="ConsPlusNonformat"/>
        <w:jc w:val="center"/>
        <w:rPr>
          <w:sz w:val="24"/>
          <w:szCs w:val="28"/>
        </w:rPr>
      </w:pPr>
      <w:r w:rsidRPr="00DE4C9C">
        <w:rPr>
          <w:sz w:val="24"/>
          <w:szCs w:val="28"/>
        </w:rPr>
        <w:t xml:space="preserve">(ссылка на положение Федерального </w:t>
      </w:r>
      <w:hyperlink r:id="rId14" w:history="1">
        <w:r w:rsidRPr="00DE4C9C">
          <w:rPr>
            <w:rStyle w:val="Hyperlink"/>
            <w:color w:val="auto"/>
            <w:sz w:val="24"/>
            <w:szCs w:val="28"/>
            <w:u w:val="none"/>
          </w:rPr>
          <w:t>закона</w:t>
        </w:r>
      </w:hyperlink>
      <w:r w:rsidRPr="00DE4C9C">
        <w:rPr>
          <w:sz w:val="24"/>
          <w:szCs w:val="28"/>
        </w:rPr>
        <w:t xml:space="preserve"> от 26 декабря 2008 г. № 294-ФЗ «О защите прав юридических лиц и индивидуальных предпринимателей при осуществлении государственного контроля (надзора)</w:t>
      </w:r>
      <w:r>
        <w:rPr>
          <w:sz w:val="24"/>
          <w:szCs w:val="28"/>
        </w:rPr>
        <w:t xml:space="preserve"> </w:t>
      </w:r>
      <w:r w:rsidRPr="00DE4C9C">
        <w:rPr>
          <w:sz w:val="24"/>
          <w:szCs w:val="28"/>
        </w:rPr>
        <w:t>и муниципального контроля»)</w:t>
      </w:r>
    </w:p>
    <w:p w:rsidR="00773251" w:rsidRPr="00F162DD" w:rsidRDefault="00773251" w:rsidP="008A029B">
      <w:pPr>
        <w:pStyle w:val="ConsPlusNonformat"/>
        <w:jc w:val="both"/>
        <w:rPr>
          <w:sz w:val="28"/>
          <w:szCs w:val="28"/>
        </w:rPr>
      </w:pPr>
      <w:r w:rsidRPr="00F162DD">
        <w:rPr>
          <w:sz w:val="28"/>
          <w:szCs w:val="28"/>
        </w:rPr>
        <w:t>3. Дата начала проведения проверки:</w:t>
      </w:r>
    </w:p>
    <w:p w:rsidR="00773251" w:rsidRPr="00F162DD" w:rsidRDefault="00773251" w:rsidP="008A029B">
      <w:pPr>
        <w:pStyle w:val="ConsPlusNonformat"/>
        <w:jc w:val="both"/>
        <w:rPr>
          <w:sz w:val="28"/>
          <w:szCs w:val="28"/>
        </w:rPr>
      </w:pPr>
      <w:r w:rsidRPr="00F162DD">
        <w:rPr>
          <w:sz w:val="28"/>
          <w:szCs w:val="28"/>
        </w:rPr>
        <w:t xml:space="preserve">    «____»</w:t>
      </w:r>
      <w:r>
        <w:rPr>
          <w:sz w:val="28"/>
          <w:szCs w:val="28"/>
        </w:rPr>
        <w:t>________</w:t>
      </w:r>
      <w:r w:rsidRPr="00F162DD">
        <w:rPr>
          <w:sz w:val="28"/>
          <w:szCs w:val="28"/>
        </w:rPr>
        <w:t>20____ года.</w:t>
      </w:r>
    </w:p>
    <w:p w:rsidR="00773251" w:rsidRPr="00F162DD" w:rsidRDefault="00773251" w:rsidP="008A029B">
      <w:pPr>
        <w:pStyle w:val="ConsPlusNonformat"/>
        <w:jc w:val="both"/>
        <w:rPr>
          <w:sz w:val="28"/>
          <w:szCs w:val="28"/>
        </w:rPr>
      </w:pPr>
      <w:r w:rsidRPr="00F162DD">
        <w:rPr>
          <w:sz w:val="28"/>
          <w:szCs w:val="28"/>
        </w:rPr>
        <w:t>4. Время начала проведения проверки:</w:t>
      </w:r>
    </w:p>
    <w:p w:rsidR="00773251" w:rsidRPr="00F162DD" w:rsidRDefault="00773251" w:rsidP="008A029B">
      <w:pPr>
        <w:pStyle w:val="ConsPlusNonformat"/>
        <w:jc w:val="both"/>
        <w:rPr>
          <w:sz w:val="28"/>
          <w:szCs w:val="28"/>
        </w:rPr>
      </w:pPr>
      <w:r w:rsidRPr="00F162DD">
        <w:rPr>
          <w:sz w:val="28"/>
          <w:szCs w:val="28"/>
        </w:rPr>
        <w:t xml:space="preserve">    «____» </w:t>
      </w:r>
      <w:r>
        <w:rPr>
          <w:sz w:val="28"/>
          <w:szCs w:val="28"/>
        </w:rPr>
        <w:t>____________</w:t>
      </w:r>
      <w:r w:rsidRPr="00F162DD">
        <w:rPr>
          <w:sz w:val="28"/>
          <w:szCs w:val="28"/>
        </w:rPr>
        <w:t xml:space="preserve"> 20____ года.</w:t>
      </w:r>
    </w:p>
    <w:p w:rsidR="00773251" w:rsidRPr="00DE4C9C" w:rsidRDefault="00773251" w:rsidP="008A029B">
      <w:pPr>
        <w:pStyle w:val="ConsPlusNonformat"/>
        <w:jc w:val="center"/>
        <w:rPr>
          <w:sz w:val="24"/>
          <w:szCs w:val="28"/>
        </w:rPr>
      </w:pPr>
      <w:r w:rsidRPr="00DE4C9C">
        <w:rPr>
          <w:sz w:val="24"/>
          <w:szCs w:val="28"/>
        </w:rPr>
        <w:t xml:space="preserve">(указывается в случае, если основанием проведения проверки является </w:t>
      </w:r>
      <w:hyperlink r:id="rId15" w:history="1">
        <w:r w:rsidRPr="00DE4C9C">
          <w:rPr>
            <w:rStyle w:val="Hyperlink"/>
            <w:color w:val="auto"/>
            <w:sz w:val="24"/>
            <w:szCs w:val="28"/>
            <w:u w:val="none"/>
          </w:rPr>
          <w:t>часть 12 статьи 10</w:t>
        </w:r>
      </w:hyperlink>
      <w:r w:rsidRPr="00DE4C9C">
        <w:rPr>
          <w:sz w:val="24"/>
          <w:szCs w:val="28"/>
        </w:rPr>
        <w:t xml:space="preserve">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3251" w:rsidRPr="00F162DD" w:rsidRDefault="00773251" w:rsidP="008A029B">
      <w:pPr>
        <w:pStyle w:val="ConsPlusNonformat"/>
        <w:jc w:val="both"/>
        <w:rPr>
          <w:sz w:val="28"/>
          <w:szCs w:val="28"/>
        </w:rPr>
      </w:pPr>
    </w:p>
    <w:p w:rsidR="00773251" w:rsidRPr="00F162DD" w:rsidRDefault="00773251" w:rsidP="008A029B">
      <w:pPr>
        <w:pStyle w:val="ConsPlusNonformat"/>
        <w:jc w:val="both"/>
        <w:rPr>
          <w:sz w:val="28"/>
          <w:szCs w:val="28"/>
        </w:rPr>
      </w:pPr>
      <w:r w:rsidRPr="00F162DD">
        <w:rPr>
          <w:sz w:val="28"/>
          <w:szCs w:val="28"/>
        </w:rPr>
        <w:t xml:space="preserve">Приложения: </w:t>
      </w:r>
      <w:r>
        <w:rPr>
          <w:sz w:val="28"/>
          <w:szCs w:val="28"/>
        </w:rPr>
        <w:t>_____________________________________________________</w:t>
      </w:r>
    </w:p>
    <w:p w:rsidR="00773251" w:rsidRDefault="00773251" w:rsidP="008A029B">
      <w:pPr>
        <w:pStyle w:val="ConsPlusNonformat"/>
        <w:jc w:val="both"/>
        <w:rPr>
          <w:sz w:val="28"/>
          <w:szCs w:val="28"/>
        </w:rPr>
      </w:pPr>
      <w:r w:rsidRPr="00F162DD">
        <w:rPr>
          <w:sz w:val="28"/>
          <w:szCs w:val="28"/>
        </w:rPr>
        <w:t>____</w:t>
      </w:r>
      <w:r>
        <w:rPr>
          <w:sz w:val="28"/>
          <w:szCs w:val="28"/>
        </w:rPr>
        <w:t>_______________________________________________________________</w:t>
      </w:r>
    </w:p>
    <w:p w:rsidR="00773251" w:rsidRPr="00F162DD" w:rsidRDefault="00773251" w:rsidP="008A029B">
      <w:pPr>
        <w:pStyle w:val="ConsPlusNonformat"/>
        <w:jc w:val="both"/>
        <w:rPr>
          <w:sz w:val="28"/>
          <w:szCs w:val="28"/>
        </w:rPr>
      </w:pPr>
      <w:r>
        <w:rPr>
          <w:sz w:val="28"/>
          <w:szCs w:val="28"/>
        </w:rPr>
        <w:t>____________________________________________________________________</w:t>
      </w:r>
    </w:p>
    <w:p w:rsidR="00773251" w:rsidRDefault="00773251" w:rsidP="008A029B">
      <w:pPr>
        <w:pStyle w:val="ConsPlusNonformat"/>
        <w:jc w:val="center"/>
        <w:rPr>
          <w:sz w:val="24"/>
          <w:szCs w:val="28"/>
        </w:rPr>
      </w:pPr>
      <w:r w:rsidRPr="00DE4C9C">
        <w:rPr>
          <w:sz w:val="24"/>
          <w:szCs w:val="28"/>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w:t>
      </w:r>
      <w:r>
        <w:rPr>
          <w:sz w:val="24"/>
          <w:szCs w:val="28"/>
        </w:rPr>
        <w:t xml:space="preserve"> внеплановой выездной проверки.</w:t>
      </w:r>
    </w:p>
    <w:p w:rsidR="00773251" w:rsidRDefault="00773251" w:rsidP="008A029B">
      <w:pPr>
        <w:pStyle w:val="ConsPlusNonformat"/>
        <w:jc w:val="center"/>
        <w:rPr>
          <w:sz w:val="24"/>
          <w:szCs w:val="28"/>
        </w:rPr>
      </w:pPr>
      <w:r w:rsidRPr="00DE4C9C">
        <w:rPr>
          <w:sz w:val="24"/>
          <w:szCs w:val="28"/>
        </w:rPr>
        <w:t>Документы, содержащие сведения, послужившие основанием для проведения</w:t>
      </w:r>
    </w:p>
    <w:p w:rsidR="00773251" w:rsidRPr="00DE4C9C" w:rsidRDefault="00773251" w:rsidP="008A029B">
      <w:pPr>
        <w:pStyle w:val="ConsPlusNonformat"/>
        <w:jc w:val="center"/>
        <w:rPr>
          <w:sz w:val="24"/>
          <w:szCs w:val="28"/>
        </w:rPr>
      </w:pPr>
      <w:r w:rsidRPr="00DE4C9C">
        <w:rPr>
          <w:sz w:val="24"/>
          <w:szCs w:val="28"/>
        </w:rPr>
        <w:t xml:space="preserve"> внеплановой проверки)</w:t>
      </w:r>
    </w:p>
    <w:p w:rsidR="00773251" w:rsidRPr="00F162DD" w:rsidRDefault="00773251" w:rsidP="008A029B">
      <w:pPr>
        <w:pStyle w:val="ConsPlusNonformat"/>
        <w:jc w:val="both"/>
        <w:rPr>
          <w:sz w:val="28"/>
          <w:szCs w:val="28"/>
        </w:rPr>
      </w:pPr>
    </w:p>
    <w:p w:rsidR="00773251" w:rsidRPr="00F162DD" w:rsidRDefault="00773251" w:rsidP="008A029B">
      <w:pPr>
        <w:pStyle w:val="ConsPlusNonformat"/>
        <w:jc w:val="both"/>
        <w:rPr>
          <w:sz w:val="28"/>
          <w:szCs w:val="28"/>
        </w:rPr>
      </w:pPr>
      <w:r>
        <w:rPr>
          <w:sz w:val="28"/>
          <w:szCs w:val="28"/>
        </w:rPr>
        <w:t>___</w:t>
      </w:r>
      <w:r w:rsidRPr="00F162DD">
        <w:rPr>
          <w:sz w:val="28"/>
          <w:szCs w:val="28"/>
        </w:rPr>
        <w:t>__</w:t>
      </w:r>
      <w:r w:rsidRPr="00F162DD">
        <w:rPr>
          <w:sz w:val="28"/>
          <w:szCs w:val="28"/>
        </w:rPr>
        <w:tab/>
        <w:t>________</w:t>
      </w:r>
      <w:r>
        <w:rPr>
          <w:sz w:val="28"/>
          <w:szCs w:val="28"/>
        </w:rPr>
        <w:t>__</w:t>
      </w:r>
      <w:r w:rsidRPr="00F162DD">
        <w:rPr>
          <w:sz w:val="28"/>
          <w:szCs w:val="28"/>
        </w:rPr>
        <w:tab/>
      </w:r>
      <w:r w:rsidRPr="00F162DD">
        <w:rPr>
          <w:sz w:val="28"/>
          <w:szCs w:val="28"/>
        </w:rPr>
        <w:tab/>
      </w:r>
      <w:r>
        <w:rPr>
          <w:sz w:val="28"/>
          <w:szCs w:val="28"/>
        </w:rPr>
        <w:t xml:space="preserve">                    __________</w:t>
      </w:r>
      <w:r w:rsidRPr="00F162DD">
        <w:rPr>
          <w:sz w:val="28"/>
          <w:szCs w:val="28"/>
        </w:rPr>
        <w:t>__</w:t>
      </w:r>
      <w:r>
        <w:rPr>
          <w:sz w:val="28"/>
          <w:szCs w:val="28"/>
        </w:rPr>
        <w:tab/>
      </w:r>
      <w:r>
        <w:rPr>
          <w:sz w:val="28"/>
          <w:szCs w:val="28"/>
        </w:rPr>
        <w:tab/>
        <w:t>_________________</w:t>
      </w:r>
    </w:p>
    <w:p w:rsidR="00773251" w:rsidRPr="00DE4C9C" w:rsidRDefault="00773251" w:rsidP="008A029B">
      <w:pPr>
        <w:pStyle w:val="ConsPlusNonformat"/>
        <w:jc w:val="both"/>
        <w:rPr>
          <w:sz w:val="24"/>
          <w:szCs w:val="28"/>
        </w:rPr>
      </w:pPr>
      <w:r w:rsidRPr="00DE4C9C">
        <w:rPr>
          <w:sz w:val="24"/>
          <w:szCs w:val="28"/>
        </w:rPr>
        <w:t xml:space="preserve">(наименование должностного лица) </w:t>
      </w:r>
      <w:r w:rsidRPr="00DE4C9C">
        <w:rPr>
          <w:sz w:val="24"/>
          <w:szCs w:val="28"/>
        </w:rPr>
        <w:tab/>
      </w:r>
      <w:r>
        <w:rPr>
          <w:sz w:val="24"/>
          <w:szCs w:val="28"/>
        </w:rPr>
        <w:t xml:space="preserve">  (подпись)    </w:t>
      </w:r>
      <w:r>
        <w:rPr>
          <w:sz w:val="24"/>
          <w:szCs w:val="28"/>
        </w:rPr>
        <w:tab/>
      </w:r>
      <w:r>
        <w:rPr>
          <w:sz w:val="24"/>
          <w:szCs w:val="28"/>
        </w:rPr>
        <w:tab/>
      </w:r>
      <w:r>
        <w:rPr>
          <w:sz w:val="24"/>
          <w:szCs w:val="28"/>
        </w:rPr>
        <w:tab/>
      </w:r>
      <w:r w:rsidRPr="00DE4C9C">
        <w:rPr>
          <w:sz w:val="24"/>
          <w:szCs w:val="28"/>
        </w:rPr>
        <w:t>(фамилия, имя, отчество)</w:t>
      </w:r>
    </w:p>
    <w:p w:rsidR="00773251" w:rsidRPr="00F162DD" w:rsidRDefault="00773251" w:rsidP="008A029B">
      <w:pPr>
        <w:pStyle w:val="ConsPlusNonformat"/>
        <w:jc w:val="both"/>
        <w:rPr>
          <w:sz w:val="28"/>
          <w:szCs w:val="28"/>
        </w:rPr>
      </w:pPr>
    </w:p>
    <w:p w:rsidR="00773251" w:rsidRPr="00F162DD" w:rsidRDefault="00773251" w:rsidP="008A029B">
      <w:pPr>
        <w:pStyle w:val="ConsPlusNonformat"/>
        <w:jc w:val="both"/>
        <w:rPr>
          <w:sz w:val="28"/>
          <w:szCs w:val="28"/>
        </w:rPr>
      </w:pPr>
      <w:r w:rsidRPr="00F162DD">
        <w:rPr>
          <w:sz w:val="28"/>
          <w:szCs w:val="28"/>
        </w:rPr>
        <w:t>М.П.</w:t>
      </w:r>
    </w:p>
    <w:p w:rsidR="00773251" w:rsidRPr="00F162DD" w:rsidRDefault="00773251" w:rsidP="008A029B">
      <w:pPr>
        <w:pStyle w:val="ConsPlusNonformat"/>
        <w:jc w:val="both"/>
        <w:rPr>
          <w:sz w:val="28"/>
          <w:szCs w:val="28"/>
        </w:rPr>
      </w:pPr>
    </w:p>
    <w:p w:rsidR="00773251" w:rsidRPr="00F162DD" w:rsidRDefault="00773251" w:rsidP="008A029B">
      <w:pPr>
        <w:pStyle w:val="ConsPlusNonformat"/>
        <w:jc w:val="both"/>
        <w:rPr>
          <w:sz w:val="28"/>
          <w:szCs w:val="28"/>
        </w:rPr>
      </w:pPr>
      <w:r w:rsidRPr="00F162DD">
        <w:rPr>
          <w:sz w:val="28"/>
          <w:szCs w:val="28"/>
        </w:rPr>
        <w:t xml:space="preserve">Дата и время составления документа: </w:t>
      </w:r>
      <w:r>
        <w:rPr>
          <w:sz w:val="28"/>
          <w:szCs w:val="28"/>
        </w:rPr>
        <w:t>_____________________________</w:t>
      </w:r>
    </w:p>
    <w:p w:rsidR="00773251" w:rsidRPr="00506FE2" w:rsidRDefault="00773251" w:rsidP="008A029B">
      <w:pPr>
        <w:pStyle w:val="ConsPlusNormal0"/>
        <w:ind w:left="6096" w:firstLine="0"/>
        <w:rPr>
          <w:rFonts w:ascii="Times New Roman" w:hAnsi="Times New Roman" w:cs="Times New Roman"/>
          <w:sz w:val="24"/>
          <w:szCs w:val="24"/>
        </w:rPr>
      </w:pPr>
      <w:r>
        <w:rPr>
          <w:rFonts w:ascii="Times New Roman" w:hAnsi="Times New Roman"/>
          <w:sz w:val="28"/>
          <w:szCs w:val="28"/>
        </w:rPr>
        <w:br w:type="page"/>
      </w:r>
      <w:r w:rsidRPr="00506FE2">
        <w:rPr>
          <w:rFonts w:ascii="Times New Roman" w:hAnsi="Times New Roman" w:cs="Times New Roman"/>
          <w:sz w:val="24"/>
          <w:szCs w:val="24"/>
        </w:rPr>
        <w:t xml:space="preserve">Приложение </w:t>
      </w:r>
      <w:r>
        <w:rPr>
          <w:rFonts w:ascii="Times New Roman" w:hAnsi="Times New Roman" w:cs="Times New Roman"/>
          <w:sz w:val="24"/>
          <w:szCs w:val="24"/>
        </w:rPr>
        <w:t>№6</w:t>
      </w:r>
    </w:p>
    <w:p w:rsidR="00773251" w:rsidRPr="00F162DD" w:rsidRDefault="00773251" w:rsidP="008A029B">
      <w:pPr>
        <w:pStyle w:val="ConsPlusNormal0"/>
        <w:ind w:left="6096" w:right="-305" w:firstLine="0"/>
        <w:rPr>
          <w:rFonts w:ascii="Times New Roman" w:hAnsi="Times New Roman" w:cs="Times New Roman"/>
          <w:sz w:val="28"/>
          <w:szCs w:val="28"/>
        </w:rPr>
      </w:pPr>
      <w:r w:rsidRPr="00506FE2">
        <w:rPr>
          <w:rFonts w:ascii="Times New Roman" w:hAnsi="Times New Roman" w:cs="Times New Roman"/>
          <w:sz w:val="24"/>
          <w:szCs w:val="24"/>
        </w:rPr>
        <w:t xml:space="preserve">к административному регламенту осуществления муниципального </w:t>
      </w:r>
      <w:r>
        <w:rPr>
          <w:rFonts w:ascii="Times New Roman" w:hAnsi="Times New Roman" w:cs="Times New Roman"/>
          <w:sz w:val="24"/>
          <w:szCs w:val="24"/>
        </w:rPr>
        <w:t>жилищного</w:t>
      </w:r>
      <w:r w:rsidRPr="00506FE2">
        <w:rPr>
          <w:rFonts w:ascii="Times New Roman" w:hAnsi="Times New Roman" w:cs="Times New Roman"/>
          <w:sz w:val="24"/>
          <w:szCs w:val="24"/>
        </w:rPr>
        <w:t xml:space="preserve"> контроля на территории </w:t>
      </w:r>
      <w:r>
        <w:rPr>
          <w:rFonts w:ascii="Times New Roman" w:hAnsi="Times New Roman" w:cs="Times New Roman"/>
          <w:sz w:val="24"/>
          <w:szCs w:val="24"/>
        </w:rPr>
        <w:t>Легостаевского</w:t>
      </w:r>
      <w:r w:rsidRPr="00506FE2">
        <w:rPr>
          <w:rFonts w:ascii="Times New Roman" w:hAnsi="Times New Roman" w:cs="Times New Roman"/>
          <w:sz w:val="24"/>
          <w:szCs w:val="24"/>
        </w:rPr>
        <w:t xml:space="preserve"> 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w:t>
      </w:r>
      <w:r>
        <w:rPr>
          <w:rFonts w:ascii="Times New Roman" w:hAnsi="Times New Roman" w:cs="Times New Roman"/>
          <w:sz w:val="24"/>
          <w:szCs w:val="24"/>
        </w:rPr>
        <w:t>и</w:t>
      </w:r>
    </w:p>
    <w:p w:rsidR="00773251" w:rsidRPr="00F162DD" w:rsidRDefault="00773251" w:rsidP="008A029B">
      <w:pPr>
        <w:autoSpaceDE w:val="0"/>
        <w:autoSpaceDN w:val="0"/>
        <w:adjustRightInd w:val="0"/>
        <w:jc w:val="both"/>
        <w:rPr>
          <w:sz w:val="28"/>
          <w:szCs w:val="28"/>
        </w:rPr>
      </w:pPr>
    </w:p>
    <w:p w:rsidR="00773251" w:rsidRPr="00195634" w:rsidRDefault="00773251" w:rsidP="008A029B">
      <w:pPr>
        <w:pStyle w:val="ConsPlusNonformat"/>
        <w:jc w:val="center"/>
        <w:rPr>
          <w:sz w:val="24"/>
          <w:szCs w:val="28"/>
        </w:rPr>
      </w:pPr>
      <w:r>
        <w:rPr>
          <w:sz w:val="24"/>
          <w:szCs w:val="28"/>
        </w:rPr>
        <w:t>________________________________________________________________________</w:t>
      </w:r>
      <w:r w:rsidRPr="00195634">
        <w:rPr>
          <w:sz w:val="24"/>
          <w:szCs w:val="28"/>
        </w:rPr>
        <w:t xml:space="preserve"> (наименование органа государственного контроля (надзора) </w:t>
      </w:r>
    </w:p>
    <w:p w:rsidR="00773251" w:rsidRPr="00195634" w:rsidRDefault="00773251" w:rsidP="008A029B">
      <w:pPr>
        <w:pStyle w:val="ConsPlusNonformat"/>
        <w:jc w:val="center"/>
        <w:rPr>
          <w:sz w:val="24"/>
          <w:szCs w:val="28"/>
        </w:rPr>
      </w:pPr>
      <w:r w:rsidRPr="00195634">
        <w:rPr>
          <w:sz w:val="24"/>
          <w:szCs w:val="28"/>
        </w:rPr>
        <w:t>или органа муниципального контроля)</w:t>
      </w:r>
    </w:p>
    <w:p w:rsidR="00773251" w:rsidRPr="00F162DD" w:rsidRDefault="00773251" w:rsidP="008A029B">
      <w:pPr>
        <w:pStyle w:val="ConsPlusNonformat"/>
        <w:outlineLvl w:val="0"/>
        <w:rPr>
          <w:sz w:val="28"/>
          <w:szCs w:val="28"/>
        </w:rPr>
      </w:pPr>
    </w:p>
    <w:p w:rsidR="00773251" w:rsidRPr="00F162DD" w:rsidRDefault="00773251" w:rsidP="008A029B">
      <w:pPr>
        <w:pStyle w:val="ConsPlusNonformat"/>
        <w:rPr>
          <w:sz w:val="28"/>
          <w:szCs w:val="28"/>
        </w:rPr>
      </w:pPr>
      <w:r>
        <w:rPr>
          <w:sz w:val="28"/>
          <w:szCs w:val="28"/>
        </w:rPr>
        <w:t>_____________________</w:t>
      </w:r>
      <w:r>
        <w:rPr>
          <w:sz w:val="28"/>
          <w:szCs w:val="28"/>
        </w:rPr>
        <w:tab/>
      </w:r>
      <w:r>
        <w:rPr>
          <w:sz w:val="28"/>
          <w:szCs w:val="28"/>
        </w:rPr>
        <w:tab/>
      </w:r>
      <w:r>
        <w:rPr>
          <w:sz w:val="28"/>
          <w:szCs w:val="28"/>
        </w:rPr>
        <w:tab/>
      </w:r>
      <w:r>
        <w:rPr>
          <w:sz w:val="28"/>
          <w:szCs w:val="28"/>
        </w:rPr>
        <w:tab/>
      </w:r>
      <w:r>
        <w:rPr>
          <w:sz w:val="28"/>
          <w:szCs w:val="28"/>
        </w:rPr>
        <w:tab/>
      </w:r>
      <w:r w:rsidRPr="00F162DD">
        <w:rPr>
          <w:sz w:val="28"/>
          <w:szCs w:val="28"/>
        </w:rPr>
        <w:t xml:space="preserve">«__» </w:t>
      </w:r>
      <w:r>
        <w:rPr>
          <w:sz w:val="28"/>
          <w:szCs w:val="28"/>
        </w:rPr>
        <w:t>____________</w:t>
      </w:r>
      <w:r w:rsidRPr="00F162DD">
        <w:rPr>
          <w:sz w:val="28"/>
          <w:szCs w:val="28"/>
        </w:rPr>
        <w:t xml:space="preserve"> 20__ г.</w:t>
      </w:r>
    </w:p>
    <w:p w:rsidR="00773251" w:rsidRPr="00195634" w:rsidRDefault="00773251" w:rsidP="008A029B">
      <w:pPr>
        <w:pStyle w:val="ConsPlusNonformat"/>
        <w:rPr>
          <w:sz w:val="24"/>
          <w:szCs w:val="28"/>
        </w:rPr>
      </w:pPr>
      <w:r>
        <w:rPr>
          <w:sz w:val="24"/>
          <w:szCs w:val="28"/>
        </w:rPr>
        <w:t xml:space="preserve">     </w:t>
      </w:r>
      <w:r w:rsidRPr="00195634">
        <w:rPr>
          <w:sz w:val="24"/>
          <w:szCs w:val="28"/>
        </w:rPr>
        <w:t>(место составления акта)</w:t>
      </w:r>
      <w:r>
        <w:rPr>
          <w:sz w:val="24"/>
          <w:szCs w:val="28"/>
        </w:rPr>
        <w:tab/>
      </w:r>
      <w:r>
        <w:rPr>
          <w:sz w:val="24"/>
          <w:szCs w:val="28"/>
        </w:rPr>
        <w:tab/>
      </w:r>
      <w:r>
        <w:rPr>
          <w:sz w:val="24"/>
          <w:szCs w:val="28"/>
        </w:rPr>
        <w:tab/>
      </w:r>
      <w:r>
        <w:rPr>
          <w:sz w:val="24"/>
          <w:szCs w:val="28"/>
        </w:rPr>
        <w:tab/>
      </w:r>
      <w:r>
        <w:rPr>
          <w:sz w:val="24"/>
          <w:szCs w:val="28"/>
        </w:rPr>
        <w:tab/>
      </w:r>
      <w:r>
        <w:rPr>
          <w:sz w:val="24"/>
          <w:szCs w:val="28"/>
        </w:rPr>
        <w:tab/>
      </w:r>
      <w:r w:rsidRPr="00195634">
        <w:rPr>
          <w:sz w:val="24"/>
          <w:szCs w:val="28"/>
        </w:rPr>
        <w:t>(дата составления акта)</w:t>
      </w:r>
    </w:p>
    <w:p w:rsidR="00773251" w:rsidRPr="00195634" w:rsidRDefault="00773251" w:rsidP="008A029B">
      <w:pPr>
        <w:pStyle w:val="ConsPlusNonformat"/>
        <w:ind w:left="6372" w:firstLine="708"/>
        <w:rPr>
          <w:sz w:val="24"/>
          <w:szCs w:val="28"/>
        </w:rPr>
      </w:pPr>
      <w:r>
        <w:rPr>
          <w:sz w:val="24"/>
          <w:szCs w:val="28"/>
        </w:rPr>
        <w:t>_______________________</w:t>
      </w:r>
      <w:r w:rsidRPr="00195634">
        <w:rPr>
          <w:sz w:val="24"/>
          <w:szCs w:val="28"/>
        </w:rPr>
        <w:t xml:space="preserve"> (время составления акта)</w:t>
      </w:r>
    </w:p>
    <w:p w:rsidR="00773251" w:rsidRPr="00F162DD" w:rsidRDefault="00773251" w:rsidP="008A029B">
      <w:pPr>
        <w:pStyle w:val="ConsPlusNonformat"/>
        <w:rPr>
          <w:sz w:val="28"/>
          <w:szCs w:val="28"/>
        </w:rPr>
      </w:pPr>
    </w:p>
    <w:p w:rsidR="00773251" w:rsidRPr="00195634" w:rsidRDefault="00773251" w:rsidP="008A029B">
      <w:pPr>
        <w:pStyle w:val="ConsPlusNonformat"/>
        <w:jc w:val="center"/>
        <w:rPr>
          <w:sz w:val="28"/>
          <w:szCs w:val="28"/>
        </w:rPr>
      </w:pPr>
      <w:r w:rsidRPr="00195634">
        <w:rPr>
          <w:sz w:val="28"/>
          <w:szCs w:val="28"/>
        </w:rPr>
        <w:t>АКТ ПРОВЕРКИ</w:t>
      </w:r>
    </w:p>
    <w:p w:rsidR="00773251" w:rsidRPr="00195634" w:rsidRDefault="00773251" w:rsidP="008A029B">
      <w:pPr>
        <w:pStyle w:val="ConsPlusNonformat"/>
        <w:jc w:val="center"/>
        <w:rPr>
          <w:sz w:val="28"/>
          <w:szCs w:val="28"/>
        </w:rPr>
      </w:pPr>
      <w:r w:rsidRPr="00195634">
        <w:rPr>
          <w:sz w:val="28"/>
          <w:szCs w:val="28"/>
        </w:rPr>
        <w:t>органом государственного контроля (надзора), органом</w:t>
      </w:r>
    </w:p>
    <w:p w:rsidR="00773251" w:rsidRPr="00195634" w:rsidRDefault="00773251" w:rsidP="008A029B">
      <w:pPr>
        <w:pStyle w:val="ConsPlusNonformat"/>
        <w:jc w:val="center"/>
        <w:rPr>
          <w:sz w:val="28"/>
          <w:szCs w:val="28"/>
        </w:rPr>
      </w:pPr>
      <w:r w:rsidRPr="00195634">
        <w:rPr>
          <w:sz w:val="28"/>
          <w:szCs w:val="28"/>
        </w:rPr>
        <w:t>муниципального контроля юридического лица,</w:t>
      </w:r>
    </w:p>
    <w:p w:rsidR="00773251" w:rsidRPr="00195634" w:rsidRDefault="00773251" w:rsidP="008A029B">
      <w:pPr>
        <w:pStyle w:val="ConsPlusNonformat"/>
        <w:jc w:val="center"/>
        <w:rPr>
          <w:sz w:val="28"/>
          <w:szCs w:val="28"/>
        </w:rPr>
      </w:pPr>
      <w:r w:rsidRPr="00195634">
        <w:rPr>
          <w:sz w:val="28"/>
          <w:szCs w:val="28"/>
        </w:rPr>
        <w:t>индивидуального предпринимателя</w:t>
      </w:r>
    </w:p>
    <w:p w:rsidR="00773251" w:rsidRPr="00195634" w:rsidRDefault="00773251" w:rsidP="008A029B">
      <w:pPr>
        <w:pStyle w:val="ConsPlusNonformat"/>
        <w:jc w:val="center"/>
        <w:rPr>
          <w:sz w:val="28"/>
          <w:szCs w:val="28"/>
        </w:rPr>
      </w:pPr>
      <w:r w:rsidRPr="00195634">
        <w:rPr>
          <w:sz w:val="28"/>
          <w:szCs w:val="28"/>
        </w:rPr>
        <w:t>№ __________</w:t>
      </w:r>
    </w:p>
    <w:p w:rsidR="00773251" w:rsidRDefault="00773251" w:rsidP="008A029B">
      <w:pPr>
        <w:pStyle w:val="ConsPlusNonformat"/>
        <w:rPr>
          <w:sz w:val="28"/>
          <w:szCs w:val="28"/>
        </w:rPr>
      </w:pPr>
    </w:p>
    <w:p w:rsidR="00773251" w:rsidRPr="00F162DD" w:rsidRDefault="00773251" w:rsidP="008A029B">
      <w:pPr>
        <w:pStyle w:val="ConsPlusNonformat"/>
        <w:rPr>
          <w:sz w:val="28"/>
          <w:szCs w:val="28"/>
        </w:rPr>
      </w:pPr>
      <w:r w:rsidRPr="00F162DD">
        <w:rPr>
          <w:sz w:val="28"/>
          <w:szCs w:val="28"/>
        </w:rPr>
        <w:t xml:space="preserve">По адресу/адресам: </w:t>
      </w:r>
      <w:r>
        <w:rPr>
          <w:sz w:val="28"/>
          <w:szCs w:val="28"/>
        </w:rPr>
        <w:t>______________________________________</w:t>
      </w:r>
      <w:r w:rsidRPr="00F162DD">
        <w:rPr>
          <w:sz w:val="28"/>
          <w:szCs w:val="28"/>
        </w:rPr>
        <w:t>___</w:t>
      </w:r>
      <w:r>
        <w:rPr>
          <w:sz w:val="28"/>
          <w:szCs w:val="28"/>
        </w:rPr>
        <w:t>_____</w:t>
      </w:r>
      <w:r w:rsidRPr="00F162DD">
        <w:rPr>
          <w:sz w:val="28"/>
          <w:szCs w:val="28"/>
        </w:rPr>
        <w:t>_</w:t>
      </w:r>
    </w:p>
    <w:p w:rsidR="00773251" w:rsidRPr="00195634" w:rsidRDefault="00773251" w:rsidP="008A029B">
      <w:pPr>
        <w:pStyle w:val="ConsPlusNonformat"/>
        <w:ind w:left="1416" w:firstLine="708"/>
        <w:jc w:val="center"/>
        <w:rPr>
          <w:sz w:val="24"/>
          <w:szCs w:val="28"/>
        </w:rPr>
      </w:pPr>
      <w:r w:rsidRPr="00195634">
        <w:rPr>
          <w:sz w:val="24"/>
          <w:szCs w:val="28"/>
        </w:rPr>
        <w:t>(место проведения проверки)</w:t>
      </w:r>
    </w:p>
    <w:p w:rsidR="00773251" w:rsidRPr="00F162DD" w:rsidRDefault="00773251" w:rsidP="008A029B">
      <w:pPr>
        <w:pStyle w:val="ConsPlusNonformat"/>
        <w:rPr>
          <w:sz w:val="28"/>
          <w:szCs w:val="28"/>
        </w:rPr>
      </w:pPr>
      <w:r w:rsidRPr="00F162DD">
        <w:rPr>
          <w:sz w:val="28"/>
          <w:szCs w:val="28"/>
        </w:rPr>
        <w:t xml:space="preserve">На основании: </w:t>
      </w:r>
      <w:r>
        <w:rPr>
          <w:sz w:val="28"/>
          <w:szCs w:val="28"/>
        </w:rPr>
        <w:t>________________________________________________________</w:t>
      </w:r>
    </w:p>
    <w:p w:rsidR="00773251" w:rsidRPr="00195634" w:rsidRDefault="00773251" w:rsidP="008A029B">
      <w:pPr>
        <w:pStyle w:val="ConsPlusNonformat"/>
        <w:jc w:val="center"/>
        <w:rPr>
          <w:sz w:val="24"/>
          <w:szCs w:val="28"/>
        </w:rPr>
      </w:pPr>
      <w:r w:rsidRPr="00195634">
        <w:rPr>
          <w:sz w:val="24"/>
          <w:szCs w:val="28"/>
        </w:rPr>
        <w:t xml:space="preserve"> (вид документа с указанием реквизитов (номер, дата))</w:t>
      </w:r>
    </w:p>
    <w:p w:rsidR="00773251" w:rsidRPr="00F162DD" w:rsidRDefault="00773251" w:rsidP="008A029B">
      <w:pPr>
        <w:pStyle w:val="ConsPlusNonformat"/>
        <w:jc w:val="both"/>
        <w:rPr>
          <w:sz w:val="28"/>
          <w:szCs w:val="28"/>
        </w:rPr>
      </w:pPr>
      <w:r w:rsidRPr="00F162DD">
        <w:rPr>
          <w:sz w:val="28"/>
          <w:szCs w:val="28"/>
        </w:rPr>
        <w:t xml:space="preserve">была проведена </w:t>
      </w:r>
      <w:r>
        <w:rPr>
          <w:sz w:val="28"/>
          <w:szCs w:val="28"/>
        </w:rPr>
        <w:t>_______________________ проверка в отношении:</w:t>
      </w:r>
    </w:p>
    <w:p w:rsidR="00773251" w:rsidRPr="00195634" w:rsidRDefault="00773251" w:rsidP="008A029B">
      <w:pPr>
        <w:pStyle w:val="ConsPlusNonformat"/>
        <w:ind w:left="1416" w:firstLine="708"/>
        <w:rPr>
          <w:sz w:val="24"/>
          <w:szCs w:val="28"/>
        </w:rPr>
      </w:pPr>
      <w:r w:rsidRPr="00195634">
        <w:rPr>
          <w:sz w:val="24"/>
          <w:szCs w:val="28"/>
        </w:rPr>
        <w:t>(плановая/внеплановая, документарная/выездная)</w:t>
      </w:r>
    </w:p>
    <w:p w:rsidR="00773251" w:rsidRPr="00F162DD" w:rsidRDefault="00773251" w:rsidP="008A029B">
      <w:pPr>
        <w:pStyle w:val="ConsPlusNonformat"/>
        <w:rPr>
          <w:sz w:val="28"/>
          <w:szCs w:val="28"/>
        </w:rPr>
      </w:pPr>
      <w:r w:rsidRPr="00F162DD">
        <w:rPr>
          <w:sz w:val="28"/>
          <w:szCs w:val="28"/>
        </w:rPr>
        <w:t>________</w:t>
      </w:r>
      <w:r>
        <w:rPr>
          <w:sz w:val="28"/>
          <w:szCs w:val="28"/>
        </w:rPr>
        <w:t>______________________________________________________________</w:t>
      </w:r>
    </w:p>
    <w:p w:rsidR="00773251" w:rsidRPr="00195634" w:rsidRDefault="00773251" w:rsidP="008A029B">
      <w:pPr>
        <w:pStyle w:val="ConsPlusNonformat"/>
        <w:jc w:val="center"/>
        <w:rPr>
          <w:sz w:val="24"/>
          <w:szCs w:val="28"/>
        </w:rPr>
      </w:pPr>
      <w:r w:rsidRPr="00195634">
        <w:rPr>
          <w:sz w:val="24"/>
          <w:szCs w:val="28"/>
        </w:rPr>
        <w:t xml:space="preserve">(наименование юридического лица, фамилия, имя, отчество </w:t>
      </w:r>
    </w:p>
    <w:p w:rsidR="00773251" w:rsidRPr="00195634" w:rsidRDefault="00773251" w:rsidP="008A029B">
      <w:pPr>
        <w:pStyle w:val="ConsPlusNonformat"/>
        <w:jc w:val="center"/>
        <w:rPr>
          <w:sz w:val="24"/>
          <w:szCs w:val="28"/>
        </w:rPr>
      </w:pPr>
      <w:r w:rsidRPr="00195634">
        <w:rPr>
          <w:sz w:val="24"/>
          <w:szCs w:val="28"/>
        </w:rPr>
        <w:t>(последнее - при наличии) индивидуального предпринимателя)</w:t>
      </w:r>
    </w:p>
    <w:p w:rsidR="00773251" w:rsidRPr="00F162DD" w:rsidRDefault="00773251" w:rsidP="008A029B">
      <w:pPr>
        <w:pStyle w:val="ConsPlusNonformat"/>
        <w:rPr>
          <w:sz w:val="28"/>
          <w:szCs w:val="28"/>
        </w:rPr>
      </w:pPr>
      <w:r w:rsidRPr="00F162DD">
        <w:rPr>
          <w:sz w:val="28"/>
          <w:szCs w:val="28"/>
        </w:rPr>
        <w:t>Дата и время проведения проверки:</w:t>
      </w:r>
    </w:p>
    <w:p w:rsidR="00773251" w:rsidRPr="00F162DD" w:rsidRDefault="00773251" w:rsidP="008A029B">
      <w:pPr>
        <w:pStyle w:val="ConsPlusNonformat"/>
        <w:rPr>
          <w:sz w:val="28"/>
          <w:szCs w:val="28"/>
        </w:rPr>
      </w:pPr>
      <w:r w:rsidRPr="00F162DD">
        <w:rPr>
          <w:sz w:val="28"/>
          <w:szCs w:val="28"/>
        </w:rPr>
        <w:t>«__» ___ 20__ г. с __ час. __ мин. до __ час. __ мин. Продолжительность ________</w:t>
      </w:r>
    </w:p>
    <w:p w:rsidR="00773251" w:rsidRPr="00F162DD" w:rsidRDefault="00773251" w:rsidP="008A029B">
      <w:pPr>
        <w:pStyle w:val="ConsPlusNonformat"/>
        <w:rPr>
          <w:sz w:val="28"/>
          <w:szCs w:val="28"/>
        </w:rPr>
      </w:pPr>
      <w:r w:rsidRPr="00F162DD">
        <w:rPr>
          <w:sz w:val="28"/>
          <w:szCs w:val="28"/>
        </w:rPr>
        <w:t>«__» ___ 20__ г. с __ час. __ мин. до __ час. __ мин. Продолжительность ________</w:t>
      </w:r>
    </w:p>
    <w:p w:rsidR="00773251" w:rsidRPr="00195634" w:rsidRDefault="00773251" w:rsidP="008A029B">
      <w:pPr>
        <w:pStyle w:val="ConsPlusNonformat"/>
        <w:jc w:val="center"/>
        <w:rPr>
          <w:sz w:val="24"/>
          <w:szCs w:val="28"/>
        </w:rPr>
      </w:pPr>
      <w:r w:rsidRPr="00195634">
        <w:rPr>
          <w:sz w:val="24"/>
          <w:szCs w:val="28"/>
        </w:rPr>
        <w:t xml:space="preserve">(заполняется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w:t>
      </w:r>
    </w:p>
    <w:p w:rsidR="00773251" w:rsidRPr="00195634" w:rsidRDefault="00773251" w:rsidP="008A029B">
      <w:pPr>
        <w:pStyle w:val="ConsPlusNonformat"/>
        <w:jc w:val="center"/>
        <w:rPr>
          <w:sz w:val="24"/>
          <w:szCs w:val="28"/>
        </w:rPr>
      </w:pPr>
      <w:r w:rsidRPr="00195634">
        <w:rPr>
          <w:sz w:val="24"/>
          <w:szCs w:val="28"/>
        </w:rPr>
        <w:t>индивидуального предпринимателя по нескольким адресам)</w:t>
      </w:r>
    </w:p>
    <w:p w:rsidR="00773251" w:rsidRPr="00F162DD" w:rsidRDefault="00773251" w:rsidP="008A029B">
      <w:pPr>
        <w:pStyle w:val="ConsPlusNonformat"/>
        <w:rPr>
          <w:sz w:val="28"/>
          <w:szCs w:val="28"/>
        </w:rPr>
      </w:pPr>
      <w:r w:rsidRPr="00F162DD">
        <w:rPr>
          <w:sz w:val="28"/>
          <w:szCs w:val="28"/>
        </w:rPr>
        <w:t xml:space="preserve">Общая продолжительность проверки: </w:t>
      </w:r>
      <w:r>
        <w:rPr>
          <w:sz w:val="28"/>
          <w:szCs w:val="28"/>
        </w:rPr>
        <w:t>___________________________________</w:t>
      </w:r>
      <w:r w:rsidRPr="00F162DD">
        <w:rPr>
          <w:sz w:val="28"/>
          <w:szCs w:val="28"/>
        </w:rPr>
        <w:t>_</w:t>
      </w:r>
    </w:p>
    <w:p w:rsidR="00773251" w:rsidRPr="00195634" w:rsidRDefault="00773251" w:rsidP="008A029B">
      <w:pPr>
        <w:pStyle w:val="ConsPlusNonformat"/>
        <w:ind w:left="4956" w:firstLine="708"/>
        <w:rPr>
          <w:sz w:val="24"/>
          <w:szCs w:val="28"/>
        </w:rPr>
      </w:pPr>
      <w:r w:rsidRPr="00195634">
        <w:rPr>
          <w:sz w:val="24"/>
          <w:szCs w:val="28"/>
        </w:rPr>
        <w:t xml:space="preserve"> (рабочих дней/часов)</w:t>
      </w:r>
    </w:p>
    <w:p w:rsidR="00773251" w:rsidRPr="00F162DD" w:rsidRDefault="00773251" w:rsidP="008A029B">
      <w:pPr>
        <w:pStyle w:val="ConsPlusNonformat"/>
        <w:rPr>
          <w:sz w:val="28"/>
          <w:szCs w:val="28"/>
        </w:rPr>
      </w:pPr>
      <w:r w:rsidRPr="00F162DD">
        <w:rPr>
          <w:sz w:val="28"/>
          <w:szCs w:val="28"/>
        </w:rPr>
        <w:t xml:space="preserve">Акт составлен: </w:t>
      </w:r>
      <w:r>
        <w:rPr>
          <w:sz w:val="28"/>
          <w:szCs w:val="28"/>
        </w:rPr>
        <w:t>________________________________________________</w:t>
      </w:r>
      <w:r w:rsidRPr="00F162DD">
        <w:rPr>
          <w:sz w:val="28"/>
          <w:szCs w:val="28"/>
        </w:rPr>
        <w:t>________</w:t>
      </w:r>
    </w:p>
    <w:p w:rsidR="00773251" w:rsidRPr="00195634" w:rsidRDefault="00773251" w:rsidP="008A029B">
      <w:pPr>
        <w:pStyle w:val="ConsPlusNonformat"/>
        <w:jc w:val="center"/>
        <w:rPr>
          <w:sz w:val="24"/>
          <w:szCs w:val="28"/>
        </w:rPr>
      </w:pPr>
      <w:r w:rsidRPr="00195634">
        <w:rPr>
          <w:sz w:val="24"/>
          <w:szCs w:val="28"/>
        </w:rPr>
        <w:t xml:space="preserve">(наименование органа государственного контроля (надзора) </w:t>
      </w:r>
    </w:p>
    <w:p w:rsidR="00773251" w:rsidRPr="00195634" w:rsidRDefault="00773251" w:rsidP="008A029B">
      <w:pPr>
        <w:pStyle w:val="ConsPlusNonformat"/>
        <w:jc w:val="center"/>
        <w:rPr>
          <w:sz w:val="24"/>
          <w:szCs w:val="28"/>
        </w:rPr>
      </w:pPr>
      <w:r w:rsidRPr="00195634">
        <w:rPr>
          <w:sz w:val="24"/>
          <w:szCs w:val="28"/>
        </w:rPr>
        <w:t>или органа муниципального контроля)</w:t>
      </w:r>
    </w:p>
    <w:p w:rsidR="00773251" w:rsidRPr="00F162DD" w:rsidRDefault="00773251" w:rsidP="008A029B">
      <w:pPr>
        <w:pStyle w:val="ConsPlusNonformat"/>
        <w:rPr>
          <w:sz w:val="28"/>
          <w:szCs w:val="28"/>
        </w:rPr>
      </w:pPr>
      <w:r w:rsidRPr="00F162DD">
        <w:rPr>
          <w:sz w:val="28"/>
          <w:szCs w:val="28"/>
        </w:rPr>
        <w:t>С копией распоряжения/приказа о проведении проверки ознакомлен(ы):</w:t>
      </w:r>
    </w:p>
    <w:p w:rsidR="00773251" w:rsidRPr="00F162DD" w:rsidRDefault="00773251" w:rsidP="008A029B">
      <w:pPr>
        <w:pStyle w:val="ConsPlusNonformat"/>
        <w:rPr>
          <w:sz w:val="28"/>
          <w:szCs w:val="28"/>
        </w:rPr>
      </w:pPr>
      <w:r>
        <w:rPr>
          <w:sz w:val="28"/>
          <w:szCs w:val="28"/>
        </w:rPr>
        <w:t>__________________________________________________________________</w:t>
      </w:r>
      <w:r w:rsidRPr="00F162DD">
        <w:rPr>
          <w:sz w:val="28"/>
          <w:szCs w:val="28"/>
        </w:rPr>
        <w:t>____</w:t>
      </w:r>
    </w:p>
    <w:p w:rsidR="00773251" w:rsidRPr="00195634" w:rsidRDefault="00773251" w:rsidP="008A029B">
      <w:pPr>
        <w:pStyle w:val="ConsPlusNonformat"/>
        <w:jc w:val="center"/>
        <w:rPr>
          <w:sz w:val="24"/>
          <w:szCs w:val="28"/>
        </w:rPr>
      </w:pPr>
      <w:r w:rsidRPr="00195634">
        <w:rPr>
          <w:sz w:val="24"/>
          <w:szCs w:val="28"/>
        </w:rPr>
        <w:t>(заполняется при проведении выездной проверки)</w:t>
      </w:r>
    </w:p>
    <w:p w:rsidR="00773251" w:rsidRPr="00F162DD" w:rsidRDefault="00773251" w:rsidP="008A029B">
      <w:pPr>
        <w:pStyle w:val="ConsPlusNonformat"/>
        <w:rPr>
          <w:sz w:val="28"/>
          <w:szCs w:val="28"/>
        </w:rPr>
      </w:pPr>
      <w:r>
        <w:rPr>
          <w:sz w:val="28"/>
          <w:szCs w:val="28"/>
        </w:rPr>
        <w:t>_________________________________________________________________</w:t>
      </w:r>
      <w:r w:rsidRPr="00F162DD">
        <w:rPr>
          <w:sz w:val="28"/>
          <w:szCs w:val="28"/>
        </w:rPr>
        <w:t>____</w:t>
      </w:r>
    </w:p>
    <w:p w:rsidR="00773251" w:rsidRPr="00195634" w:rsidRDefault="00773251" w:rsidP="008A029B">
      <w:pPr>
        <w:pStyle w:val="ConsPlusNonformat"/>
        <w:jc w:val="center"/>
        <w:rPr>
          <w:sz w:val="24"/>
          <w:szCs w:val="28"/>
        </w:rPr>
      </w:pPr>
      <w:r w:rsidRPr="00195634">
        <w:rPr>
          <w:sz w:val="24"/>
          <w:szCs w:val="28"/>
        </w:rPr>
        <w:t>(фамилии, инициалы, подпись, дата, время)</w:t>
      </w:r>
    </w:p>
    <w:p w:rsidR="00773251" w:rsidRPr="00F162DD" w:rsidRDefault="00773251" w:rsidP="008A029B">
      <w:pPr>
        <w:pStyle w:val="ConsPlusNonformat"/>
        <w:rPr>
          <w:sz w:val="28"/>
          <w:szCs w:val="28"/>
        </w:rPr>
      </w:pPr>
      <w:r w:rsidRPr="00F162DD">
        <w:rPr>
          <w:sz w:val="28"/>
          <w:szCs w:val="28"/>
        </w:rPr>
        <w:t>Дата и номер решения прокурора (его заместителя) о согласовании проведения проверки:</w:t>
      </w:r>
      <w:r>
        <w:rPr>
          <w:sz w:val="28"/>
          <w:szCs w:val="28"/>
        </w:rPr>
        <w:t xml:space="preserve"> ____________________________________________________________</w:t>
      </w:r>
      <w:r w:rsidRPr="00F162DD">
        <w:rPr>
          <w:sz w:val="28"/>
          <w:szCs w:val="28"/>
        </w:rPr>
        <w:t>_</w:t>
      </w:r>
    </w:p>
    <w:p w:rsidR="00773251" w:rsidRPr="00195634" w:rsidRDefault="00773251" w:rsidP="008A029B">
      <w:pPr>
        <w:pStyle w:val="ConsPlusNonformat"/>
        <w:jc w:val="center"/>
        <w:rPr>
          <w:sz w:val="24"/>
          <w:szCs w:val="28"/>
        </w:rPr>
      </w:pPr>
      <w:r w:rsidRPr="00195634">
        <w:rPr>
          <w:sz w:val="24"/>
          <w:szCs w:val="28"/>
        </w:rPr>
        <w:t>(заполняется в случае необходимости согласования проверки с органами прокуратуры)</w:t>
      </w:r>
    </w:p>
    <w:p w:rsidR="00773251" w:rsidRPr="00F162DD" w:rsidRDefault="00773251" w:rsidP="008A029B">
      <w:pPr>
        <w:pStyle w:val="ConsPlusNonformat"/>
        <w:rPr>
          <w:sz w:val="28"/>
          <w:szCs w:val="28"/>
        </w:rPr>
      </w:pPr>
      <w:r w:rsidRPr="00F162DD">
        <w:rPr>
          <w:sz w:val="28"/>
          <w:szCs w:val="28"/>
        </w:rPr>
        <w:t xml:space="preserve">Лицо(а), проводившее проверку: </w:t>
      </w:r>
      <w:r>
        <w:rPr>
          <w:sz w:val="28"/>
          <w:szCs w:val="28"/>
        </w:rPr>
        <w:t>_____________________________</w:t>
      </w:r>
      <w:r w:rsidRPr="00F162DD">
        <w:rPr>
          <w:sz w:val="28"/>
          <w:szCs w:val="28"/>
        </w:rPr>
        <w:t>_______</w:t>
      </w:r>
      <w:r>
        <w:rPr>
          <w:sz w:val="28"/>
          <w:szCs w:val="28"/>
        </w:rPr>
        <w:t>__</w:t>
      </w:r>
      <w:r w:rsidRPr="00F162DD">
        <w:rPr>
          <w:sz w:val="28"/>
          <w:szCs w:val="28"/>
        </w:rPr>
        <w:t>___</w:t>
      </w:r>
    </w:p>
    <w:p w:rsidR="00773251" w:rsidRPr="00195634" w:rsidRDefault="00773251" w:rsidP="008A029B">
      <w:pPr>
        <w:pStyle w:val="ConsPlusNonformat"/>
        <w:jc w:val="center"/>
        <w:rPr>
          <w:sz w:val="24"/>
          <w:szCs w:val="28"/>
        </w:rPr>
      </w:pPr>
      <w:r w:rsidRPr="00195634">
        <w:rPr>
          <w:sz w:val="24"/>
          <w:szCs w:val="28"/>
        </w:rPr>
        <w:t xml:space="preserve">(фамилия,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w:t>
      </w:r>
    </w:p>
    <w:p w:rsidR="00773251" w:rsidRPr="00195634" w:rsidRDefault="00773251" w:rsidP="008A029B">
      <w:pPr>
        <w:pStyle w:val="ConsPlusNonformat"/>
        <w:jc w:val="center"/>
        <w:rPr>
          <w:sz w:val="24"/>
          <w:szCs w:val="28"/>
        </w:rPr>
      </w:pPr>
      <w:r w:rsidRPr="00195634">
        <w:rPr>
          <w:sz w:val="24"/>
          <w:szCs w:val="28"/>
        </w:rPr>
        <w:t xml:space="preserve">экспертных организаций с указанием реквизитов свидетельства об аккредитации </w:t>
      </w:r>
    </w:p>
    <w:p w:rsidR="00773251" w:rsidRPr="00195634" w:rsidRDefault="00773251" w:rsidP="008A029B">
      <w:pPr>
        <w:pStyle w:val="ConsPlusNonformat"/>
        <w:jc w:val="center"/>
        <w:rPr>
          <w:sz w:val="24"/>
          <w:szCs w:val="28"/>
        </w:rPr>
      </w:pPr>
      <w:r w:rsidRPr="00195634">
        <w:rPr>
          <w:sz w:val="24"/>
          <w:szCs w:val="28"/>
        </w:rPr>
        <w:t>и наименование органа по аккредитации, выдавшего свидетельство)</w:t>
      </w:r>
    </w:p>
    <w:p w:rsidR="00773251" w:rsidRPr="00F162DD" w:rsidRDefault="00773251" w:rsidP="008A029B">
      <w:pPr>
        <w:pStyle w:val="ConsPlusNonformat"/>
        <w:rPr>
          <w:sz w:val="28"/>
          <w:szCs w:val="28"/>
        </w:rPr>
      </w:pPr>
      <w:r w:rsidRPr="00F162DD">
        <w:rPr>
          <w:sz w:val="28"/>
          <w:szCs w:val="28"/>
        </w:rPr>
        <w:t xml:space="preserve">При проведении проверки присутствовали: </w:t>
      </w:r>
      <w:r>
        <w:rPr>
          <w:sz w:val="28"/>
          <w:szCs w:val="28"/>
        </w:rPr>
        <w:t>______________________________________________________________</w:t>
      </w:r>
      <w:r w:rsidRPr="00F162DD">
        <w:rPr>
          <w:sz w:val="28"/>
          <w:szCs w:val="28"/>
        </w:rPr>
        <w:t>________</w:t>
      </w:r>
    </w:p>
    <w:p w:rsidR="00773251" w:rsidRPr="00195634" w:rsidRDefault="00773251" w:rsidP="008A029B">
      <w:pPr>
        <w:pStyle w:val="ConsPlusNonformat"/>
        <w:jc w:val="center"/>
        <w:rPr>
          <w:sz w:val="24"/>
          <w:szCs w:val="28"/>
        </w:rPr>
      </w:pPr>
      <w:r w:rsidRPr="00195634">
        <w:rPr>
          <w:sz w:val="24"/>
          <w:szCs w:val="28"/>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773251" w:rsidRDefault="00773251" w:rsidP="008A029B">
      <w:pPr>
        <w:pStyle w:val="ConsPlusNonformat"/>
        <w:ind w:firstLine="720"/>
        <w:rPr>
          <w:sz w:val="28"/>
          <w:szCs w:val="28"/>
        </w:rPr>
      </w:pPr>
    </w:p>
    <w:p w:rsidR="00773251" w:rsidRPr="00F162DD" w:rsidRDefault="00773251" w:rsidP="008A029B">
      <w:pPr>
        <w:pStyle w:val="ConsPlusNonformat"/>
        <w:ind w:firstLine="720"/>
        <w:rPr>
          <w:sz w:val="28"/>
          <w:szCs w:val="28"/>
        </w:rPr>
      </w:pPr>
      <w:r w:rsidRPr="00F162DD">
        <w:rPr>
          <w:sz w:val="28"/>
          <w:szCs w:val="28"/>
        </w:rPr>
        <w:t>В ходе проведения проверки:</w:t>
      </w:r>
    </w:p>
    <w:p w:rsidR="00773251" w:rsidRPr="00F162DD" w:rsidRDefault="00773251" w:rsidP="008A029B">
      <w:pPr>
        <w:pStyle w:val="ConsPlusNonformat"/>
        <w:ind w:firstLine="720"/>
        <w:jc w:val="both"/>
        <w:rPr>
          <w:sz w:val="28"/>
          <w:szCs w:val="28"/>
        </w:rPr>
      </w:pPr>
      <w:r w:rsidRPr="00F162DD">
        <w:rPr>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Pr>
          <w:sz w:val="28"/>
          <w:szCs w:val="28"/>
        </w:rPr>
        <w:t>_______________________________________</w:t>
      </w:r>
      <w:r w:rsidRPr="00F162DD">
        <w:rPr>
          <w:sz w:val="28"/>
          <w:szCs w:val="28"/>
        </w:rPr>
        <w:t xml:space="preserve"> </w:t>
      </w:r>
    </w:p>
    <w:p w:rsidR="00773251" w:rsidRPr="00F162DD" w:rsidRDefault="00773251" w:rsidP="008A029B">
      <w:pPr>
        <w:pStyle w:val="ConsPlusNonformat"/>
        <w:jc w:val="both"/>
        <w:rPr>
          <w:sz w:val="28"/>
          <w:szCs w:val="28"/>
        </w:rPr>
      </w:pPr>
      <w:r w:rsidRPr="00F162DD">
        <w:rPr>
          <w:sz w:val="28"/>
          <w:szCs w:val="28"/>
        </w:rPr>
        <w:t>____</w:t>
      </w:r>
      <w:r>
        <w:rPr>
          <w:sz w:val="28"/>
          <w:szCs w:val="28"/>
        </w:rPr>
        <w:t>_______________________________________________________________</w:t>
      </w:r>
    </w:p>
    <w:p w:rsidR="00773251" w:rsidRPr="00195634" w:rsidRDefault="00773251" w:rsidP="008A029B">
      <w:pPr>
        <w:pStyle w:val="ConsPlusNonformat"/>
        <w:jc w:val="center"/>
        <w:rPr>
          <w:sz w:val="24"/>
          <w:szCs w:val="28"/>
        </w:rPr>
      </w:pPr>
      <w:r w:rsidRPr="00195634">
        <w:rPr>
          <w:sz w:val="24"/>
          <w:szCs w:val="28"/>
        </w:rPr>
        <w:t xml:space="preserve">(с указанием характера нарушений; лиц, допустивших нарушения) </w:t>
      </w:r>
    </w:p>
    <w:p w:rsidR="00773251" w:rsidRPr="00F162DD" w:rsidRDefault="00773251" w:rsidP="008A029B">
      <w:pPr>
        <w:pStyle w:val="ConsPlusNonformat"/>
        <w:ind w:firstLine="708"/>
        <w:jc w:val="both"/>
        <w:rPr>
          <w:sz w:val="28"/>
          <w:szCs w:val="28"/>
        </w:rPr>
      </w:pPr>
      <w:r w:rsidRPr="00F162DD">
        <w:rPr>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r>
        <w:rPr>
          <w:sz w:val="28"/>
          <w:szCs w:val="28"/>
        </w:rPr>
        <w:t>______________________________________________________________</w:t>
      </w:r>
    </w:p>
    <w:p w:rsidR="00773251" w:rsidRPr="00F162DD" w:rsidRDefault="00773251" w:rsidP="008A029B">
      <w:pPr>
        <w:pStyle w:val="ConsPlusNonformat"/>
        <w:ind w:firstLine="720"/>
        <w:jc w:val="both"/>
        <w:rPr>
          <w:sz w:val="28"/>
          <w:szCs w:val="28"/>
        </w:rPr>
      </w:pPr>
      <w:r w:rsidRPr="00F162DD">
        <w:rPr>
          <w:sz w:val="28"/>
          <w:szCs w:val="28"/>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sz w:val="28"/>
          <w:szCs w:val="28"/>
        </w:rPr>
        <w:t>______________________________________________</w:t>
      </w:r>
    </w:p>
    <w:p w:rsidR="00773251" w:rsidRPr="00F162DD" w:rsidRDefault="00773251" w:rsidP="008A029B">
      <w:pPr>
        <w:pStyle w:val="ConsPlusNonformat"/>
        <w:ind w:firstLine="720"/>
        <w:rPr>
          <w:sz w:val="28"/>
          <w:szCs w:val="28"/>
        </w:rPr>
      </w:pPr>
      <w:r w:rsidRPr="00F162DD">
        <w:rPr>
          <w:sz w:val="28"/>
          <w:szCs w:val="28"/>
        </w:rPr>
        <w:t xml:space="preserve">нарушений не выявлено </w:t>
      </w:r>
      <w:r>
        <w:rPr>
          <w:sz w:val="28"/>
          <w:szCs w:val="28"/>
        </w:rPr>
        <w:t>___________________________________________</w:t>
      </w:r>
    </w:p>
    <w:p w:rsidR="00773251" w:rsidRPr="00F162DD" w:rsidRDefault="00773251" w:rsidP="008A029B">
      <w:pPr>
        <w:jc w:val="both"/>
        <w:rPr>
          <w:sz w:val="28"/>
          <w:szCs w:val="28"/>
        </w:rPr>
      </w:pPr>
      <w:r w:rsidRPr="00F162DD">
        <w:rPr>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A0"/>
      </w:tblPr>
      <w:tblGrid>
        <w:gridCol w:w="3856"/>
        <w:gridCol w:w="851"/>
        <w:gridCol w:w="5261"/>
      </w:tblGrid>
      <w:tr w:rsidR="00773251" w:rsidRPr="00F162DD" w:rsidTr="00BD1483">
        <w:tc>
          <w:tcPr>
            <w:tcW w:w="3856" w:type="dxa"/>
            <w:tcBorders>
              <w:top w:val="nil"/>
              <w:left w:val="nil"/>
              <w:bottom w:val="single" w:sz="4" w:space="0" w:color="auto"/>
              <w:right w:val="nil"/>
            </w:tcBorders>
            <w:vAlign w:val="bottom"/>
          </w:tcPr>
          <w:p w:rsidR="00773251" w:rsidRPr="00F162DD" w:rsidRDefault="00773251" w:rsidP="00BD1483">
            <w:pPr>
              <w:widowControl w:val="0"/>
              <w:jc w:val="center"/>
              <w:rPr>
                <w:sz w:val="28"/>
                <w:szCs w:val="28"/>
              </w:rPr>
            </w:pPr>
          </w:p>
        </w:tc>
        <w:tc>
          <w:tcPr>
            <w:tcW w:w="851" w:type="dxa"/>
            <w:vAlign w:val="bottom"/>
          </w:tcPr>
          <w:p w:rsidR="00773251" w:rsidRPr="00F162DD" w:rsidRDefault="00773251" w:rsidP="00BD1483">
            <w:pPr>
              <w:widowControl w:val="0"/>
              <w:rPr>
                <w:sz w:val="28"/>
                <w:szCs w:val="28"/>
              </w:rPr>
            </w:pPr>
          </w:p>
        </w:tc>
        <w:tc>
          <w:tcPr>
            <w:tcW w:w="5261" w:type="dxa"/>
            <w:tcBorders>
              <w:top w:val="nil"/>
              <w:left w:val="nil"/>
              <w:bottom w:val="single" w:sz="4" w:space="0" w:color="auto"/>
              <w:right w:val="nil"/>
            </w:tcBorders>
            <w:vAlign w:val="bottom"/>
          </w:tcPr>
          <w:p w:rsidR="00773251" w:rsidRPr="00F162DD" w:rsidRDefault="00773251" w:rsidP="00BD1483">
            <w:pPr>
              <w:widowControl w:val="0"/>
              <w:ind w:left="-28"/>
              <w:jc w:val="center"/>
              <w:rPr>
                <w:sz w:val="28"/>
                <w:szCs w:val="28"/>
              </w:rPr>
            </w:pPr>
          </w:p>
        </w:tc>
      </w:tr>
      <w:tr w:rsidR="00773251" w:rsidRPr="00195634" w:rsidTr="00BD1483">
        <w:tc>
          <w:tcPr>
            <w:tcW w:w="3856" w:type="dxa"/>
          </w:tcPr>
          <w:p w:rsidR="00773251" w:rsidRPr="00195634" w:rsidRDefault="00773251" w:rsidP="00BD1483">
            <w:pPr>
              <w:widowControl w:val="0"/>
              <w:jc w:val="center"/>
              <w:rPr>
                <w:szCs w:val="28"/>
              </w:rPr>
            </w:pPr>
            <w:r w:rsidRPr="00195634">
              <w:rPr>
                <w:szCs w:val="28"/>
              </w:rPr>
              <w:t>(подпись проверяющего)</w:t>
            </w:r>
          </w:p>
        </w:tc>
        <w:tc>
          <w:tcPr>
            <w:tcW w:w="851" w:type="dxa"/>
          </w:tcPr>
          <w:p w:rsidR="00773251" w:rsidRPr="00195634" w:rsidRDefault="00773251" w:rsidP="00BD1483">
            <w:pPr>
              <w:widowControl w:val="0"/>
              <w:rPr>
                <w:szCs w:val="28"/>
              </w:rPr>
            </w:pPr>
          </w:p>
        </w:tc>
        <w:tc>
          <w:tcPr>
            <w:tcW w:w="5261" w:type="dxa"/>
          </w:tcPr>
          <w:p w:rsidR="00773251" w:rsidRPr="00195634" w:rsidRDefault="00773251" w:rsidP="00BD1483">
            <w:pPr>
              <w:ind w:left="-28" w:right="268"/>
              <w:jc w:val="center"/>
              <w:rPr>
                <w:szCs w:val="28"/>
              </w:rPr>
            </w:pPr>
            <w:r w:rsidRPr="00195634">
              <w:rPr>
                <w:szCs w:val="28"/>
              </w:rPr>
              <w:t xml:space="preserve">(подпись уполномоченного представителя юридического лица, индивидуального предпринимателя, его </w:t>
            </w:r>
          </w:p>
          <w:p w:rsidR="00773251" w:rsidRPr="00195634" w:rsidRDefault="00773251" w:rsidP="00BD1483">
            <w:pPr>
              <w:widowControl w:val="0"/>
              <w:ind w:left="-28" w:right="268"/>
              <w:jc w:val="center"/>
              <w:rPr>
                <w:szCs w:val="28"/>
              </w:rPr>
            </w:pPr>
            <w:r w:rsidRPr="00195634">
              <w:rPr>
                <w:szCs w:val="28"/>
              </w:rPr>
              <w:t>уполномоченного представителя)</w:t>
            </w:r>
          </w:p>
        </w:tc>
      </w:tr>
    </w:tbl>
    <w:p w:rsidR="00773251" w:rsidRPr="00F162DD" w:rsidRDefault="00773251" w:rsidP="008A029B">
      <w:pPr>
        <w:pStyle w:val="ConsPlusNonformat"/>
        <w:jc w:val="both"/>
        <w:rPr>
          <w:sz w:val="28"/>
          <w:szCs w:val="28"/>
        </w:rPr>
      </w:pPr>
      <w:r w:rsidRPr="00F162DD">
        <w:rPr>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A0"/>
      </w:tblPr>
      <w:tblGrid>
        <w:gridCol w:w="3856"/>
        <w:gridCol w:w="851"/>
        <w:gridCol w:w="5261"/>
      </w:tblGrid>
      <w:tr w:rsidR="00773251" w:rsidRPr="00F162DD" w:rsidTr="00BD1483">
        <w:tc>
          <w:tcPr>
            <w:tcW w:w="3856" w:type="dxa"/>
            <w:tcBorders>
              <w:top w:val="nil"/>
              <w:left w:val="nil"/>
              <w:bottom w:val="single" w:sz="4" w:space="0" w:color="auto"/>
              <w:right w:val="nil"/>
            </w:tcBorders>
            <w:vAlign w:val="bottom"/>
          </w:tcPr>
          <w:p w:rsidR="00773251" w:rsidRPr="00F162DD" w:rsidRDefault="00773251" w:rsidP="00BD1483">
            <w:pPr>
              <w:widowControl w:val="0"/>
              <w:jc w:val="center"/>
              <w:rPr>
                <w:sz w:val="28"/>
                <w:szCs w:val="28"/>
              </w:rPr>
            </w:pPr>
          </w:p>
        </w:tc>
        <w:tc>
          <w:tcPr>
            <w:tcW w:w="851" w:type="dxa"/>
            <w:vAlign w:val="bottom"/>
          </w:tcPr>
          <w:p w:rsidR="00773251" w:rsidRPr="00F162DD" w:rsidRDefault="00773251" w:rsidP="00BD1483">
            <w:pPr>
              <w:widowControl w:val="0"/>
              <w:rPr>
                <w:sz w:val="28"/>
                <w:szCs w:val="28"/>
              </w:rPr>
            </w:pPr>
          </w:p>
        </w:tc>
        <w:tc>
          <w:tcPr>
            <w:tcW w:w="5261" w:type="dxa"/>
            <w:tcBorders>
              <w:top w:val="nil"/>
              <w:left w:val="nil"/>
              <w:bottom w:val="single" w:sz="4" w:space="0" w:color="auto"/>
              <w:right w:val="nil"/>
            </w:tcBorders>
            <w:vAlign w:val="bottom"/>
          </w:tcPr>
          <w:p w:rsidR="00773251" w:rsidRPr="00F162DD" w:rsidRDefault="00773251" w:rsidP="00BD1483">
            <w:pPr>
              <w:widowControl w:val="0"/>
              <w:ind w:left="-28"/>
              <w:jc w:val="center"/>
              <w:rPr>
                <w:sz w:val="28"/>
                <w:szCs w:val="28"/>
              </w:rPr>
            </w:pPr>
          </w:p>
        </w:tc>
      </w:tr>
      <w:tr w:rsidR="00773251" w:rsidRPr="00195634" w:rsidTr="00BD1483">
        <w:tc>
          <w:tcPr>
            <w:tcW w:w="3856" w:type="dxa"/>
          </w:tcPr>
          <w:p w:rsidR="00773251" w:rsidRPr="00195634" w:rsidRDefault="00773251" w:rsidP="00BD1483">
            <w:pPr>
              <w:widowControl w:val="0"/>
              <w:jc w:val="center"/>
              <w:rPr>
                <w:szCs w:val="28"/>
              </w:rPr>
            </w:pPr>
            <w:r w:rsidRPr="00195634">
              <w:rPr>
                <w:szCs w:val="28"/>
              </w:rPr>
              <w:t>(подпись проверяющего)</w:t>
            </w:r>
          </w:p>
        </w:tc>
        <w:tc>
          <w:tcPr>
            <w:tcW w:w="851" w:type="dxa"/>
          </w:tcPr>
          <w:p w:rsidR="00773251" w:rsidRPr="00195634" w:rsidRDefault="00773251" w:rsidP="00BD1483">
            <w:pPr>
              <w:widowControl w:val="0"/>
              <w:rPr>
                <w:szCs w:val="28"/>
              </w:rPr>
            </w:pPr>
          </w:p>
        </w:tc>
        <w:tc>
          <w:tcPr>
            <w:tcW w:w="5261" w:type="dxa"/>
          </w:tcPr>
          <w:p w:rsidR="00773251" w:rsidRPr="00195634" w:rsidRDefault="00773251" w:rsidP="00BD1483">
            <w:pPr>
              <w:ind w:left="-28" w:right="268"/>
              <w:jc w:val="center"/>
              <w:rPr>
                <w:szCs w:val="28"/>
              </w:rPr>
            </w:pPr>
            <w:r w:rsidRPr="00195634">
              <w:rPr>
                <w:szCs w:val="28"/>
              </w:rPr>
              <w:t xml:space="preserve">(подпись уполномоченного представителя юридического лица, индивидуального предпринимателя, его </w:t>
            </w:r>
          </w:p>
          <w:p w:rsidR="00773251" w:rsidRPr="00195634" w:rsidRDefault="00773251" w:rsidP="00BD1483">
            <w:pPr>
              <w:widowControl w:val="0"/>
              <w:ind w:left="-28" w:right="268"/>
              <w:jc w:val="center"/>
              <w:rPr>
                <w:szCs w:val="28"/>
              </w:rPr>
            </w:pPr>
            <w:r w:rsidRPr="00195634">
              <w:rPr>
                <w:szCs w:val="28"/>
              </w:rPr>
              <w:t>уполномоченного представителя)</w:t>
            </w:r>
          </w:p>
        </w:tc>
      </w:tr>
    </w:tbl>
    <w:p w:rsidR="00773251" w:rsidRPr="00F162DD" w:rsidRDefault="00773251" w:rsidP="008A029B">
      <w:pPr>
        <w:pStyle w:val="ConsPlusNonformat"/>
        <w:rPr>
          <w:sz w:val="28"/>
          <w:szCs w:val="28"/>
        </w:rPr>
      </w:pPr>
      <w:r w:rsidRPr="00F162DD">
        <w:rPr>
          <w:sz w:val="28"/>
          <w:szCs w:val="28"/>
        </w:rPr>
        <w:t xml:space="preserve">Прилагаемые документы: </w:t>
      </w:r>
      <w:r>
        <w:rPr>
          <w:sz w:val="28"/>
          <w:szCs w:val="28"/>
        </w:rPr>
        <w:t>_________________________________________</w:t>
      </w:r>
      <w:r w:rsidRPr="00F162DD">
        <w:rPr>
          <w:sz w:val="28"/>
          <w:szCs w:val="28"/>
        </w:rPr>
        <w:t>_______</w:t>
      </w:r>
    </w:p>
    <w:p w:rsidR="00773251" w:rsidRPr="00F162DD" w:rsidRDefault="00773251" w:rsidP="008A029B">
      <w:pPr>
        <w:pStyle w:val="ConsPlusNonformat"/>
        <w:rPr>
          <w:sz w:val="28"/>
          <w:szCs w:val="28"/>
        </w:rPr>
      </w:pPr>
      <w:r w:rsidRPr="00F162DD">
        <w:rPr>
          <w:sz w:val="28"/>
          <w:szCs w:val="28"/>
        </w:rPr>
        <w:t xml:space="preserve">Подписи лиц, проводивших проверку: </w:t>
      </w:r>
      <w:r>
        <w:rPr>
          <w:sz w:val="28"/>
          <w:szCs w:val="28"/>
        </w:rPr>
        <w:t>____________________</w:t>
      </w:r>
      <w:r w:rsidRPr="00F162DD">
        <w:rPr>
          <w:sz w:val="28"/>
          <w:szCs w:val="28"/>
        </w:rPr>
        <w:t>________</w:t>
      </w:r>
    </w:p>
    <w:p w:rsidR="00773251" w:rsidRPr="00F162DD" w:rsidRDefault="00773251" w:rsidP="008A029B">
      <w:pPr>
        <w:pStyle w:val="ConsPlusNonforma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____________________</w:t>
      </w:r>
      <w:r w:rsidRPr="00F162DD">
        <w:rPr>
          <w:sz w:val="28"/>
          <w:szCs w:val="28"/>
        </w:rPr>
        <w:t>_________</w:t>
      </w:r>
    </w:p>
    <w:p w:rsidR="00773251" w:rsidRDefault="00773251" w:rsidP="008A029B">
      <w:pPr>
        <w:pStyle w:val="ConsPlusNonformat"/>
        <w:jc w:val="both"/>
        <w:rPr>
          <w:sz w:val="28"/>
          <w:szCs w:val="28"/>
        </w:rPr>
      </w:pPr>
      <w:r w:rsidRPr="00F162DD">
        <w:rPr>
          <w:sz w:val="28"/>
          <w:szCs w:val="28"/>
        </w:rPr>
        <w:t xml:space="preserve">С актом проверки ознакомлен(а), копию акта со всеми приложениями получил(а): </w:t>
      </w:r>
    </w:p>
    <w:p w:rsidR="00773251" w:rsidRPr="00F162DD" w:rsidRDefault="00773251" w:rsidP="008A029B">
      <w:pPr>
        <w:pStyle w:val="ConsPlusNonformat"/>
        <w:jc w:val="both"/>
        <w:rPr>
          <w:sz w:val="28"/>
          <w:szCs w:val="28"/>
        </w:rPr>
      </w:pPr>
      <w:r>
        <w:rPr>
          <w:sz w:val="28"/>
          <w:szCs w:val="28"/>
        </w:rPr>
        <w:t>___________________________________________________________________</w:t>
      </w:r>
    </w:p>
    <w:p w:rsidR="00773251" w:rsidRPr="00195634" w:rsidRDefault="00773251" w:rsidP="008A029B">
      <w:pPr>
        <w:pStyle w:val="ConsPlusNonformat"/>
        <w:jc w:val="center"/>
        <w:rPr>
          <w:sz w:val="24"/>
          <w:szCs w:val="28"/>
        </w:rPr>
      </w:pPr>
      <w:r w:rsidRPr="00195634">
        <w:rPr>
          <w:sz w:val="24"/>
          <w:szCs w:val="28"/>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w:t>
      </w:r>
      <w:r>
        <w:rPr>
          <w:sz w:val="24"/>
          <w:szCs w:val="28"/>
        </w:rPr>
        <w:t xml:space="preserve"> </w:t>
      </w:r>
      <w:r w:rsidRPr="00195634">
        <w:rPr>
          <w:sz w:val="24"/>
          <w:szCs w:val="28"/>
        </w:rPr>
        <w:t>его уполномоченного представителя)</w:t>
      </w:r>
    </w:p>
    <w:p w:rsidR="00773251" w:rsidRPr="00F162DD" w:rsidRDefault="00773251" w:rsidP="008A029B">
      <w:pPr>
        <w:pStyle w:val="ConsPlusNonformat"/>
        <w:jc w:val="center"/>
        <w:rPr>
          <w:sz w:val="28"/>
          <w:szCs w:val="28"/>
        </w:rPr>
      </w:pPr>
    </w:p>
    <w:p w:rsidR="00773251" w:rsidRPr="00F162DD" w:rsidRDefault="00773251" w:rsidP="008A029B">
      <w:pPr>
        <w:pStyle w:val="ConsPlusNonformat"/>
        <w:rPr>
          <w:sz w:val="28"/>
          <w:szCs w:val="28"/>
        </w:rPr>
      </w:pPr>
      <w:r>
        <w:rPr>
          <w:sz w:val="28"/>
          <w:szCs w:val="28"/>
        </w:rPr>
        <w:t>___________</w:t>
      </w:r>
      <w:r w:rsidRPr="00F162DD">
        <w:rPr>
          <w:sz w:val="28"/>
          <w:szCs w:val="28"/>
        </w:rPr>
        <w:t>_____</w:t>
      </w:r>
      <w:r w:rsidRPr="00F162DD">
        <w:rPr>
          <w:sz w:val="28"/>
          <w:szCs w:val="28"/>
        </w:rPr>
        <w:tab/>
      </w:r>
      <w:r>
        <w:rPr>
          <w:sz w:val="28"/>
          <w:szCs w:val="28"/>
        </w:rPr>
        <w:tab/>
      </w:r>
      <w:r>
        <w:rPr>
          <w:sz w:val="28"/>
          <w:szCs w:val="28"/>
        </w:rPr>
        <w:tab/>
      </w:r>
      <w:r w:rsidRPr="00F162DD">
        <w:rPr>
          <w:sz w:val="28"/>
          <w:szCs w:val="28"/>
        </w:rPr>
        <w:tab/>
      </w:r>
      <w:r w:rsidRPr="00F162DD">
        <w:rPr>
          <w:sz w:val="28"/>
          <w:szCs w:val="28"/>
        </w:rPr>
        <w:tab/>
      </w:r>
      <w:r w:rsidRPr="00F162DD">
        <w:rPr>
          <w:sz w:val="28"/>
          <w:szCs w:val="28"/>
        </w:rPr>
        <w:tab/>
        <w:t xml:space="preserve">«__» </w:t>
      </w:r>
      <w:r>
        <w:rPr>
          <w:sz w:val="28"/>
          <w:szCs w:val="28"/>
        </w:rPr>
        <w:t>_________</w:t>
      </w:r>
      <w:r w:rsidRPr="00F162DD">
        <w:rPr>
          <w:sz w:val="28"/>
          <w:szCs w:val="28"/>
        </w:rPr>
        <w:t xml:space="preserve"> 20__ г.</w:t>
      </w:r>
    </w:p>
    <w:p w:rsidR="00773251" w:rsidRPr="00AB1E13" w:rsidRDefault="00773251" w:rsidP="008A029B">
      <w:pPr>
        <w:pStyle w:val="ConsPlusNonformat"/>
        <w:rPr>
          <w:sz w:val="24"/>
          <w:szCs w:val="28"/>
        </w:rPr>
      </w:pPr>
      <w:r w:rsidRPr="00AB1E13">
        <w:rPr>
          <w:sz w:val="24"/>
          <w:szCs w:val="28"/>
        </w:rPr>
        <w:tab/>
      </w:r>
      <w:r w:rsidRPr="00AB1E13">
        <w:rPr>
          <w:sz w:val="24"/>
          <w:szCs w:val="28"/>
        </w:rPr>
        <w:tab/>
        <w:t>(подпись)</w:t>
      </w:r>
    </w:p>
    <w:p w:rsidR="00773251" w:rsidRPr="00F162DD" w:rsidRDefault="00773251" w:rsidP="008A029B">
      <w:pPr>
        <w:pStyle w:val="ConsPlusNonformat"/>
        <w:rPr>
          <w:sz w:val="28"/>
          <w:szCs w:val="28"/>
        </w:rPr>
      </w:pPr>
    </w:p>
    <w:p w:rsidR="00773251" w:rsidRPr="00F162DD" w:rsidRDefault="00773251" w:rsidP="008A029B">
      <w:pPr>
        <w:pStyle w:val="ConsPlusNonformat"/>
        <w:rPr>
          <w:sz w:val="28"/>
          <w:szCs w:val="28"/>
        </w:rPr>
      </w:pPr>
      <w:r w:rsidRPr="00F162DD">
        <w:rPr>
          <w:sz w:val="28"/>
          <w:szCs w:val="28"/>
        </w:rPr>
        <w:t xml:space="preserve">Пометка об отказе ознакомления с актом проверки: </w:t>
      </w:r>
      <w:r>
        <w:rPr>
          <w:sz w:val="28"/>
          <w:szCs w:val="28"/>
        </w:rPr>
        <w:t>_______________________</w:t>
      </w:r>
      <w:r w:rsidRPr="00F162DD">
        <w:rPr>
          <w:sz w:val="28"/>
          <w:szCs w:val="28"/>
        </w:rPr>
        <w:t>__</w:t>
      </w:r>
    </w:p>
    <w:p w:rsidR="00773251" w:rsidRDefault="00773251" w:rsidP="008A029B">
      <w:pPr>
        <w:pStyle w:val="ConsPlusNonformat"/>
        <w:ind w:left="6372"/>
        <w:rPr>
          <w:sz w:val="24"/>
          <w:szCs w:val="28"/>
        </w:rPr>
      </w:pPr>
      <w:r w:rsidRPr="00AB1E13">
        <w:rPr>
          <w:sz w:val="24"/>
          <w:szCs w:val="28"/>
        </w:rPr>
        <w:t>(подпись уполномоченного должностного лица (лиц), проводившего проверку)</w:t>
      </w:r>
    </w:p>
    <w:p w:rsidR="00773251" w:rsidRDefault="00773251" w:rsidP="008A029B">
      <w:pPr>
        <w:pStyle w:val="ConsPlusNonformat"/>
        <w:ind w:left="6372"/>
        <w:rPr>
          <w:sz w:val="24"/>
          <w:szCs w:val="28"/>
        </w:rPr>
      </w:pPr>
    </w:p>
    <w:p w:rsidR="00773251" w:rsidRPr="00F162DD" w:rsidRDefault="00773251" w:rsidP="008A029B">
      <w:pPr>
        <w:pStyle w:val="ConsPlusNonformat"/>
        <w:ind w:left="6372"/>
        <w:rPr>
          <w:sz w:val="28"/>
          <w:szCs w:val="28"/>
        </w:rPr>
        <w:sectPr w:rsidR="00773251" w:rsidRPr="00F162DD" w:rsidSect="00BD1483">
          <w:pgSz w:w="11906" w:h="16838"/>
          <w:pgMar w:top="1134" w:right="567" w:bottom="851" w:left="1418" w:header="709" w:footer="709" w:gutter="0"/>
          <w:pgNumType w:start="24"/>
          <w:cols w:space="720"/>
        </w:sectPr>
      </w:pPr>
    </w:p>
    <w:p w:rsidR="00773251" w:rsidRPr="00506FE2" w:rsidRDefault="00773251" w:rsidP="008A029B">
      <w:pPr>
        <w:pStyle w:val="ConsPlusNormal0"/>
        <w:ind w:left="6096" w:firstLine="0"/>
        <w:rPr>
          <w:rFonts w:ascii="Times New Roman" w:hAnsi="Times New Roman" w:cs="Times New Roman"/>
          <w:sz w:val="24"/>
          <w:szCs w:val="24"/>
        </w:rPr>
      </w:pPr>
      <w:r w:rsidRPr="00506FE2">
        <w:rPr>
          <w:rFonts w:ascii="Times New Roman" w:hAnsi="Times New Roman" w:cs="Times New Roman"/>
          <w:sz w:val="24"/>
          <w:szCs w:val="24"/>
        </w:rPr>
        <w:t xml:space="preserve">Приложение </w:t>
      </w:r>
      <w:r>
        <w:rPr>
          <w:rFonts w:ascii="Times New Roman" w:hAnsi="Times New Roman" w:cs="Times New Roman"/>
          <w:sz w:val="24"/>
          <w:szCs w:val="24"/>
        </w:rPr>
        <w:t>№7</w:t>
      </w:r>
    </w:p>
    <w:p w:rsidR="00773251" w:rsidRPr="00F162DD" w:rsidRDefault="00773251" w:rsidP="008A029B">
      <w:pPr>
        <w:pStyle w:val="ConsPlusNormal0"/>
        <w:ind w:left="6096" w:right="-305" w:firstLine="0"/>
        <w:rPr>
          <w:rFonts w:ascii="Times New Roman" w:hAnsi="Times New Roman" w:cs="Times New Roman"/>
          <w:sz w:val="28"/>
          <w:szCs w:val="28"/>
        </w:rPr>
      </w:pPr>
      <w:r w:rsidRPr="00506FE2">
        <w:rPr>
          <w:rFonts w:ascii="Times New Roman" w:hAnsi="Times New Roman" w:cs="Times New Roman"/>
          <w:sz w:val="24"/>
          <w:szCs w:val="24"/>
        </w:rPr>
        <w:t xml:space="preserve">к административному регламенту осуществления муниципального </w:t>
      </w:r>
      <w:r>
        <w:rPr>
          <w:rFonts w:ascii="Times New Roman" w:hAnsi="Times New Roman" w:cs="Times New Roman"/>
          <w:sz w:val="24"/>
          <w:szCs w:val="24"/>
        </w:rPr>
        <w:t>жилищного</w:t>
      </w:r>
      <w:r w:rsidRPr="00506FE2">
        <w:rPr>
          <w:rFonts w:ascii="Times New Roman" w:hAnsi="Times New Roman" w:cs="Times New Roman"/>
          <w:sz w:val="24"/>
          <w:szCs w:val="24"/>
        </w:rPr>
        <w:t xml:space="preserve"> контроля на территории </w:t>
      </w:r>
      <w:r>
        <w:rPr>
          <w:rFonts w:ascii="Times New Roman" w:hAnsi="Times New Roman" w:cs="Times New Roman"/>
          <w:sz w:val="24"/>
          <w:szCs w:val="24"/>
        </w:rPr>
        <w:t>Легостаевского</w:t>
      </w:r>
      <w:r w:rsidRPr="00506FE2">
        <w:rPr>
          <w:rFonts w:ascii="Times New Roman" w:hAnsi="Times New Roman" w:cs="Times New Roman"/>
          <w:sz w:val="24"/>
          <w:szCs w:val="24"/>
        </w:rPr>
        <w:t xml:space="preserve"> сельсовета </w:t>
      </w:r>
      <w:r>
        <w:rPr>
          <w:rFonts w:ascii="Times New Roman" w:hAnsi="Times New Roman" w:cs="Times New Roman"/>
          <w:sz w:val="24"/>
          <w:szCs w:val="24"/>
        </w:rPr>
        <w:t>Искитимского</w:t>
      </w:r>
      <w:r w:rsidRPr="00506FE2">
        <w:rPr>
          <w:rFonts w:ascii="Times New Roman" w:hAnsi="Times New Roman" w:cs="Times New Roman"/>
          <w:sz w:val="24"/>
          <w:szCs w:val="24"/>
        </w:rPr>
        <w:t xml:space="preserve"> района Новосибирской област</w:t>
      </w:r>
      <w:r>
        <w:rPr>
          <w:rFonts w:ascii="Times New Roman" w:hAnsi="Times New Roman" w:cs="Times New Roman"/>
          <w:sz w:val="24"/>
          <w:szCs w:val="24"/>
        </w:rPr>
        <w:t>и</w:t>
      </w:r>
    </w:p>
    <w:p w:rsidR="00773251" w:rsidRPr="00F162DD" w:rsidRDefault="00773251" w:rsidP="008A029B">
      <w:pPr>
        <w:autoSpaceDE w:val="0"/>
        <w:autoSpaceDN w:val="0"/>
        <w:adjustRightInd w:val="0"/>
        <w:ind w:firstLine="540"/>
        <w:jc w:val="both"/>
        <w:rPr>
          <w:sz w:val="28"/>
          <w:szCs w:val="28"/>
        </w:rPr>
      </w:pPr>
    </w:p>
    <w:p w:rsidR="00773251" w:rsidRPr="00F162DD" w:rsidRDefault="00773251" w:rsidP="008A029B">
      <w:pPr>
        <w:autoSpaceDE w:val="0"/>
        <w:autoSpaceDN w:val="0"/>
        <w:adjustRightInd w:val="0"/>
        <w:jc w:val="center"/>
        <w:rPr>
          <w:sz w:val="28"/>
          <w:szCs w:val="28"/>
        </w:rPr>
      </w:pPr>
      <w:r w:rsidRPr="00F162DD">
        <w:rPr>
          <w:sz w:val="28"/>
          <w:szCs w:val="28"/>
        </w:rPr>
        <w:t>ЖУРНАЛ</w:t>
      </w:r>
    </w:p>
    <w:p w:rsidR="00773251" w:rsidRPr="00F162DD" w:rsidRDefault="00773251" w:rsidP="008A029B">
      <w:pPr>
        <w:autoSpaceDE w:val="0"/>
        <w:autoSpaceDN w:val="0"/>
        <w:adjustRightInd w:val="0"/>
        <w:jc w:val="center"/>
        <w:rPr>
          <w:sz w:val="28"/>
          <w:szCs w:val="28"/>
        </w:rPr>
      </w:pPr>
      <w:r>
        <w:rPr>
          <w:sz w:val="28"/>
          <w:szCs w:val="28"/>
        </w:rPr>
        <w:t>регистрации актов проверок</w:t>
      </w:r>
      <w:r w:rsidRPr="00F162DD">
        <w:rPr>
          <w:sz w:val="28"/>
          <w:szCs w:val="28"/>
        </w:rPr>
        <w:t xml:space="preserve"> администрации </w:t>
      </w:r>
      <w:r>
        <w:rPr>
          <w:sz w:val="28"/>
          <w:szCs w:val="28"/>
        </w:rPr>
        <w:t xml:space="preserve">Легостаевского </w:t>
      </w:r>
      <w:r w:rsidRPr="00F162DD">
        <w:rPr>
          <w:sz w:val="28"/>
          <w:szCs w:val="28"/>
        </w:rPr>
        <w:t xml:space="preserve">сельсовета </w:t>
      </w:r>
      <w:r>
        <w:rPr>
          <w:sz w:val="28"/>
          <w:szCs w:val="28"/>
        </w:rPr>
        <w:t>Искитимского</w:t>
      </w:r>
      <w:r w:rsidRPr="00F162DD">
        <w:rPr>
          <w:sz w:val="28"/>
          <w:szCs w:val="28"/>
        </w:rPr>
        <w:t xml:space="preserve"> района Новосибирской области</w:t>
      </w:r>
    </w:p>
    <w:p w:rsidR="00773251" w:rsidRPr="00F162DD" w:rsidRDefault="00773251" w:rsidP="008A029B">
      <w:pPr>
        <w:autoSpaceDE w:val="0"/>
        <w:autoSpaceDN w:val="0"/>
        <w:adjustRightInd w:val="0"/>
        <w:ind w:firstLine="540"/>
        <w:jc w:val="both"/>
        <w:rPr>
          <w:sz w:val="28"/>
          <w:szCs w:val="28"/>
        </w:rPr>
      </w:pPr>
    </w:p>
    <w:tbl>
      <w:tblPr>
        <w:tblW w:w="9464" w:type="dxa"/>
        <w:tblInd w:w="70" w:type="dxa"/>
        <w:tblLayout w:type="fixed"/>
        <w:tblCellMar>
          <w:left w:w="70" w:type="dxa"/>
          <w:right w:w="70" w:type="dxa"/>
        </w:tblCellMar>
        <w:tblLook w:val="00A0"/>
      </w:tblPr>
      <w:tblGrid>
        <w:gridCol w:w="567"/>
        <w:gridCol w:w="1215"/>
        <w:gridCol w:w="2471"/>
        <w:gridCol w:w="3456"/>
        <w:gridCol w:w="1755"/>
      </w:tblGrid>
      <w:tr w:rsidR="00773251" w:rsidRPr="00C519B6" w:rsidTr="00BD1483">
        <w:trPr>
          <w:cantSplit/>
          <w:trHeight w:val="360"/>
        </w:trPr>
        <w:tc>
          <w:tcPr>
            <w:tcW w:w="567" w:type="dxa"/>
            <w:tcBorders>
              <w:top w:val="single" w:sz="6" w:space="0" w:color="auto"/>
              <w:left w:val="single" w:sz="6" w:space="0" w:color="auto"/>
              <w:bottom w:val="single" w:sz="6" w:space="0" w:color="auto"/>
              <w:right w:val="single" w:sz="6" w:space="0" w:color="auto"/>
            </w:tcBorders>
          </w:tcPr>
          <w:p w:rsidR="00773251" w:rsidRPr="00C519B6" w:rsidRDefault="00773251" w:rsidP="00BD1483">
            <w:pPr>
              <w:pStyle w:val="ConsPlusCell"/>
              <w:widowControl/>
              <w:jc w:val="center"/>
              <w:rPr>
                <w:rFonts w:ascii="Times New Roman" w:hAnsi="Times New Roman" w:cs="Times New Roman"/>
                <w:sz w:val="24"/>
                <w:szCs w:val="28"/>
              </w:rPr>
            </w:pPr>
            <w:r>
              <w:rPr>
                <w:rFonts w:ascii="Times New Roman" w:hAnsi="Times New Roman" w:cs="Times New Roman"/>
                <w:sz w:val="24"/>
                <w:szCs w:val="28"/>
              </w:rPr>
              <w:t>№ п/п</w:t>
            </w:r>
          </w:p>
        </w:tc>
        <w:tc>
          <w:tcPr>
            <w:tcW w:w="1215" w:type="dxa"/>
            <w:tcBorders>
              <w:top w:val="single" w:sz="6" w:space="0" w:color="auto"/>
              <w:left w:val="single" w:sz="6" w:space="0" w:color="auto"/>
              <w:bottom w:val="single" w:sz="6" w:space="0" w:color="auto"/>
              <w:right w:val="single" w:sz="6" w:space="0" w:color="auto"/>
            </w:tcBorders>
          </w:tcPr>
          <w:p w:rsidR="00773251" w:rsidRPr="00C519B6" w:rsidRDefault="00773251" w:rsidP="00BD1483">
            <w:pPr>
              <w:pStyle w:val="ConsPlusCell"/>
              <w:widowControl/>
              <w:jc w:val="center"/>
              <w:rPr>
                <w:rFonts w:ascii="Times New Roman" w:hAnsi="Times New Roman" w:cs="Times New Roman"/>
                <w:sz w:val="24"/>
                <w:szCs w:val="28"/>
              </w:rPr>
            </w:pPr>
            <w:r w:rsidRPr="00C519B6">
              <w:rPr>
                <w:rFonts w:ascii="Times New Roman" w:hAnsi="Times New Roman" w:cs="Times New Roman"/>
                <w:sz w:val="24"/>
                <w:szCs w:val="28"/>
              </w:rPr>
              <w:t>Дата</w:t>
            </w:r>
          </w:p>
        </w:tc>
        <w:tc>
          <w:tcPr>
            <w:tcW w:w="2471" w:type="dxa"/>
            <w:tcBorders>
              <w:top w:val="single" w:sz="6" w:space="0" w:color="auto"/>
              <w:left w:val="single" w:sz="6" w:space="0" w:color="auto"/>
              <w:bottom w:val="single" w:sz="6" w:space="0" w:color="auto"/>
              <w:right w:val="single" w:sz="6" w:space="0" w:color="auto"/>
            </w:tcBorders>
          </w:tcPr>
          <w:p w:rsidR="00773251" w:rsidRPr="00C519B6" w:rsidRDefault="00773251" w:rsidP="00BD1483">
            <w:pPr>
              <w:pStyle w:val="ConsPlusCell"/>
              <w:widowControl/>
              <w:jc w:val="center"/>
              <w:rPr>
                <w:rFonts w:ascii="Times New Roman" w:hAnsi="Times New Roman" w:cs="Times New Roman"/>
                <w:sz w:val="24"/>
                <w:szCs w:val="28"/>
              </w:rPr>
            </w:pPr>
            <w:r w:rsidRPr="00C519B6">
              <w:rPr>
                <w:rFonts w:ascii="Times New Roman" w:hAnsi="Times New Roman" w:cs="Times New Roman"/>
                <w:sz w:val="24"/>
                <w:szCs w:val="28"/>
              </w:rPr>
              <w:t>Дата и номер акта проверки</w:t>
            </w:r>
          </w:p>
        </w:tc>
        <w:tc>
          <w:tcPr>
            <w:tcW w:w="3456" w:type="dxa"/>
            <w:tcBorders>
              <w:top w:val="single" w:sz="6" w:space="0" w:color="auto"/>
              <w:left w:val="single" w:sz="6" w:space="0" w:color="auto"/>
              <w:bottom w:val="single" w:sz="6" w:space="0" w:color="auto"/>
              <w:right w:val="single" w:sz="6" w:space="0" w:color="auto"/>
            </w:tcBorders>
          </w:tcPr>
          <w:p w:rsidR="00773251" w:rsidRPr="00C519B6" w:rsidRDefault="00773251" w:rsidP="00BD1483">
            <w:pPr>
              <w:pStyle w:val="ConsPlusCell"/>
              <w:widowControl/>
              <w:jc w:val="center"/>
              <w:rPr>
                <w:rFonts w:ascii="Times New Roman" w:hAnsi="Times New Roman" w:cs="Times New Roman"/>
                <w:sz w:val="24"/>
                <w:szCs w:val="28"/>
              </w:rPr>
            </w:pPr>
            <w:r w:rsidRPr="00C519B6">
              <w:rPr>
                <w:rFonts w:ascii="Times New Roman" w:hAnsi="Times New Roman" w:cs="Times New Roman"/>
                <w:sz w:val="24"/>
                <w:szCs w:val="28"/>
              </w:rPr>
              <w:t>Ф.И.О. должностного лица, проводившего проверку</w:t>
            </w:r>
          </w:p>
        </w:tc>
        <w:tc>
          <w:tcPr>
            <w:tcW w:w="1755" w:type="dxa"/>
            <w:tcBorders>
              <w:top w:val="single" w:sz="6" w:space="0" w:color="auto"/>
              <w:left w:val="single" w:sz="6" w:space="0" w:color="auto"/>
              <w:bottom w:val="single" w:sz="6" w:space="0" w:color="auto"/>
              <w:right w:val="single" w:sz="6" w:space="0" w:color="auto"/>
            </w:tcBorders>
          </w:tcPr>
          <w:p w:rsidR="00773251" w:rsidRPr="00C519B6" w:rsidRDefault="00773251" w:rsidP="00BD1483">
            <w:pPr>
              <w:pStyle w:val="ConsPlusCell"/>
              <w:widowControl/>
              <w:jc w:val="center"/>
              <w:rPr>
                <w:rFonts w:ascii="Times New Roman" w:hAnsi="Times New Roman" w:cs="Times New Roman"/>
                <w:sz w:val="24"/>
                <w:szCs w:val="28"/>
              </w:rPr>
            </w:pPr>
            <w:r w:rsidRPr="00C519B6">
              <w:rPr>
                <w:rFonts w:ascii="Times New Roman" w:hAnsi="Times New Roman" w:cs="Times New Roman"/>
                <w:sz w:val="24"/>
                <w:szCs w:val="28"/>
              </w:rPr>
              <w:t>Примечание</w:t>
            </w:r>
          </w:p>
        </w:tc>
      </w:tr>
      <w:tr w:rsidR="00773251" w:rsidRPr="00F162DD" w:rsidTr="00BD1483">
        <w:trPr>
          <w:cantSplit/>
          <w:trHeight w:val="240"/>
        </w:trPr>
        <w:tc>
          <w:tcPr>
            <w:tcW w:w="567"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2471"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3456"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r>
      <w:tr w:rsidR="00773251" w:rsidRPr="00F162DD" w:rsidTr="00BD1483">
        <w:trPr>
          <w:cantSplit/>
          <w:trHeight w:val="240"/>
        </w:trPr>
        <w:tc>
          <w:tcPr>
            <w:tcW w:w="567"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2471"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3456"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c>
          <w:tcPr>
            <w:tcW w:w="1755" w:type="dxa"/>
            <w:tcBorders>
              <w:top w:val="single" w:sz="6" w:space="0" w:color="auto"/>
              <w:left w:val="single" w:sz="6" w:space="0" w:color="auto"/>
              <w:bottom w:val="single" w:sz="6" w:space="0" w:color="auto"/>
              <w:right w:val="single" w:sz="6" w:space="0" w:color="auto"/>
            </w:tcBorders>
          </w:tcPr>
          <w:p w:rsidR="00773251" w:rsidRPr="00F162DD" w:rsidRDefault="00773251" w:rsidP="00BD1483">
            <w:pPr>
              <w:pStyle w:val="ConsPlusCell"/>
              <w:widowControl/>
              <w:jc w:val="center"/>
              <w:rPr>
                <w:rFonts w:ascii="Times New Roman" w:hAnsi="Times New Roman" w:cs="Times New Roman"/>
                <w:sz w:val="28"/>
                <w:szCs w:val="28"/>
              </w:rPr>
            </w:pPr>
          </w:p>
        </w:tc>
      </w:tr>
    </w:tbl>
    <w:p w:rsidR="00773251" w:rsidRDefault="00773251" w:rsidP="008A029B">
      <w:pPr>
        <w:autoSpaceDE w:val="0"/>
        <w:autoSpaceDN w:val="0"/>
        <w:adjustRightInd w:val="0"/>
      </w:pPr>
    </w:p>
    <w:p w:rsidR="00773251" w:rsidRDefault="00773251" w:rsidP="008A029B"/>
    <w:p w:rsidR="00773251" w:rsidRDefault="00773251"/>
    <w:sectPr w:rsidR="00773251" w:rsidSect="00182B5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251" w:rsidRDefault="00773251" w:rsidP="00967752">
      <w:r>
        <w:separator/>
      </w:r>
    </w:p>
  </w:endnote>
  <w:endnote w:type="continuationSeparator" w:id="0">
    <w:p w:rsidR="00773251" w:rsidRDefault="00773251" w:rsidP="00967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251" w:rsidRDefault="00773251" w:rsidP="00BD14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3251" w:rsidRDefault="00773251" w:rsidP="00BD14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251" w:rsidRDefault="00773251">
    <w:pPr>
      <w:pStyle w:val="Footer"/>
      <w:jc w:val="right"/>
    </w:pPr>
  </w:p>
  <w:p w:rsidR="00773251" w:rsidRDefault="00773251" w:rsidP="00BD148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251" w:rsidRDefault="00773251" w:rsidP="00967752">
      <w:r>
        <w:separator/>
      </w:r>
    </w:p>
  </w:footnote>
  <w:footnote w:type="continuationSeparator" w:id="0">
    <w:p w:rsidR="00773251" w:rsidRDefault="00773251" w:rsidP="009677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16CF"/>
    <w:multiLevelType w:val="hybridMultilevel"/>
    <w:tmpl w:val="59685C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CA50FF"/>
    <w:multiLevelType w:val="multilevel"/>
    <w:tmpl w:val="3AC87838"/>
    <w:lvl w:ilvl="0">
      <w:start w:val="1"/>
      <w:numFmt w:val="decimal"/>
      <w:lvlText w:val="%1."/>
      <w:lvlJc w:val="left"/>
      <w:pPr>
        <w:ind w:left="450" w:hanging="450"/>
      </w:pPr>
      <w:rPr>
        <w:rFonts w:cs="Times New Roman" w:hint="default"/>
      </w:rPr>
    </w:lvl>
    <w:lvl w:ilvl="1">
      <w:start w:val="8"/>
      <w:numFmt w:val="decimal"/>
      <w:lvlText w:val="%1.%2."/>
      <w:lvlJc w:val="left"/>
      <w:pPr>
        <w:ind w:left="720" w:hanging="720"/>
      </w:pPr>
      <w:rPr>
        <w:rFonts w:cs="Times New Roman" w:hint="default"/>
      </w:rPr>
    </w:lvl>
    <w:lvl w:ilvl="2">
      <w:start w:val="1"/>
      <w:numFmt w:val="decimal"/>
      <w:lvlText w:val="%1.%2.%3."/>
      <w:lvlJc w:val="left"/>
      <w:pPr>
        <w:ind w:left="14330" w:hanging="720"/>
      </w:pPr>
      <w:rPr>
        <w:rFonts w:cs="Times New Roman" w:hint="default"/>
      </w:rPr>
    </w:lvl>
    <w:lvl w:ilvl="3">
      <w:start w:val="1"/>
      <w:numFmt w:val="decimal"/>
      <w:lvlText w:val="%1.%2.%3.%4."/>
      <w:lvlJc w:val="left"/>
      <w:pPr>
        <w:ind w:left="21495" w:hanging="1080"/>
      </w:pPr>
      <w:rPr>
        <w:rFonts w:cs="Times New Roman" w:hint="default"/>
      </w:rPr>
    </w:lvl>
    <w:lvl w:ilvl="4">
      <w:start w:val="1"/>
      <w:numFmt w:val="decimal"/>
      <w:lvlText w:val="%1.%2.%3.%4.%5."/>
      <w:lvlJc w:val="left"/>
      <w:pPr>
        <w:ind w:left="28300" w:hanging="1080"/>
      </w:pPr>
      <w:rPr>
        <w:rFonts w:cs="Times New Roman" w:hint="default"/>
      </w:rPr>
    </w:lvl>
    <w:lvl w:ilvl="5">
      <w:start w:val="1"/>
      <w:numFmt w:val="decimal"/>
      <w:lvlText w:val="%1.%2.%3.%4.%5.%6."/>
      <w:lvlJc w:val="left"/>
      <w:pPr>
        <w:ind w:left="-30071" w:hanging="1440"/>
      </w:pPr>
      <w:rPr>
        <w:rFonts w:cs="Times New Roman" w:hint="default"/>
      </w:rPr>
    </w:lvl>
    <w:lvl w:ilvl="6">
      <w:start w:val="1"/>
      <w:numFmt w:val="decimal"/>
      <w:lvlText w:val="%1.%2.%3.%4.%5.%6.%7."/>
      <w:lvlJc w:val="left"/>
      <w:pPr>
        <w:ind w:left="-22906" w:hanging="1800"/>
      </w:pPr>
      <w:rPr>
        <w:rFonts w:cs="Times New Roman" w:hint="default"/>
      </w:rPr>
    </w:lvl>
    <w:lvl w:ilvl="7">
      <w:start w:val="1"/>
      <w:numFmt w:val="decimal"/>
      <w:lvlText w:val="%1.%2.%3.%4.%5.%6.%7.%8."/>
      <w:lvlJc w:val="left"/>
      <w:pPr>
        <w:ind w:left="-16101" w:hanging="1800"/>
      </w:pPr>
      <w:rPr>
        <w:rFonts w:cs="Times New Roman" w:hint="default"/>
      </w:rPr>
    </w:lvl>
    <w:lvl w:ilvl="8">
      <w:start w:val="1"/>
      <w:numFmt w:val="decimal"/>
      <w:lvlText w:val="%1.%2.%3.%4.%5.%6.%7.%8.%9."/>
      <w:lvlJc w:val="left"/>
      <w:pPr>
        <w:ind w:left="-8936" w:hanging="2160"/>
      </w:pPr>
      <w:rPr>
        <w:rFonts w:cs="Times New Roman" w:hint="default"/>
      </w:rPr>
    </w:lvl>
  </w:abstractNum>
  <w:abstractNum w:abstractNumId="2">
    <w:nsid w:val="3A36757E"/>
    <w:multiLevelType w:val="multilevel"/>
    <w:tmpl w:val="5BF2C7BE"/>
    <w:lvl w:ilvl="0">
      <w:start w:val="1"/>
      <w:numFmt w:val="decimal"/>
      <w:lvlText w:val="%1."/>
      <w:lvlJc w:val="left"/>
      <w:pPr>
        <w:ind w:left="720" w:hanging="360"/>
      </w:pPr>
      <w:rPr>
        <w:rFonts w:cs="Times New Roman" w:hint="default"/>
      </w:rPr>
    </w:lvl>
    <w:lvl w:ilvl="1">
      <w:start w:val="1"/>
      <w:numFmt w:val="decimal"/>
      <w:isLgl/>
      <w:lvlText w:val="%1.%2."/>
      <w:lvlJc w:val="left"/>
      <w:pPr>
        <w:ind w:left="7585" w:hanging="780"/>
      </w:pPr>
      <w:rPr>
        <w:rFonts w:cs="Times New Roman" w:hint="default"/>
        <w:b w:val="0"/>
      </w:rPr>
    </w:lvl>
    <w:lvl w:ilvl="2">
      <w:start w:val="1"/>
      <w:numFmt w:val="decimal"/>
      <w:isLgl/>
      <w:lvlText w:val="%1.%2.%3."/>
      <w:lvlJc w:val="left"/>
      <w:pPr>
        <w:ind w:left="1140" w:hanging="7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3FC813D6"/>
    <w:multiLevelType w:val="hybridMultilevel"/>
    <w:tmpl w:val="7FA2C714"/>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679B02AB"/>
    <w:multiLevelType w:val="multilevel"/>
    <w:tmpl w:val="5BF2C7BE"/>
    <w:lvl w:ilvl="0">
      <w:start w:val="1"/>
      <w:numFmt w:val="decimal"/>
      <w:lvlText w:val="%1."/>
      <w:lvlJc w:val="left"/>
      <w:pPr>
        <w:ind w:left="720" w:hanging="360"/>
      </w:pPr>
      <w:rPr>
        <w:rFonts w:cs="Times New Roman" w:hint="default"/>
      </w:rPr>
    </w:lvl>
    <w:lvl w:ilvl="1">
      <w:start w:val="1"/>
      <w:numFmt w:val="decimal"/>
      <w:isLgl/>
      <w:lvlText w:val="%1.%2."/>
      <w:lvlJc w:val="left"/>
      <w:pPr>
        <w:ind w:left="7585" w:hanging="780"/>
      </w:pPr>
      <w:rPr>
        <w:rFonts w:cs="Times New Roman" w:hint="default"/>
        <w:b w:val="0"/>
      </w:rPr>
    </w:lvl>
    <w:lvl w:ilvl="2">
      <w:start w:val="1"/>
      <w:numFmt w:val="decimal"/>
      <w:isLgl/>
      <w:lvlText w:val="%1.%2.%3."/>
      <w:lvlJc w:val="left"/>
      <w:pPr>
        <w:ind w:left="1140" w:hanging="7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029B"/>
    <w:rsid w:val="00000103"/>
    <w:rsid w:val="000009B2"/>
    <w:rsid w:val="00000B10"/>
    <w:rsid w:val="00000C1D"/>
    <w:rsid w:val="00001AE8"/>
    <w:rsid w:val="00001C70"/>
    <w:rsid w:val="00002069"/>
    <w:rsid w:val="00002220"/>
    <w:rsid w:val="00004237"/>
    <w:rsid w:val="000044B3"/>
    <w:rsid w:val="00004F2E"/>
    <w:rsid w:val="00005BEA"/>
    <w:rsid w:val="00006051"/>
    <w:rsid w:val="000063E1"/>
    <w:rsid w:val="000078B7"/>
    <w:rsid w:val="000110AD"/>
    <w:rsid w:val="00011E9E"/>
    <w:rsid w:val="0001219B"/>
    <w:rsid w:val="000124F3"/>
    <w:rsid w:val="000135E7"/>
    <w:rsid w:val="00013646"/>
    <w:rsid w:val="00014282"/>
    <w:rsid w:val="000143EE"/>
    <w:rsid w:val="00015583"/>
    <w:rsid w:val="0001578D"/>
    <w:rsid w:val="000157B8"/>
    <w:rsid w:val="00015B1D"/>
    <w:rsid w:val="000161D1"/>
    <w:rsid w:val="000173D5"/>
    <w:rsid w:val="00017B92"/>
    <w:rsid w:val="00017C32"/>
    <w:rsid w:val="00020421"/>
    <w:rsid w:val="000204AF"/>
    <w:rsid w:val="000206EF"/>
    <w:rsid w:val="0002095B"/>
    <w:rsid w:val="00020EB3"/>
    <w:rsid w:val="00020EF4"/>
    <w:rsid w:val="000217F1"/>
    <w:rsid w:val="0002329A"/>
    <w:rsid w:val="000240B9"/>
    <w:rsid w:val="00024111"/>
    <w:rsid w:val="00024B12"/>
    <w:rsid w:val="000251B6"/>
    <w:rsid w:val="0002544F"/>
    <w:rsid w:val="000256E7"/>
    <w:rsid w:val="00025A4F"/>
    <w:rsid w:val="00025CDF"/>
    <w:rsid w:val="000263D4"/>
    <w:rsid w:val="000267E6"/>
    <w:rsid w:val="0002681B"/>
    <w:rsid w:val="000278D7"/>
    <w:rsid w:val="00027CD6"/>
    <w:rsid w:val="0003015B"/>
    <w:rsid w:val="00030F9F"/>
    <w:rsid w:val="000323FC"/>
    <w:rsid w:val="00032723"/>
    <w:rsid w:val="000329C7"/>
    <w:rsid w:val="0003316E"/>
    <w:rsid w:val="000332D3"/>
    <w:rsid w:val="000337AC"/>
    <w:rsid w:val="00034758"/>
    <w:rsid w:val="00034F93"/>
    <w:rsid w:val="00035D70"/>
    <w:rsid w:val="00036767"/>
    <w:rsid w:val="00036CA4"/>
    <w:rsid w:val="00037664"/>
    <w:rsid w:val="000406C9"/>
    <w:rsid w:val="00040874"/>
    <w:rsid w:val="000410D0"/>
    <w:rsid w:val="0004165F"/>
    <w:rsid w:val="0004174E"/>
    <w:rsid w:val="0004190D"/>
    <w:rsid w:val="00041A8D"/>
    <w:rsid w:val="00041D55"/>
    <w:rsid w:val="0004279A"/>
    <w:rsid w:val="00042A39"/>
    <w:rsid w:val="00043FDD"/>
    <w:rsid w:val="00044032"/>
    <w:rsid w:val="00044699"/>
    <w:rsid w:val="00045763"/>
    <w:rsid w:val="0004591C"/>
    <w:rsid w:val="000459AD"/>
    <w:rsid w:val="00045AF8"/>
    <w:rsid w:val="0004601D"/>
    <w:rsid w:val="00046691"/>
    <w:rsid w:val="00046A55"/>
    <w:rsid w:val="00046E0F"/>
    <w:rsid w:val="00050025"/>
    <w:rsid w:val="00051947"/>
    <w:rsid w:val="00051D48"/>
    <w:rsid w:val="00052BBB"/>
    <w:rsid w:val="000530DE"/>
    <w:rsid w:val="0005316E"/>
    <w:rsid w:val="000545B0"/>
    <w:rsid w:val="000547BD"/>
    <w:rsid w:val="00054F16"/>
    <w:rsid w:val="00055E99"/>
    <w:rsid w:val="0005709E"/>
    <w:rsid w:val="000577DC"/>
    <w:rsid w:val="000603BD"/>
    <w:rsid w:val="000607E2"/>
    <w:rsid w:val="00060E72"/>
    <w:rsid w:val="00060FC5"/>
    <w:rsid w:val="000617CF"/>
    <w:rsid w:val="000617D8"/>
    <w:rsid w:val="00062675"/>
    <w:rsid w:val="000627ED"/>
    <w:rsid w:val="000629FE"/>
    <w:rsid w:val="00062EE1"/>
    <w:rsid w:val="0006333F"/>
    <w:rsid w:val="00063820"/>
    <w:rsid w:val="00063A11"/>
    <w:rsid w:val="00063F5C"/>
    <w:rsid w:val="00064FC2"/>
    <w:rsid w:val="0006560D"/>
    <w:rsid w:val="0006575C"/>
    <w:rsid w:val="00065E12"/>
    <w:rsid w:val="000662B0"/>
    <w:rsid w:val="0006656F"/>
    <w:rsid w:val="00066638"/>
    <w:rsid w:val="000668CA"/>
    <w:rsid w:val="00066B9B"/>
    <w:rsid w:val="00067B5F"/>
    <w:rsid w:val="000702A7"/>
    <w:rsid w:val="000705CA"/>
    <w:rsid w:val="00070641"/>
    <w:rsid w:val="0007131D"/>
    <w:rsid w:val="000716A0"/>
    <w:rsid w:val="000717A6"/>
    <w:rsid w:val="000719C7"/>
    <w:rsid w:val="00072458"/>
    <w:rsid w:val="00073090"/>
    <w:rsid w:val="00073AF5"/>
    <w:rsid w:val="000744CC"/>
    <w:rsid w:val="00074648"/>
    <w:rsid w:val="000746A6"/>
    <w:rsid w:val="0007598B"/>
    <w:rsid w:val="00075E07"/>
    <w:rsid w:val="000761C8"/>
    <w:rsid w:val="000762EF"/>
    <w:rsid w:val="000764E5"/>
    <w:rsid w:val="00076620"/>
    <w:rsid w:val="00076791"/>
    <w:rsid w:val="0007691F"/>
    <w:rsid w:val="00076F5A"/>
    <w:rsid w:val="00077778"/>
    <w:rsid w:val="00080215"/>
    <w:rsid w:val="0008034F"/>
    <w:rsid w:val="000803F8"/>
    <w:rsid w:val="00080678"/>
    <w:rsid w:val="00080ED4"/>
    <w:rsid w:val="00081EE1"/>
    <w:rsid w:val="0008269F"/>
    <w:rsid w:val="000834A3"/>
    <w:rsid w:val="00083DB1"/>
    <w:rsid w:val="000847D6"/>
    <w:rsid w:val="000861DD"/>
    <w:rsid w:val="000863A6"/>
    <w:rsid w:val="0008695B"/>
    <w:rsid w:val="00087093"/>
    <w:rsid w:val="00087A51"/>
    <w:rsid w:val="0009055C"/>
    <w:rsid w:val="00090D90"/>
    <w:rsid w:val="00090F11"/>
    <w:rsid w:val="00091526"/>
    <w:rsid w:val="00092B75"/>
    <w:rsid w:val="000938B0"/>
    <w:rsid w:val="0009422F"/>
    <w:rsid w:val="000945B9"/>
    <w:rsid w:val="000945BA"/>
    <w:rsid w:val="00094B81"/>
    <w:rsid w:val="00094C47"/>
    <w:rsid w:val="00095B6E"/>
    <w:rsid w:val="00095E25"/>
    <w:rsid w:val="00096ACE"/>
    <w:rsid w:val="00097366"/>
    <w:rsid w:val="000974DF"/>
    <w:rsid w:val="00097AF2"/>
    <w:rsid w:val="000A02E3"/>
    <w:rsid w:val="000A05EB"/>
    <w:rsid w:val="000A1166"/>
    <w:rsid w:val="000A164E"/>
    <w:rsid w:val="000A1B93"/>
    <w:rsid w:val="000A1C4A"/>
    <w:rsid w:val="000A1FA8"/>
    <w:rsid w:val="000A2076"/>
    <w:rsid w:val="000A216F"/>
    <w:rsid w:val="000A29F9"/>
    <w:rsid w:val="000A38D7"/>
    <w:rsid w:val="000A4BE2"/>
    <w:rsid w:val="000A4D77"/>
    <w:rsid w:val="000A4F99"/>
    <w:rsid w:val="000A6082"/>
    <w:rsid w:val="000A6CFC"/>
    <w:rsid w:val="000A7154"/>
    <w:rsid w:val="000A7E39"/>
    <w:rsid w:val="000B023D"/>
    <w:rsid w:val="000B0A99"/>
    <w:rsid w:val="000B0C8E"/>
    <w:rsid w:val="000B1A47"/>
    <w:rsid w:val="000B275E"/>
    <w:rsid w:val="000B2FBD"/>
    <w:rsid w:val="000B34CF"/>
    <w:rsid w:val="000B3839"/>
    <w:rsid w:val="000B3CC9"/>
    <w:rsid w:val="000B4235"/>
    <w:rsid w:val="000B4EAE"/>
    <w:rsid w:val="000B5117"/>
    <w:rsid w:val="000B58EC"/>
    <w:rsid w:val="000B5C84"/>
    <w:rsid w:val="000C02AB"/>
    <w:rsid w:val="000C0F52"/>
    <w:rsid w:val="000C13D3"/>
    <w:rsid w:val="000C22CB"/>
    <w:rsid w:val="000C2B34"/>
    <w:rsid w:val="000C38B2"/>
    <w:rsid w:val="000C4329"/>
    <w:rsid w:val="000C450F"/>
    <w:rsid w:val="000C4EAE"/>
    <w:rsid w:val="000C4EB8"/>
    <w:rsid w:val="000C57BA"/>
    <w:rsid w:val="000C5B22"/>
    <w:rsid w:val="000C5BCC"/>
    <w:rsid w:val="000C614A"/>
    <w:rsid w:val="000C655E"/>
    <w:rsid w:val="000C7D58"/>
    <w:rsid w:val="000C7ED6"/>
    <w:rsid w:val="000D029A"/>
    <w:rsid w:val="000D043E"/>
    <w:rsid w:val="000D1438"/>
    <w:rsid w:val="000D1C61"/>
    <w:rsid w:val="000D21F0"/>
    <w:rsid w:val="000D2E82"/>
    <w:rsid w:val="000D3819"/>
    <w:rsid w:val="000D460D"/>
    <w:rsid w:val="000D4614"/>
    <w:rsid w:val="000D4B86"/>
    <w:rsid w:val="000D4C98"/>
    <w:rsid w:val="000D5D67"/>
    <w:rsid w:val="000D68E3"/>
    <w:rsid w:val="000D6CF7"/>
    <w:rsid w:val="000E1841"/>
    <w:rsid w:val="000E1887"/>
    <w:rsid w:val="000E1BAF"/>
    <w:rsid w:val="000E214C"/>
    <w:rsid w:val="000E2718"/>
    <w:rsid w:val="000E3753"/>
    <w:rsid w:val="000E443E"/>
    <w:rsid w:val="000E4A05"/>
    <w:rsid w:val="000E50D0"/>
    <w:rsid w:val="000E5DBA"/>
    <w:rsid w:val="000E60BF"/>
    <w:rsid w:val="000E705A"/>
    <w:rsid w:val="000E70D0"/>
    <w:rsid w:val="000E7A53"/>
    <w:rsid w:val="000E7FEC"/>
    <w:rsid w:val="000F008A"/>
    <w:rsid w:val="000F28CD"/>
    <w:rsid w:val="000F2C69"/>
    <w:rsid w:val="000F373C"/>
    <w:rsid w:val="000F3C62"/>
    <w:rsid w:val="000F3F20"/>
    <w:rsid w:val="000F6A1E"/>
    <w:rsid w:val="000F785D"/>
    <w:rsid w:val="000F7B7F"/>
    <w:rsid w:val="001009D3"/>
    <w:rsid w:val="00100DD9"/>
    <w:rsid w:val="00100F1A"/>
    <w:rsid w:val="0010103A"/>
    <w:rsid w:val="001014CC"/>
    <w:rsid w:val="001022B7"/>
    <w:rsid w:val="001029B1"/>
    <w:rsid w:val="00103B34"/>
    <w:rsid w:val="001059EA"/>
    <w:rsid w:val="00105E1B"/>
    <w:rsid w:val="001063A3"/>
    <w:rsid w:val="001071DA"/>
    <w:rsid w:val="001078F6"/>
    <w:rsid w:val="00110B61"/>
    <w:rsid w:val="001115B5"/>
    <w:rsid w:val="001119B9"/>
    <w:rsid w:val="00112835"/>
    <w:rsid w:val="0011293A"/>
    <w:rsid w:val="00112AE0"/>
    <w:rsid w:val="00112F3A"/>
    <w:rsid w:val="00113960"/>
    <w:rsid w:val="001139D9"/>
    <w:rsid w:val="001141F6"/>
    <w:rsid w:val="001144D4"/>
    <w:rsid w:val="001157E0"/>
    <w:rsid w:val="001161ED"/>
    <w:rsid w:val="00117465"/>
    <w:rsid w:val="00117C5E"/>
    <w:rsid w:val="00117E8A"/>
    <w:rsid w:val="001207E4"/>
    <w:rsid w:val="00120895"/>
    <w:rsid w:val="001210B8"/>
    <w:rsid w:val="00122721"/>
    <w:rsid w:val="00122EF9"/>
    <w:rsid w:val="00122F6C"/>
    <w:rsid w:val="001249AD"/>
    <w:rsid w:val="00124F36"/>
    <w:rsid w:val="00125651"/>
    <w:rsid w:val="0012587F"/>
    <w:rsid w:val="00125BEE"/>
    <w:rsid w:val="00126006"/>
    <w:rsid w:val="001273C3"/>
    <w:rsid w:val="0012786B"/>
    <w:rsid w:val="00127BF5"/>
    <w:rsid w:val="001302F5"/>
    <w:rsid w:val="001318A7"/>
    <w:rsid w:val="00131B65"/>
    <w:rsid w:val="0013229A"/>
    <w:rsid w:val="00133496"/>
    <w:rsid w:val="00134031"/>
    <w:rsid w:val="00134B6A"/>
    <w:rsid w:val="00135D17"/>
    <w:rsid w:val="00135F22"/>
    <w:rsid w:val="00136269"/>
    <w:rsid w:val="0013668E"/>
    <w:rsid w:val="001366F0"/>
    <w:rsid w:val="00137B46"/>
    <w:rsid w:val="0014018D"/>
    <w:rsid w:val="0014060C"/>
    <w:rsid w:val="00140FBA"/>
    <w:rsid w:val="0014217E"/>
    <w:rsid w:val="00142846"/>
    <w:rsid w:val="00143424"/>
    <w:rsid w:val="00144D0E"/>
    <w:rsid w:val="00144E4A"/>
    <w:rsid w:val="001459D9"/>
    <w:rsid w:val="00145EBA"/>
    <w:rsid w:val="00145F47"/>
    <w:rsid w:val="00146B32"/>
    <w:rsid w:val="00146B8D"/>
    <w:rsid w:val="00146BB6"/>
    <w:rsid w:val="00147B30"/>
    <w:rsid w:val="00147B47"/>
    <w:rsid w:val="001500F1"/>
    <w:rsid w:val="001509D1"/>
    <w:rsid w:val="00151820"/>
    <w:rsid w:val="001519F4"/>
    <w:rsid w:val="00151AE6"/>
    <w:rsid w:val="00151D50"/>
    <w:rsid w:val="00153161"/>
    <w:rsid w:val="00153575"/>
    <w:rsid w:val="001536E4"/>
    <w:rsid w:val="00153904"/>
    <w:rsid w:val="00153AE9"/>
    <w:rsid w:val="001555F0"/>
    <w:rsid w:val="00155C6F"/>
    <w:rsid w:val="00156538"/>
    <w:rsid w:val="00156585"/>
    <w:rsid w:val="0015721B"/>
    <w:rsid w:val="001572BE"/>
    <w:rsid w:val="00157912"/>
    <w:rsid w:val="00160443"/>
    <w:rsid w:val="00160725"/>
    <w:rsid w:val="001607CB"/>
    <w:rsid w:val="0016092A"/>
    <w:rsid w:val="00160B48"/>
    <w:rsid w:val="001624BE"/>
    <w:rsid w:val="001637D7"/>
    <w:rsid w:val="00163E68"/>
    <w:rsid w:val="00163F88"/>
    <w:rsid w:val="00164569"/>
    <w:rsid w:val="00164733"/>
    <w:rsid w:val="001648BC"/>
    <w:rsid w:val="001649B2"/>
    <w:rsid w:val="00166156"/>
    <w:rsid w:val="00166247"/>
    <w:rsid w:val="00166D21"/>
    <w:rsid w:val="00166D6D"/>
    <w:rsid w:val="001676D7"/>
    <w:rsid w:val="0017007A"/>
    <w:rsid w:val="00171D2C"/>
    <w:rsid w:val="00172872"/>
    <w:rsid w:val="0017328E"/>
    <w:rsid w:val="00173F56"/>
    <w:rsid w:val="0017471A"/>
    <w:rsid w:val="0017587D"/>
    <w:rsid w:val="00175C59"/>
    <w:rsid w:val="00176347"/>
    <w:rsid w:val="0017654E"/>
    <w:rsid w:val="00176556"/>
    <w:rsid w:val="00176567"/>
    <w:rsid w:val="001768A9"/>
    <w:rsid w:val="00177C94"/>
    <w:rsid w:val="0018072A"/>
    <w:rsid w:val="001815D5"/>
    <w:rsid w:val="00181AE0"/>
    <w:rsid w:val="001826A7"/>
    <w:rsid w:val="001826EB"/>
    <w:rsid w:val="00182B59"/>
    <w:rsid w:val="00182EB7"/>
    <w:rsid w:val="00182FF9"/>
    <w:rsid w:val="001830DE"/>
    <w:rsid w:val="0018313A"/>
    <w:rsid w:val="001835B6"/>
    <w:rsid w:val="00184294"/>
    <w:rsid w:val="00185288"/>
    <w:rsid w:val="001855AF"/>
    <w:rsid w:val="0018607A"/>
    <w:rsid w:val="001862FB"/>
    <w:rsid w:val="001863BF"/>
    <w:rsid w:val="00187D3B"/>
    <w:rsid w:val="00187F47"/>
    <w:rsid w:val="001907E7"/>
    <w:rsid w:val="0019094C"/>
    <w:rsid w:val="00190E46"/>
    <w:rsid w:val="00190EB7"/>
    <w:rsid w:val="00191044"/>
    <w:rsid w:val="001919DC"/>
    <w:rsid w:val="00191B13"/>
    <w:rsid w:val="00191D54"/>
    <w:rsid w:val="001922E6"/>
    <w:rsid w:val="00192476"/>
    <w:rsid w:val="00192868"/>
    <w:rsid w:val="00192BC9"/>
    <w:rsid w:val="00192E5E"/>
    <w:rsid w:val="001936F6"/>
    <w:rsid w:val="0019392D"/>
    <w:rsid w:val="00193F84"/>
    <w:rsid w:val="001942CF"/>
    <w:rsid w:val="00195508"/>
    <w:rsid w:val="00195602"/>
    <w:rsid w:val="00195634"/>
    <w:rsid w:val="00196053"/>
    <w:rsid w:val="00196584"/>
    <w:rsid w:val="00196B84"/>
    <w:rsid w:val="00197102"/>
    <w:rsid w:val="001A0020"/>
    <w:rsid w:val="001A01E9"/>
    <w:rsid w:val="001A068F"/>
    <w:rsid w:val="001A1AFC"/>
    <w:rsid w:val="001A1E28"/>
    <w:rsid w:val="001A1EE4"/>
    <w:rsid w:val="001A25A0"/>
    <w:rsid w:val="001A27E3"/>
    <w:rsid w:val="001A2A9F"/>
    <w:rsid w:val="001A2E8B"/>
    <w:rsid w:val="001A2EB6"/>
    <w:rsid w:val="001A3448"/>
    <w:rsid w:val="001A3D3C"/>
    <w:rsid w:val="001A410E"/>
    <w:rsid w:val="001A4307"/>
    <w:rsid w:val="001A4614"/>
    <w:rsid w:val="001A4F2A"/>
    <w:rsid w:val="001A66BA"/>
    <w:rsid w:val="001A6AAB"/>
    <w:rsid w:val="001A7324"/>
    <w:rsid w:val="001A795C"/>
    <w:rsid w:val="001A7BA6"/>
    <w:rsid w:val="001A7E38"/>
    <w:rsid w:val="001B03DA"/>
    <w:rsid w:val="001B0B1B"/>
    <w:rsid w:val="001B273D"/>
    <w:rsid w:val="001B3092"/>
    <w:rsid w:val="001B355F"/>
    <w:rsid w:val="001B3E06"/>
    <w:rsid w:val="001B42AA"/>
    <w:rsid w:val="001B4699"/>
    <w:rsid w:val="001B5269"/>
    <w:rsid w:val="001B532A"/>
    <w:rsid w:val="001B5977"/>
    <w:rsid w:val="001B5C28"/>
    <w:rsid w:val="001B5FF5"/>
    <w:rsid w:val="001B60E3"/>
    <w:rsid w:val="001B612F"/>
    <w:rsid w:val="001B67A4"/>
    <w:rsid w:val="001B6B08"/>
    <w:rsid w:val="001B6C99"/>
    <w:rsid w:val="001B6EED"/>
    <w:rsid w:val="001B726E"/>
    <w:rsid w:val="001B76FB"/>
    <w:rsid w:val="001B7B76"/>
    <w:rsid w:val="001C00F2"/>
    <w:rsid w:val="001C01B9"/>
    <w:rsid w:val="001C0625"/>
    <w:rsid w:val="001C28FF"/>
    <w:rsid w:val="001C2B6F"/>
    <w:rsid w:val="001C3535"/>
    <w:rsid w:val="001C3E68"/>
    <w:rsid w:val="001C4F4C"/>
    <w:rsid w:val="001C51F9"/>
    <w:rsid w:val="001C54C1"/>
    <w:rsid w:val="001C636B"/>
    <w:rsid w:val="001C6AAF"/>
    <w:rsid w:val="001C710F"/>
    <w:rsid w:val="001C7898"/>
    <w:rsid w:val="001C7961"/>
    <w:rsid w:val="001C7F2A"/>
    <w:rsid w:val="001D042F"/>
    <w:rsid w:val="001D1257"/>
    <w:rsid w:val="001D1D87"/>
    <w:rsid w:val="001D25E6"/>
    <w:rsid w:val="001D2B76"/>
    <w:rsid w:val="001D2CC9"/>
    <w:rsid w:val="001D43A2"/>
    <w:rsid w:val="001D4EF3"/>
    <w:rsid w:val="001D53CD"/>
    <w:rsid w:val="001D6866"/>
    <w:rsid w:val="001D754C"/>
    <w:rsid w:val="001D78EF"/>
    <w:rsid w:val="001E1ED1"/>
    <w:rsid w:val="001E28D6"/>
    <w:rsid w:val="001E2F84"/>
    <w:rsid w:val="001E30C5"/>
    <w:rsid w:val="001E38CB"/>
    <w:rsid w:val="001E39C4"/>
    <w:rsid w:val="001E3F69"/>
    <w:rsid w:val="001E4614"/>
    <w:rsid w:val="001E465B"/>
    <w:rsid w:val="001E465F"/>
    <w:rsid w:val="001E4946"/>
    <w:rsid w:val="001E4E28"/>
    <w:rsid w:val="001E5631"/>
    <w:rsid w:val="001E5BC6"/>
    <w:rsid w:val="001E5E17"/>
    <w:rsid w:val="001E7137"/>
    <w:rsid w:val="001F0050"/>
    <w:rsid w:val="001F0571"/>
    <w:rsid w:val="001F139D"/>
    <w:rsid w:val="001F165D"/>
    <w:rsid w:val="001F170A"/>
    <w:rsid w:val="001F1D15"/>
    <w:rsid w:val="001F2608"/>
    <w:rsid w:val="001F2CD4"/>
    <w:rsid w:val="001F2D45"/>
    <w:rsid w:val="001F2EBA"/>
    <w:rsid w:val="001F51C8"/>
    <w:rsid w:val="001F5626"/>
    <w:rsid w:val="001F62F4"/>
    <w:rsid w:val="001F637E"/>
    <w:rsid w:val="001F64F1"/>
    <w:rsid w:val="001F67A9"/>
    <w:rsid w:val="001F6C85"/>
    <w:rsid w:val="001F7439"/>
    <w:rsid w:val="00200DAF"/>
    <w:rsid w:val="00201057"/>
    <w:rsid w:val="00201644"/>
    <w:rsid w:val="00201B2A"/>
    <w:rsid w:val="00201D5F"/>
    <w:rsid w:val="00201DFD"/>
    <w:rsid w:val="0020219F"/>
    <w:rsid w:val="00202A64"/>
    <w:rsid w:val="00202C81"/>
    <w:rsid w:val="0020357E"/>
    <w:rsid w:val="00204254"/>
    <w:rsid w:val="00204435"/>
    <w:rsid w:val="002045BD"/>
    <w:rsid w:val="0020489E"/>
    <w:rsid w:val="0020550A"/>
    <w:rsid w:val="0020562D"/>
    <w:rsid w:val="0020581F"/>
    <w:rsid w:val="002058BB"/>
    <w:rsid w:val="002059B0"/>
    <w:rsid w:val="002072B5"/>
    <w:rsid w:val="0020776C"/>
    <w:rsid w:val="00207DCD"/>
    <w:rsid w:val="00212DE4"/>
    <w:rsid w:val="00212F26"/>
    <w:rsid w:val="00213681"/>
    <w:rsid w:val="00213C97"/>
    <w:rsid w:val="00214716"/>
    <w:rsid w:val="0021490B"/>
    <w:rsid w:val="00214B2A"/>
    <w:rsid w:val="00215215"/>
    <w:rsid w:val="002200A9"/>
    <w:rsid w:val="002209E9"/>
    <w:rsid w:val="00220DA8"/>
    <w:rsid w:val="00220E66"/>
    <w:rsid w:val="00221525"/>
    <w:rsid w:val="00223563"/>
    <w:rsid w:val="0022387B"/>
    <w:rsid w:val="00223935"/>
    <w:rsid w:val="002242EF"/>
    <w:rsid w:val="00224E4D"/>
    <w:rsid w:val="002267B7"/>
    <w:rsid w:val="00227379"/>
    <w:rsid w:val="00227B03"/>
    <w:rsid w:val="0023032C"/>
    <w:rsid w:val="002309F6"/>
    <w:rsid w:val="00230D02"/>
    <w:rsid w:val="00231A3F"/>
    <w:rsid w:val="00231BB1"/>
    <w:rsid w:val="00231CE4"/>
    <w:rsid w:val="00235B83"/>
    <w:rsid w:val="00235F0B"/>
    <w:rsid w:val="00236248"/>
    <w:rsid w:val="00236B24"/>
    <w:rsid w:val="00236B94"/>
    <w:rsid w:val="002374EC"/>
    <w:rsid w:val="002379D0"/>
    <w:rsid w:val="00240422"/>
    <w:rsid w:val="00240EA0"/>
    <w:rsid w:val="00241836"/>
    <w:rsid w:val="002429ED"/>
    <w:rsid w:val="00242E15"/>
    <w:rsid w:val="0024395C"/>
    <w:rsid w:val="00243BAB"/>
    <w:rsid w:val="00244814"/>
    <w:rsid w:val="00244923"/>
    <w:rsid w:val="002449FD"/>
    <w:rsid w:val="002453AD"/>
    <w:rsid w:val="0024663C"/>
    <w:rsid w:val="002477C0"/>
    <w:rsid w:val="002500C9"/>
    <w:rsid w:val="00251709"/>
    <w:rsid w:val="00251896"/>
    <w:rsid w:val="0025273C"/>
    <w:rsid w:val="00252BCB"/>
    <w:rsid w:val="00252CF6"/>
    <w:rsid w:val="002541B3"/>
    <w:rsid w:val="002542C2"/>
    <w:rsid w:val="00254CEE"/>
    <w:rsid w:val="00255184"/>
    <w:rsid w:val="0025562C"/>
    <w:rsid w:val="00255B90"/>
    <w:rsid w:val="00255DC5"/>
    <w:rsid w:val="0025646C"/>
    <w:rsid w:val="0025690C"/>
    <w:rsid w:val="00256B0F"/>
    <w:rsid w:val="00256BB5"/>
    <w:rsid w:val="00256BBF"/>
    <w:rsid w:val="0025728F"/>
    <w:rsid w:val="002576E9"/>
    <w:rsid w:val="00260138"/>
    <w:rsid w:val="0026165A"/>
    <w:rsid w:val="00261D94"/>
    <w:rsid w:val="00261DFB"/>
    <w:rsid w:val="002641A0"/>
    <w:rsid w:val="0026435B"/>
    <w:rsid w:val="00264F2B"/>
    <w:rsid w:val="00265DD7"/>
    <w:rsid w:val="00266890"/>
    <w:rsid w:val="00266C9E"/>
    <w:rsid w:val="00267182"/>
    <w:rsid w:val="002673C3"/>
    <w:rsid w:val="00267545"/>
    <w:rsid w:val="00267551"/>
    <w:rsid w:val="00270419"/>
    <w:rsid w:val="002716B9"/>
    <w:rsid w:val="002717A7"/>
    <w:rsid w:val="0027225F"/>
    <w:rsid w:val="00272503"/>
    <w:rsid w:val="002736A7"/>
    <w:rsid w:val="002740A7"/>
    <w:rsid w:val="002740B9"/>
    <w:rsid w:val="0027445D"/>
    <w:rsid w:val="0027484B"/>
    <w:rsid w:val="00274C1D"/>
    <w:rsid w:val="002772D8"/>
    <w:rsid w:val="00277821"/>
    <w:rsid w:val="00277F65"/>
    <w:rsid w:val="00280033"/>
    <w:rsid w:val="002809A2"/>
    <w:rsid w:val="00280E68"/>
    <w:rsid w:val="00281296"/>
    <w:rsid w:val="00281AF6"/>
    <w:rsid w:val="00282CA0"/>
    <w:rsid w:val="00282EDC"/>
    <w:rsid w:val="00283796"/>
    <w:rsid w:val="0028395E"/>
    <w:rsid w:val="0028418B"/>
    <w:rsid w:val="00284510"/>
    <w:rsid w:val="002847C0"/>
    <w:rsid w:val="00284830"/>
    <w:rsid w:val="00284D7C"/>
    <w:rsid w:val="00285B06"/>
    <w:rsid w:val="00286EAC"/>
    <w:rsid w:val="00286F50"/>
    <w:rsid w:val="00287621"/>
    <w:rsid w:val="00287F48"/>
    <w:rsid w:val="002906DB"/>
    <w:rsid w:val="00290AB0"/>
    <w:rsid w:val="00290B6C"/>
    <w:rsid w:val="0029105A"/>
    <w:rsid w:val="002924BA"/>
    <w:rsid w:val="00292E16"/>
    <w:rsid w:val="00294050"/>
    <w:rsid w:val="0029446D"/>
    <w:rsid w:val="00294B63"/>
    <w:rsid w:val="0029514D"/>
    <w:rsid w:val="00295634"/>
    <w:rsid w:val="00296E29"/>
    <w:rsid w:val="0029766E"/>
    <w:rsid w:val="002A01E3"/>
    <w:rsid w:val="002A0BA6"/>
    <w:rsid w:val="002A1657"/>
    <w:rsid w:val="002A18CD"/>
    <w:rsid w:val="002A1E1F"/>
    <w:rsid w:val="002A209D"/>
    <w:rsid w:val="002A20AC"/>
    <w:rsid w:val="002A20F2"/>
    <w:rsid w:val="002A26A5"/>
    <w:rsid w:val="002A3081"/>
    <w:rsid w:val="002A35D9"/>
    <w:rsid w:val="002A40B4"/>
    <w:rsid w:val="002A44E4"/>
    <w:rsid w:val="002A4C37"/>
    <w:rsid w:val="002A4C8E"/>
    <w:rsid w:val="002A59BB"/>
    <w:rsid w:val="002B01B9"/>
    <w:rsid w:val="002B1594"/>
    <w:rsid w:val="002B1674"/>
    <w:rsid w:val="002B1DC2"/>
    <w:rsid w:val="002B240A"/>
    <w:rsid w:val="002B272F"/>
    <w:rsid w:val="002B3D78"/>
    <w:rsid w:val="002B4148"/>
    <w:rsid w:val="002B418F"/>
    <w:rsid w:val="002B5279"/>
    <w:rsid w:val="002B5C0D"/>
    <w:rsid w:val="002B6366"/>
    <w:rsid w:val="002B7904"/>
    <w:rsid w:val="002C07BE"/>
    <w:rsid w:val="002C08AF"/>
    <w:rsid w:val="002C0FB6"/>
    <w:rsid w:val="002C1135"/>
    <w:rsid w:val="002C2370"/>
    <w:rsid w:val="002C2D37"/>
    <w:rsid w:val="002C2E99"/>
    <w:rsid w:val="002C477D"/>
    <w:rsid w:val="002C488B"/>
    <w:rsid w:val="002C4BCE"/>
    <w:rsid w:val="002C5BA3"/>
    <w:rsid w:val="002C622F"/>
    <w:rsid w:val="002C6280"/>
    <w:rsid w:val="002C6E41"/>
    <w:rsid w:val="002C726F"/>
    <w:rsid w:val="002C78DF"/>
    <w:rsid w:val="002D0A08"/>
    <w:rsid w:val="002D162B"/>
    <w:rsid w:val="002D16CA"/>
    <w:rsid w:val="002D25BF"/>
    <w:rsid w:val="002D269B"/>
    <w:rsid w:val="002D2922"/>
    <w:rsid w:val="002D2C87"/>
    <w:rsid w:val="002D49EF"/>
    <w:rsid w:val="002D4A14"/>
    <w:rsid w:val="002D59BC"/>
    <w:rsid w:val="002D5FC9"/>
    <w:rsid w:val="002D61F5"/>
    <w:rsid w:val="002D6DD3"/>
    <w:rsid w:val="002E114B"/>
    <w:rsid w:val="002E1372"/>
    <w:rsid w:val="002E2449"/>
    <w:rsid w:val="002E2C18"/>
    <w:rsid w:val="002E32B8"/>
    <w:rsid w:val="002E3AA5"/>
    <w:rsid w:val="002E3C07"/>
    <w:rsid w:val="002E3E83"/>
    <w:rsid w:val="002E5097"/>
    <w:rsid w:val="002E5242"/>
    <w:rsid w:val="002E55EF"/>
    <w:rsid w:val="002E5C00"/>
    <w:rsid w:val="002E6803"/>
    <w:rsid w:val="002E71AE"/>
    <w:rsid w:val="002E733D"/>
    <w:rsid w:val="002E7B40"/>
    <w:rsid w:val="002F0331"/>
    <w:rsid w:val="002F1C26"/>
    <w:rsid w:val="002F26F1"/>
    <w:rsid w:val="002F336D"/>
    <w:rsid w:val="002F3760"/>
    <w:rsid w:val="002F3AB9"/>
    <w:rsid w:val="002F3F9B"/>
    <w:rsid w:val="002F40F3"/>
    <w:rsid w:val="002F4303"/>
    <w:rsid w:val="002F44CF"/>
    <w:rsid w:val="002F658B"/>
    <w:rsid w:val="002F6CA4"/>
    <w:rsid w:val="002F6FEF"/>
    <w:rsid w:val="002F7794"/>
    <w:rsid w:val="003003C7"/>
    <w:rsid w:val="003007E5"/>
    <w:rsid w:val="00300D2A"/>
    <w:rsid w:val="00301C9A"/>
    <w:rsid w:val="00301F73"/>
    <w:rsid w:val="003028FB"/>
    <w:rsid w:val="0030365D"/>
    <w:rsid w:val="00305C52"/>
    <w:rsid w:val="00305CBE"/>
    <w:rsid w:val="00306A6B"/>
    <w:rsid w:val="003070E3"/>
    <w:rsid w:val="00310396"/>
    <w:rsid w:val="00310AB5"/>
    <w:rsid w:val="0031126F"/>
    <w:rsid w:val="00311571"/>
    <w:rsid w:val="003128B9"/>
    <w:rsid w:val="00313D0A"/>
    <w:rsid w:val="00314FC0"/>
    <w:rsid w:val="00315AD0"/>
    <w:rsid w:val="00316511"/>
    <w:rsid w:val="00317A47"/>
    <w:rsid w:val="00317A95"/>
    <w:rsid w:val="00317C12"/>
    <w:rsid w:val="00317EC0"/>
    <w:rsid w:val="003210B6"/>
    <w:rsid w:val="00321416"/>
    <w:rsid w:val="00321469"/>
    <w:rsid w:val="00321588"/>
    <w:rsid w:val="00321677"/>
    <w:rsid w:val="003219EB"/>
    <w:rsid w:val="00321D44"/>
    <w:rsid w:val="00322009"/>
    <w:rsid w:val="003220EE"/>
    <w:rsid w:val="00322B17"/>
    <w:rsid w:val="00322D21"/>
    <w:rsid w:val="00322EDB"/>
    <w:rsid w:val="00323D3C"/>
    <w:rsid w:val="00323F06"/>
    <w:rsid w:val="00324A30"/>
    <w:rsid w:val="00325376"/>
    <w:rsid w:val="003255D0"/>
    <w:rsid w:val="003258FA"/>
    <w:rsid w:val="00325C03"/>
    <w:rsid w:val="0032664C"/>
    <w:rsid w:val="003267E8"/>
    <w:rsid w:val="00326E13"/>
    <w:rsid w:val="00327132"/>
    <w:rsid w:val="00327742"/>
    <w:rsid w:val="00330E02"/>
    <w:rsid w:val="00331B60"/>
    <w:rsid w:val="00331FDE"/>
    <w:rsid w:val="003322C5"/>
    <w:rsid w:val="00333180"/>
    <w:rsid w:val="003334DD"/>
    <w:rsid w:val="003335CE"/>
    <w:rsid w:val="00333A0D"/>
    <w:rsid w:val="00334184"/>
    <w:rsid w:val="003347FB"/>
    <w:rsid w:val="00334C52"/>
    <w:rsid w:val="003355CB"/>
    <w:rsid w:val="00335DB9"/>
    <w:rsid w:val="00335F3A"/>
    <w:rsid w:val="003373E4"/>
    <w:rsid w:val="0034010D"/>
    <w:rsid w:val="0034085D"/>
    <w:rsid w:val="003410C9"/>
    <w:rsid w:val="003413B6"/>
    <w:rsid w:val="00343016"/>
    <w:rsid w:val="00343050"/>
    <w:rsid w:val="0034393C"/>
    <w:rsid w:val="00343CC7"/>
    <w:rsid w:val="00343D11"/>
    <w:rsid w:val="00344009"/>
    <w:rsid w:val="003448F1"/>
    <w:rsid w:val="00344F1D"/>
    <w:rsid w:val="00345662"/>
    <w:rsid w:val="00345B6B"/>
    <w:rsid w:val="003465BB"/>
    <w:rsid w:val="00346651"/>
    <w:rsid w:val="00346EFA"/>
    <w:rsid w:val="00346F12"/>
    <w:rsid w:val="00347572"/>
    <w:rsid w:val="003505A7"/>
    <w:rsid w:val="003506E0"/>
    <w:rsid w:val="00350F9E"/>
    <w:rsid w:val="003516D3"/>
    <w:rsid w:val="003516E5"/>
    <w:rsid w:val="00351760"/>
    <w:rsid w:val="003518C5"/>
    <w:rsid w:val="0035217A"/>
    <w:rsid w:val="003523DE"/>
    <w:rsid w:val="00352DF9"/>
    <w:rsid w:val="0035322F"/>
    <w:rsid w:val="003541F8"/>
    <w:rsid w:val="00354250"/>
    <w:rsid w:val="0035491C"/>
    <w:rsid w:val="00354973"/>
    <w:rsid w:val="003559B0"/>
    <w:rsid w:val="00355C3A"/>
    <w:rsid w:val="00356289"/>
    <w:rsid w:val="00356AE1"/>
    <w:rsid w:val="00356D21"/>
    <w:rsid w:val="003571B7"/>
    <w:rsid w:val="003604A6"/>
    <w:rsid w:val="0036061A"/>
    <w:rsid w:val="0036112D"/>
    <w:rsid w:val="00361350"/>
    <w:rsid w:val="00361397"/>
    <w:rsid w:val="003614B9"/>
    <w:rsid w:val="00362AE0"/>
    <w:rsid w:val="00362EF2"/>
    <w:rsid w:val="0036332C"/>
    <w:rsid w:val="003633C0"/>
    <w:rsid w:val="00363429"/>
    <w:rsid w:val="00363D2F"/>
    <w:rsid w:val="003644B4"/>
    <w:rsid w:val="003658CE"/>
    <w:rsid w:val="00367111"/>
    <w:rsid w:val="00367564"/>
    <w:rsid w:val="00367980"/>
    <w:rsid w:val="00367EE0"/>
    <w:rsid w:val="00371967"/>
    <w:rsid w:val="003719E5"/>
    <w:rsid w:val="00372026"/>
    <w:rsid w:val="003736B4"/>
    <w:rsid w:val="00374DDB"/>
    <w:rsid w:val="00375550"/>
    <w:rsid w:val="003759E2"/>
    <w:rsid w:val="00376CD5"/>
    <w:rsid w:val="00376CF6"/>
    <w:rsid w:val="00377293"/>
    <w:rsid w:val="00377898"/>
    <w:rsid w:val="003779E9"/>
    <w:rsid w:val="0038020B"/>
    <w:rsid w:val="003806CE"/>
    <w:rsid w:val="0038079C"/>
    <w:rsid w:val="0038093E"/>
    <w:rsid w:val="00380D38"/>
    <w:rsid w:val="00380ECB"/>
    <w:rsid w:val="003814F1"/>
    <w:rsid w:val="00381E47"/>
    <w:rsid w:val="00381EA9"/>
    <w:rsid w:val="00382932"/>
    <w:rsid w:val="00383588"/>
    <w:rsid w:val="0038378E"/>
    <w:rsid w:val="00383A93"/>
    <w:rsid w:val="00383BB7"/>
    <w:rsid w:val="00384897"/>
    <w:rsid w:val="00384AAC"/>
    <w:rsid w:val="00384DD2"/>
    <w:rsid w:val="00384E02"/>
    <w:rsid w:val="00386089"/>
    <w:rsid w:val="0038634E"/>
    <w:rsid w:val="00386506"/>
    <w:rsid w:val="00386887"/>
    <w:rsid w:val="003907C7"/>
    <w:rsid w:val="0039097A"/>
    <w:rsid w:val="00390B03"/>
    <w:rsid w:val="00391287"/>
    <w:rsid w:val="0039187D"/>
    <w:rsid w:val="00392B51"/>
    <w:rsid w:val="00392F0F"/>
    <w:rsid w:val="00393059"/>
    <w:rsid w:val="003930A3"/>
    <w:rsid w:val="0039319F"/>
    <w:rsid w:val="003931ED"/>
    <w:rsid w:val="00393CD4"/>
    <w:rsid w:val="00393DDA"/>
    <w:rsid w:val="00394BC5"/>
    <w:rsid w:val="003955FF"/>
    <w:rsid w:val="00395AA0"/>
    <w:rsid w:val="003A14FB"/>
    <w:rsid w:val="003A16CB"/>
    <w:rsid w:val="003A19D3"/>
    <w:rsid w:val="003A206D"/>
    <w:rsid w:val="003A2B0C"/>
    <w:rsid w:val="003A2CA6"/>
    <w:rsid w:val="003A356D"/>
    <w:rsid w:val="003A3576"/>
    <w:rsid w:val="003A378F"/>
    <w:rsid w:val="003A43AE"/>
    <w:rsid w:val="003A4804"/>
    <w:rsid w:val="003A4A50"/>
    <w:rsid w:val="003A5159"/>
    <w:rsid w:val="003A52BC"/>
    <w:rsid w:val="003A5DBA"/>
    <w:rsid w:val="003A5F2F"/>
    <w:rsid w:val="003A6D6A"/>
    <w:rsid w:val="003A722C"/>
    <w:rsid w:val="003A768A"/>
    <w:rsid w:val="003A773F"/>
    <w:rsid w:val="003A79F1"/>
    <w:rsid w:val="003B0F4B"/>
    <w:rsid w:val="003B100B"/>
    <w:rsid w:val="003B10ED"/>
    <w:rsid w:val="003B119D"/>
    <w:rsid w:val="003B1659"/>
    <w:rsid w:val="003B17C7"/>
    <w:rsid w:val="003B18CE"/>
    <w:rsid w:val="003B2FA6"/>
    <w:rsid w:val="003B3261"/>
    <w:rsid w:val="003B3844"/>
    <w:rsid w:val="003B386A"/>
    <w:rsid w:val="003B3EB6"/>
    <w:rsid w:val="003B409D"/>
    <w:rsid w:val="003B52E5"/>
    <w:rsid w:val="003B560E"/>
    <w:rsid w:val="003B5BB8"/>
    <w:rsid w:val="003B5F0D"/>
    <w:rsid w:val="003B620A"/>
    <w:rsid w:val="003B6C43"/>
    <w:rsid w:val="003B71CF"/>
    <w:rsid w:val="003B7504"/>
    <w:rsid w:val="003B7606"/>
    <w:rsid w:val="003B7A65"/>
    <w:rsid w:val="003C0181"/>
    <w:rsid w:val="003C11B0"/>
    <w:rsid w:val="003C16F6"/>
    <w:rsid w:val="003C1EFC"/>
    <w:rsid w:val="003C24CF"/>
    <w:rsid w:val="003C2E5F"/>
    <w:rsid w:val="003C3699"/>
    <w:rsid w:val="003C39AB"/>
    <w:rsid w:val="003C3B3E"/>
    <w:rsid w:val="003C4D0C"/>
    <w:rsid w:val="003C5D26"/>
    <w:rsid w:val="003C6215"/>
    <w:rsid w:val="003C6E96"/>
    <w:rsid w:val="003C7425"/>
    <w:rsid w:val="003C75BA"/>
    <w:rsid w:val="003C75F8"/>
    <w:rsid w:val="003C78CA"/>
    <w:rsid w:val="003D0353"/>
    <w:rsid w:val="003D063C"/>
    <w:rsid w:val="003D14A3"/>
    <w:rsid w:val="003D1D01"/>
    <w:rsid w:val="003D329B"/>
    <w:rsid w:val="003D369B"/>
    <w:rsid w:val="003D46A3"/>
    <w:rsid w:val="003D4B6A"/>
    <w:rsid w:val="003D4D43"/>
    <w:rsid w:val="003D5104"/>
    <w:rsid w:val="003D60F0"/>
    <w:rsid w:val="003D617E"/>
    <w:rsid w:val="003D6444"/>
    <w:rsid w:val="003D6D42"/>
    <w:rsid w:val="003D7D1E"/>
    <w:rsid w:val="003D7E52"/>
    <w:rsid w:val="003E0796"/>
    <w:rsid w:val="003E0974"/>
    <w:rsid w:val="003E0BAF"/>
    <w:rsid w:val="003E1396"/>
    <w:rsid w:val="003E189B"/>
    <w:rsid w:val="003E1B6F"/>
    <w:rsid w:val="003E1DC9"/>
    <w:rsid w:val="003E1F69"/>
    <w:rsid w:val="003E2150"/>
    <w:rsid w:val="003E21FD"/>
    <w:rsid w:val="003E239F"/>
    <w:rsid w:val="003E36F6"/>
    <w:rsid w:val="003E37FA"/>
    <w:rsid w:val="003E3EDA"/>
    <w:rsid w:val="003E452A"/>
    <w:rsid w:val="003E47F7"/>
    <w:rsid w:val="003E5CAB"/>
    <w:rsid w:val="003E5CC7"/>
    <w:rsid w:val="003E5E66"/>
    <w:rsid w:val="003E6531"/>
    <w:rsid w:val="003E65CE"/>
    <w:rsid w:val="003E6AB2"/>
    <w:rsid w:val="003E6BDD"/>
    <w:rsid w:val="003E6F9C"/>
    <w:rsid w:val="003E71AC"/>
    <w:rsid w:val="003E76A4"/>
    <w:rsid w:val="003E795B"/>
    <w:rsid w:val="003F071F"/>
    <w:rsid w:val="003F0942"/>
    <w:rsid w:val="003F1138"/>
    <w:rsid w:val="003F1509"/>
    <w:rsid w:val="003F1E0C"/>
    <w:rsid w:val="003F1F28"/>
    <w:rsid w:val="003F2DA8"/>
    <w:rsid w:val="003F3C6F"/>
    <w:rsid w:val="003F3F0A"/>
    <w:rsid w:val="003F5A1B"/>
    <w:rsid w:val="003F641C"/>
    <w:rsid w:val="003F64C7"/>
    <w:rsid w:val="003F687B"/>
    <w:rsid w:val="003F6A26"/>
    <w:rsid w:val="003F6DC5"/>
    <w:rsid w:val="004008FD"/>
    <w:rsid w:val="00402180"/>
    <w:rsid w:val="0040284F"/>
    <w:rsid w:val="0040383C"/>
    <w:rsid w:val="00404337"/>
    <w:rsid w:val="0040546F"/>
    <w:rsid w:val="00405777"/>
    <w:rsid w:val="00405BE5"/>
    <w:rsid w:val="00406ECF"/>
    <w:rsid w:val="004071CC"/>
    <w:rsid w:val="00410E7D"/>
    <w:rsid w:val="0041138B"/>
    <w:rsid w:val="004128FC"/>
    <w:rsid w:val="00412F25"/>
    <w:rsid w:val="004136E3"/>
    <w:rsid w:val="00413847"/>
    <w:rsid w:val="0041387F"/>
    <w:rsid w:val="00414C77"/>
    <w:rsid w:val="004157F5"/>
    <w:rsid w:val="004158C7"/>
    <w:rsid w:val="00416E55"/>
    <w:rsid w:val="00417A9C"/>
    <w:rsid w:val="00417D4D"/>
    <w:rsid w:val="00417FD1"/>
    <w:rsid w:val="004206CB"/>
    <w:rsid w:val="004208CE"/>
    <w:rsid w:val="00422A46"/>
    <w:rsid w:val="00423337"/>
    <w:rsid w:val="0042358F"/>
    <w:rsid w:val="0042368E"/>
    <w:rsid w:val="00424AAA"/>
    <w:rsid w:val="00425286"/>
    <w:rsid w:val="0042534A"/>
    <w:rsid w:val="00425817"/>
    <w:rsid w:val="00426C65"/>
    <w:rsid w:val="00427A39"/>
    <w:rsid w:val="00430197"/>
    <w:rsid w:val="004301F7"/>
    <w:rsid w:val="00430D78"/>
    <w:rsid w:val="00430DD7"/>
    <w:rsid w:val="00430DFA"/>
    <w:rsid w:val="004313AF"/>
    <w:rsid w:val="004317A1"/>
    <w:rsid w:val="004319F2"/>
    <w:rsid w:val="004321A9"/>
    <w:rsid w:val="0043309C"/>
    <w:rsid w:val="00434257"/>
    <w:rsid w:val="004346DE"/>
    <w:rsid w:val="0043521A"/>
    <w:rsid w:val="004352F3"/>
    <w:rsid w:val="004356B2"/>
    <w:rsid w:val="00436B64"/>
    <w:rsid w:val="00436BCD"/>
    <w:rsid w:val="0043724C"/>
    <w:rsid w:val="00437F09"/>
    <w:rsid w:val="00440AF8"/>
    <w:rsid w:val="0044227D"/>
    <w:rsid w:val="00442351"/>
    <w:rsid w:val="00443222"/>
    <w:rsid w:val="00443AA7"/>
    <w:rsid w:val="00443E7E"/>
    <w:rsid w:val="00445602"/>
    <w:rsid w:val="004462EA"/>
    <w:rsid w:val="00446670"/>
    <w:rsid w:val="00446A83"/>
    <w:rsid w:val="00447DCC"/>
    <w:rsid w:val="00450090"/>
    <w:rsid w:val="0045014C"/>
    <w:rsid w:val="004503F0"/>
    <w:rsid w:val="00450DF5"/>
    <w:rsid w:val="00451737"/>
    <w:rsid w:val="004523CA"/>
    <w:rsid w:val="00452AC8"/>
    <w:rsid w:val="00452DBE"/>
    <w:rsid w:val="0045314A"/>
    <w:rsid w:val="00453396"/>
    <w:rsid w:val="004533A5"/>
    <w:rsid w:val="00453B0C"/>
    <w:rsid w:val="00453D04"/>
    <w:rsid w:val="0045470B"/>
    <w:rsid w:val="00454A4A"/>
    <w:rsid w:val="00455EC2"/>
    <w:rsid w:val="00456173"/>
    <w:rsid w:val="00456223"/>
    <w:rsid w:val="004570C5"/>
    <w:rsid w:val="00457C8C"/>
    <w:rsid w:val="004608B0"/>
    <w:rsid w:val="00460E51"/>
    <w:rsid w:val="004622EA"/>
    <w:rsid w:val="00463823"/>
    <w:rsid w:val="00463B04"/>
    <w:rsid w:val="004669D2"/>
    <w:rsid w:val="004713AC"/>
    <w:rsid w:val="004716BE"/>
    <w:rsid w:val="00471C67"/>
    <w:rsid w:val="00471F5C"/>
    <w:rsid w:val="00472120"/>
    <w:rsid w:val="004726B2"/>
    <w:rsid w:val="00472AF1"/>
    <w:rsid w:val="00473107"/>
    <w:rsid w:val="0047323B"/>
    <w:rsid w:val="004741B8"/>
    <w:rsid w:val="0047479A"/>
    <w:rsid w:val="004751BF"/>
    <w:rsid w:val="0047538F"/>
    <w:rsid w:val="00475ADA"/>
    <w:rsid w:val="00477393"/>
    <w:rsid w:val="00477FA2"/>
    <w:rsid w:val="00480D89"/>
    <w:rsid w:val="0048114D"/>
    <w:rsid w:val="004821F1"/>
    <w:rsid w:val="00482C1D"/>
    <w:rsid w:val="00482D83"/>
    <w:rsid w:val="0048309B"/>
    <w:rsid w:val="0048430C"/>
    <w:rsid w:val="004850FC"/>
    <w:rsid w:val="00485371"/>
    <w:rsid w:val="0048569F"/>
    <w:rsid w:val="00485E88"/>
    <w:rsid w:val="004873F0"/>
    <w:rsid w:val="004875C3"/>
    <w:rsid w:val="0048774F"/>
    <w:rsid w:val="00487795"/>
    <w:rsid w:val="00487A2C"/>
    <w:rsid w:val="00487F0B"/>
    <w:rsid w:val="00490A42"/>
    <w:rsid w:val="00490BF4"/>
    <w:rsid w:val="004911D8"/>
    <w:rsid w:val="00491471"/>
    <w:rsid w:val="00491AC7"/>
    <w:rsid w:val="00491DDB"/>
    <w:rsid w:val="004934DA"/>
    <w:rsid w:val="00493547"/>
    <w:rsid w:val="00493EB6"/>
    <w:rsid w:val="004951C2"/>
    <w:rsid w:val="00496268"/>
    <w:rsid w:val="004963BC"/>
    <w:rsid w:val="00496B3A"/>
    <w:rsid w:val="00497FF5"/>
    <w:rsid w:val="004A0128"/>
    <w:rsid w:val="004A0486"/>
    <w:rsid w:val="004A0635"/>
    <w:rsid w:val="004A1789"/>
    <w:rsid w:val="004A1C6E"/>
    <w:rsid w:val="004A208F"/>
    <w:rsid w:val="004A2EEB"/>
    <w:rsid w:val="004A3EBE"/>
    <w:rsid w:val="004A4C04"/>
    <w:rsid w:val="004A5B85"/>
    <w:rsid w:val="004A5DA1"/>
    <w:rsid w:val="004A68D3"/>
    <w:rsid w:val="004A69FD"/>
    <w:rsid w:val="004A6F1E"/>
    <w:rsid w:val="004A739E"/>
    <w:rsid w:val="004A7C4B"/>
    <w:rsid w:val="004B0AFC"/>
    <w:rsid w:val="004B0B34"/>
    <w:rsid w:val="004B17D4"/>
    <w:rsid w:val="004B195D"/>
    <w:rsid w:val="004B1BB5"/>
    <w:rsid w:val="004B1DC0"/>
    <w:rsid w:val="004B2CC2"/>
    <w:rsid w:val="004B3AB3"/>
    <w:rsid w:val="004B3BD0"/>
    <w:rsid w:val="004B46EC"/>
    <w:rsid w:val="004B4E7D"/>
    <w:rsid w:val="004B5024"/>
    <w:rsid w:val="004B580A"/>
    <w:rsid w:val="004B59E1"/>
    <w:rsid w:val="004B5FE6"/>
    <w:rsid w:val="004B6296"/>
    <w:rsid w:val="004B6530"/>
    <w:rsid w:val="004B6C5A"/>
    <w:rsid w:val="004B6E42"/>
    <w:rsid w:val="004B7DDA"/>
    <w:rsid w:val="004B7EFF"/>
    <w:rsid w:val="004C0314"/>
    <w:rsid w:val="004C102F"/>
    <w:rsid w:val="004C1297"/>
    <w:rsid w:val="004C1BCB"/>
    <w:rsid w:val="004C1FDB"/>
    <w:rsid w:val="004C2544"/>
    <w:rsid w:val="004C25D9"/>
    <w:rsid w:val="004C29DF"/>
    <w:rsid w:val="004C3382"/>
    <w:rsid w:val="004C46EF"/>
    <w:rsid w:val="004C4847"/>
    <w:rsid w:val="004C4B2F"/>
    <w:rsid w:val="004C5643"/>
    <w:rsid w:val="004C5B69"/>
    <w:rsid w:val="004C6A23"/>
    <w:rsid w:val="004C6B7A"/>
    <w:rsid w:val="004C6E23"/>
    <w:rsid w:val="004C716C"/>
    <w:rsid w:val="004C7827"/>
    <w:rsid w:val="004C7A5B"/>
    <w:rsid w:val="004D01E2"/>
    <w:rsid w:val="004D0E6F"/>
    <w:rsid w:val="004D1868"/>
    <w:rsid w:val="004D1E0E"/>
    <w:rsid w:val="004D1E2B"/>
    <w:rsid w:val="004D205B"/>
    <w:rsid w:val="004D207D"/>
    <w:rsid w:val="004D3D69"/>
    <w:rsid w:val="004D44F7"/>
    <w:rsid w:val="004D4BF8"/>
    <w:rsid w:val="004D51DD"/>
    <w:rsid w:val="004D544D"/>
    <w:rsid w:val="004D556E"/>
    <w:rsid w:val="004D55B8"/>
    <w:rsid w:val="004D5729"/>
    <w:rsid w:val="004D5B84"/>
    <w:rsid w:val="004D64F5"/>
    <w:rsid w:val="004D682A"/>
    <w:rsid w:val="004D7285"/>
    <w:rsid w:val="004D736A"/>
    <w:rsid w:val="004D7603"/>
    <w:rsid w:val="004E0189"/>
    <w:rsid w:val="004E0754"/>
    <w:rsid w:val="004E0802"/>
    <w:rsid w:val="004E084E"/>
    <w:rsid w:val="004E104C"/>
    <w:rsid w:val="004E1A20"/>
    <w:rsid w:val="004E2174"/>
    <w:rsid w:val="004E39F4"/>
    <w:rsid w:val="004E3BA8"/>
    <w:rsid w:val="004E496A"/>
    <w:rsid w:val="004E59DA"/>
    <w:rsid w:val="004E5DE7"/>
    <w:rsid w:val="004E6B30"/>
    <w:rsid w:val="004E6BF7"/>
    <w:rsid w:val="004E763F"/>
    <w:rsid w:val="004F04AE"/>
    <w:rsid w:val="004F1D40"/>
    <w:rsid w:val="004F247E"/>
    <w:rsid w:val="004F269A"/>
    <w:rsid w:val="004F2794"/>
    <w:rsid w:val="004F2D58"/>
    <w:rsid w:val="004F45E5"/>
    <w:rsid w:val="004F4ED2"/>
    <w:rsid w:val="004F540C"/>
    <w:rsid w:val="004F5AA8"/>
    <w:rsid w:val="004F5B17"/>
    <w:rsid w:val="004F5BF3"/>
    <w:rsid w:val="004F5D72"/>
    <w:rsid w:val="004F605D"/>
    <w:rsid w:val="004F6E05"/>
    <w:rsid w:val="004F6E32"/>
    <w:rsid w:val="004F73D3"/>
    <w:rsid w:val="004F7499"/>
    <w:rsid w:val="00501232"/>
    <w:rsid w:val="005026E1"/>
    <w:rsid w:val="00502891"/>
    <w:rsid w:val="00503A7B"/>
    <w:rsid w:val="00503FB3"/>
    <w:rsid w:val="00506FE2"/>
    <w:rsid w:val="00507A68"/>
    <w:rsid w:val="00510045"/>
    <w:rsid w:val="00510928"/>
    <w:rsid w:val="00510C7F"/>
    <w:rsid w:val="00510FB7"/>
    <w:rsid w:val="00511069"/>
    <w:rsid w:val="005116D7"/>
    <w:rsid w:val="00511E68"/>
    <w:rsid w:val="00512FE9"/>
    <w:rsid w:val="0051381B"/>
    <w:rsid w:val="00513D54"/>
    <w:rsid w:val="005141A1"/>
    <w:rsid w:val="0051431A"/>
    <w:rsid w:val="005143D3"/>
    <w:rsid w:val="0051674E"/>
    <w:rsid w:val="0051754F"/>
    <w:rsid w:val="00517AAF"/>
    <w:rsid w:val="00517D33"/>
    <w:rsid w:val="00520795"/>
    <w:rsid w:val="00520AD9"/>
    <w:rsid w:val="00520C07"/>
    <w:rsid w:val="00521B63"/>
    <w:rsid w:val="00522B43"/>
    <w:rsid w:val="00522F36"/>
    <w:rsid w:val="00523CE6"/>
    <w:rsid w:val="00524D1A"/>
    <w:rsid w:val="00525394"/>
    <w:rsid w:val="00525770"/>
    <w:rsid w:val="00525E1E"/>
    <w:rsid w:val="00526253"/>
    <w:rsid w:val="00526884"/>
    <w:rsid w:val="00526E14"/>
    <w:rsid w:val="00527AD5"/>
    <w:rsid w:val="00527BDD"/>
    <w:rsid w:val="00527E87"/>
    <w:rsid w:val="0053028E"/>
    <w:rsid w:val="00530D31"/>
    <w:rsid w:val="00530E67"/>
    <w:rsid w:val="00531EF4"/>
    <w:rsid w:val="00532B0D"/>
    <w:rsid w:val="00532E62"/>
    <w:rsid w:val="005343B1"/>
    <w:rsid w:val="00534CCC"/>
    <w:rsid w:val="00534E17"/>
    <w:rsid w:val="00535372"/>
    <w:rsid w:val="0053548B"/>
    <w:rsid w:val="00535F9B"/>
    <w:rsid w:val="00535FEB"/>
    <w:rsid w:val="00536021"/>
    <w:rsid w:val="00536AA6"/>
    <w:rsid w:val="00536F9B"/>
    <w:rsid w:val="00537319"/>
    <w:rsid w:val="005373BE"/>
    <w:rsid w:val="005404F1"/>
    <w:rsid w:val="00540757"/>
    <w:rsid w:val="00541165"/>
    <w:rsid w:val="00542163"/>
    <w:rsid w:val="00542952"/>
    <w:rsid w:val="00543D0A"/>
    <w:rsid w:val="00544242"/>
    <w:rsid w:val="00544259"/>
    <w:rsid w:val="00544EAD"/>
    <w:rsid w:val="0054536A"/>
    <w:rsid w:val="00545851"/>
    <w:rsid w:val="00545D0B"/>
    <w:rsid w:val="00545DB3"/>
    <w:rsid w:val="00545FFD"/>
    <w:rsid w:val="00547BB8"/>
    <w:rsid w:val="005506D1"/>
    <w:rsid w:val="00550D12"/>
    <w:rsid w:val="00550D1F"/>
    <w:rsid w:val="00550DB0"/>
    <w:rsid w:val="0055128B"/>
    <w:rsid w:val="00552120"/>
    <w:rsid w:val="005525EB"/>
    <w:rsid w:val="00552EAC"/>
    <w:rsid w:val="00554318"/>
    <w:rsid w:val="0055438A"/>
    <w:rsid w:val="0055481A"/>
    <w:rsid w:val="00554CE5"/>
    <w:rsid w:val="005551C7"/>
    <w:rsid w:val="0055550A"/>
    <w:rsid w:val="00555C6F"/>
    <w:rsid w:val="00555EDD"/>
    <w:rsid w:val="00560D3E"/>
    <w:rsid w:val="00560F67"/>
    <w:rsid w:val="00561AD1"/>
    <w:rsid w:val="00562960"/>
    <w:rsid w:val="00562B70"/>
    <w:rsid w:val="00562FA0"/>
    <w:rsid w:val="00563EB2"/>
    <w:rsid w:val="00564041"/>
    <w:rsid w:val="00564E1C"/>
    <w:rsid w:val="0056522E"/>
    <w:rsid w:val="00565CD7"/>
    <w:rsid w:val="0056750F"/>
    <w:rsid w:val="00567530"/>
    <w:rsid w:val="00567C4E"/>
    <w:rsid w:val="00570979"/>
    <w:rsid w:val="00570F82"/>
    <w:rsid w:val="00571547"/>
    <w:rsid w:val="00573E52"/>
    <w:rsid w:val="00574C6E"/>
    <w:rsid w:val="00574D09"/>
    <w:rsid w:val="0057681C"/>
    <w:rsid w:val="00576E43"/>
    <w:rsid w:val="0057749B"/>
    <w:rsid w:val="0057752E"/>
    <w:rsid w:val="00580125"/>
    <w:rsid w:val="005807E1"/>
    <w:rsid w:val="00580F61"/>
    <w:rsid w:val="00580F7E"/>
    <w:rsid w:val="00581603"/>
    <w:rsid w:val="005818C2"/>
    <w:rsid w:val="00582BF0"/>
    <w:rsid w:val="00582CEC"/>
    <w:rsid w:val="0058314A"/>
    <w:rsid w:val="0058348A"/>
    <w:rsid w:val="00583903"/>
    <w:rsid w:val="00583D5B"/>
    <w:rsid w:val="0058400C"/>
    <w:rsid w:val="005841B3"/>
    <w:rsid w:val="00584470"/>
    <w:rsid w:val="0058467D"/>
    <w:rsid w:val="005853C7"/>
    <w:rsid w:val="005856B3"/>
    <w:rsid w:val="00586F1A"/>
    <w:rsid w:val="00587E41"/>
    <w:rsid w:val="00587F0D"/>
    <w:rsid w:val="005903D5"/>
    <w:rsid w:val="0059048E"/>
    <w:rsid w:val="00590765"/>
    <w:rsid w:val="00591D4D"/>
    <w:rsid w:val="00591F4C"/>
    <w:rsid w:val="00591FCB"/>
    <w:rsid w:val="005922D6"/>
    <w:rsid w:val="00592DDD"/>
    <w:rsid w:val="00592E85"/>
    <w:rsid w:val="00594DD3"/>
    <w:rsid w:val="00595448"/>
    <w:rsid w:val="00595DF7"/>
    <w:rsid w:val="00596706"/>
    <w:rsid w:val="00596938"/>
    <w:rsid w:val="005970E9"/>
    <w:rsid w:val="0059765D"/>
    <w:rsid w:val="00597C96"/>
    <w:rsid w:val="005A05E0"/>
    <w:rsid w:val="005A0C8C"/>
    <w:rsid w:val="005A17B8"/>
    <w:rsid w:val="005A244A"/>
    <w:rsid w:val="005A3AEA"/>
    <w:rsid w:val="005A3E4D"/>
    <w:rsid w:val="005A4958"/>
    <w:rsid w:val="005A57DA"/>
    <w:rsid w:val="005A5C8E"/>
    <w:rsid w:val="005A5EA0"/>
    <w:rsid w:val="005A604E"/>
    <w:rsid w:val="005A6205"/>
    <w:rsid w:val="005A671C"/>
    <w:rsid w:val="005A7057"/>
    <w:rsid w:val="005A71E5"/>
    <w:rsid w:val="005B01A2"/>
    <w:rsid w:val="005B07F7"/>
    <w:rsid w:val="005B0BC3"/>
    <w:rsid w:val="005B1027"/>
    <w:rsid w:val="005B2FB6"/>
    <w:rsid w:val="005B3459"/>
    <w:rsid w:val="005B4302"/>
    <w:rsid w:val="005B48C8"/>
    <w:rsid w:val="005B5081"/>
    <w:rsid w:val="005B5689"/>
    <w:rsid w:val="005B6D41"/>
    <w:rsid w:val="005B6DF8"/>
    <w:rsid w:val="005C0ABA"/>
    <w:rsid w:val="005C1A89"/>
    <w:rsid w:val="005C1FFB"/>
    <w:rsid w:val="005C3DC2"/>
    <w:rsid w:val="005C68AC"/>
    <w:rsid w:val="005C732B"/>
    <w:rsid w:val="005C7461"/>
    <w:rsid w:val="005D0087"/>
    <w:rsid w:val="005D0378"/>
    <w:rsid w:val="005D1A24"/>
    <w:rsid w:val="005D205D"/>
    <w:rsid w:val="005D2390"/>
    <w:rsid w:val="005D2543"/>
    <w:rsid w:val="005D3283"/>
    <w:rsid w:val="005D4BAF"/>
    <w:rsid w:val="005D5801"/>
    <w:rsid w:val="005D68C3"/>
    <w:rsid w:val="005D6B75"/>
    <w:rsid w:val="005D7541"/>
    <w:rsid w:val="005D7789"/>
    <w:rsid w:val="005D7C09"/>
    <w:rsid w:val="005E0499"/>
    <w:rsid w:val="005E0B0B"/>
    <w:rsid w:val="005E0C49"/>
    <w:rsid w:val="005E12FB"/>
    <w:rsid w:val="005E14A8"/>
    <w:rsid w:val="005E15A9"/>
    <w:rsid w:val="005E183A"/>
    <w:rsid w:val="005E1843"/>
    <w:rsid w:val="005E1D9C"/>
    <w:rsid w:val="005E2C1C"/>
    <w:rsid w:val="005E3D0B"/>
    <w:rsid w:val="005E4544"/>
    <w:rsid w:val="005E516C"/>
    <w:rsid w:val="005E6E12"/>
    <w:rsid w:val="005E6F30"/>
    <w:rsid w:val="005E7CC6"/>
    <w:rsid w:val="005F01D2"/>
    <w:rsid w:val="005F0B55"/>
    <w:rsid w:val="005F0E14"/>
    <w:rsid w:val="005F109A"/>
    <w:rsid w:val="005F27E4"/>
    <w:rsid w:val="005F28D1"/>
    <w:rsid w:val="005F2A1A"/>
    <w:rsid w:val="005F2F83"/>
    <w:rsid w:val="005F34A5"/>
    <w:rsid w:val="005F3B5E"/>
    <w:rsid w:val="005F4062"/>
    <w:rsid w:val="005F443A"/>
    <w:rsid w:val="005F6076"/>
    <w:rsid w:val="005F65A3"/>
    <w:rsid w:val="005F66DE"/>
    <w:rsid w:val="005F6C4D"/>
    <w:rsid w:val="005F6D29"/>
    <w:rsid w:val="005F70C0"/>
    <w:rsid w:val="00600179"/>
    <w:rsid w:val="0060021F"/>
    <w:rsid w:val="00600306"/>
    <w:rsid w:val="00600C08"/>
    <w:rsid w:val="00600EB3"/>
    <w:rsid w:val="00600F14"/>
    <w:rsid w:val="00601527"/>
    <w:rsid w:val="0060154F"/>
    <w:rsid w:val="006016BC"/>
    <w:rsid w:val="00601903"/>
    <w:rsid w:val="00601D05"/>
    <w:rsid w:val="006024A7"/>
    <w:rsid w:val="00603219"/>
    <w:rsid w:val="00603333"/>
    <w:rsid w:val="006037CC"/>
    <w:rsid w:val="00603AA3"/>
    <w:rsid w:val="00603CC2"/>
    <w:rsid w:val="00604485"/>
    <w:rsid w:val="0060493D"/>
    <w:rsid w:val="00604A3B"/>
    <w:rsid w:val="00605E4B"/>
    <w:rsid w:val="0060629C"/>
    <w:rsid w:val="00606725"/>
    <w:rsid w:val="00606AED"/>
    <w:rsid w:val="00607572"/>
    <w:rsid w:val="00610464"/>
    <w:rsid w:val="00610674"/>
    <w:rsid w:val="0061076D"/>
    <w:rsid w:val="0061155A"/>
    <w:rsid w:val="006118CC"/>
    <w:rsid w:val="006119FE"/>
    <w:rsid w:val="00611B1D"/>
    <w:rsid w:val="00611F46"/>
    <w:rsid w:val="00612625"/>
    <w:rsid w:val="0061269B"/>
    <w:rsid w:val="0061295F"/>
    <w:rsid w:val="0061327C"/>
    <w:rsid w:val="006136C8"/>
    <w:rsid w:val="00614613"/>
    <w:rsid w:val="00615133"/>
    <w:rsid w:val="006157F2"/>
    <w:rsid w:val="006162E5"/>
    <w:rsid w:val="00617227"/>
    <w:rsid w:val="0061784E"/>
    <w:rsid w:val="006204C6"/>
    <w:rsid w:val="00620BE7"/>
    <w:rsid w:val="0062150D"/>
    <w:rsid w:val="0062154C"/>
    <w:rsid w:val="00622BC3"/>
    <w:rsid w:val="006230A0"/>
    <w:rsid w:val="006236E0"/>
    <w:rsid w:val="00623BB3"/>
    <w:rsid w:val="00623FD5"/>
    <w:rsid w:val="00623FF4"/>
    <w:rsid w:val="006245E5"/>
    <w:rsid w:val="00624D6B"/>
    <w:rsid w:val="00624D9C"/>
    <w:rsid w:val="006258B4"/>
    <w:rsid w:val="00625940"/>
    <w:rsid w:val="00625A42"/>
    <w:rsid w:val="00625FAB"/>
    <w:rsid w:val="00626782"/>
    <w:rsid w:val="006269D4"/>
    <w:rsid w:val="006273A3"/>
    <w:rsid w:val="006301BD"/>
    <w:rsid w:val="0063064E"/>
    <w:rsid w:val="00630B9C"/>
    <w:rsid w:val="00630C9B"/>
    <w:rsid w:val="006310EC"/>
    <w:rsid w:val="00631351"/>
    <w:rsid w:val="00632031"/>
    <w:rsid w:val="006323E1"/>
    <w:rsid w:val="00632713"/>
    <w:rsid w:val="00633359"/>
    <w:rsid w:val="006336AF"/>
    <w:rsid w:val="00633A10"/>
    <w:rsid w:val="00634378"/>
    <w:rsid w:val="00634A05"/>
    <w:rsid w:val="00634BAC"/>
    <w:rsid w:val="00634FE0"/>
    <w:rsid w:val="0063542F"/>
    <w:rsid w:val="00635447"/>
    <w:rsid w:val="006358D5"/>
    <w:rsid w:val="0063631C"/>
    <w:rsid w:val="006366DC"/>
    <w:rsid w:val="00636B8B"/>
    <w:rsid w:val="00636FB9"/>
    <w:rsid w:val="00637169"/>
    <w:rsid w:val="00640CE2"/>
    <w:rsid w:val="00641500"/>
    <w:rsid w:val="00642250"/>
    <w:rsid w:val="00642A77"/>
    <w:rsid w:val="0064332A"/>
    <w:rsid w:val="0064451F"/>
    <w:rsid w:val="0064566E"/>
    <w:rsid w:val="006457A6"/>
    <w:rsid w:val="006460AC"/>
    <w:rsid w:val="006467AD"/>
    <w:rsid w:val="006477B1"/>
    <w:rsid w:val="00651180"/>
    <w:rsid w:val="0065130F"/>
    <w:rsid w:val="0065141C"/>
    <w:rsid w:val="00651C7F"/>
    <w:rsid w:val="006528D7"/>
    <w:rsid w:val="00652DC4"/>
    <w:rsid w:val="00653429"/>
    <w:rsid w:val="00653829"/>
    <w:rsid w:val="00653A89"/>
    <w:rsid w:val="00654479"/>
    <w:rsid w:val="00654A74"/>
    <w:rsid w:val="00654E31"/>
    <w:rsid w:val="0065678A"/>
    <w:rsid w:val="0065736D"/>
    <w:rsid w:val="00657D69"/>
    <w:rsid w:val="00660227"/>
    <w:rsid w:val="006612B0"/>
    <w:rsid w:val="00661BC8"/>
    <w:rsid w:val="00661CA9"/>
    <w:rsid w:val="00662833"/>
    <w:rsid w:val="006630F6"/>
    <w:rsid w:val="00663C08"/>
    <w:rsid w:val="0066454D"/>
    <w:rsid w:val="006653A4"/>
    <w:rsid w:val="00665416"/>
    <w:rsid w:val="00665534"/>
    <w:rsid w:val="00665ED0"/>
    <w:rsid w:val="006661F0"/>
    <w:rsid w:val="0066644B"/>
    <w:rsid w:val="006667A0"/>
    <w:rsid w:val="00666F54"/>
    <w:rsid w:val="00667FEB"/>
    <w:rsid w:val="00670272"/>
    <w:rsid w:val="00670310"/>
    <w:rsid w:val="006704D4"/>
    <w:rsid w:val="00671CD5"/>
    <w:rsid w:val="00671F37"/>
    <w:rsid w:val="0067202E"/>
    <w:rsid w:val="0067222A"/>
    <w:rsid w:val="0067267D"/>
    <w:rsid w:val="0067280B"/>
    <w:rsid w:val="00672F15"/>
    <w:rsid w:val="006735C3"/>
    <w:rsid w:val="00673960"/>
    <w:rsid w:val="00673C31"/>
    <w:rsid w:val="00674288"/>
    <w:rsid w:val="00674E04"/>
    <w:rsid w:val="00674FA6"/>
    <w:rsid w:val="006754EB"/>
    <w:rsid w:val="00675E87"/>
    <w:rsid w:val="006762B0"/>
    <w:rsid w:val="00677598"/>
    <w:rsid w:val="00677D87"/>
    <w:rsid w:val="006806CB"/>
    <w:rsid w:val="0068092A"/>
    <w:rsid w:val="00680A14"/>
    <w:rsid w:val="00680CCD"/>
    <w:rsid w:val="00680E3A"/>
    <w:rsid w:val="00680EDA"/>
    <w:rsid w:val="006814D7"/>
    <w:rsid w:val="0068180E"/>
    <w:rsid w:val="00681F65"/>
    <w:rsid w:val="006821CC"/>
    <w:rsid w:val="00682329"/>
    <w:rsid w:val="00682B8E"/>
    <w:rsid w:val="00682DD5"/>
    <w:rsid w:val="00682E81"/>
    <w:rsid w:val="00683090"/>
    <w:rsid w:val="0068331D"/>
    <w:rsid w:val="006835DF"/>
    <w:rsid w:val="00683DB0"/>
    <w:rsid w:val="00684A36"/>
    <w:rsid w:val="006854E7"/>
    <w:rsid w:val="00686F15"/>
    <w:rsid w:val="00687691"/>
    <w:rsid w:val="00687B2B"/>
    <w:rsid w:val="00691449"/>
    <w:rsid w:val="0069179E"/>
    <w:rsid w:val="00691F35"/>
    <w:rsid w:val="006924BE"/>
    <w:rsid w:val="00692546"/>
    <w:rsid w:val="00693211"/>
    <w:rsid w:val="0069359F"/>
    <w:rsid w:val="00694437"/>
    <w:rsid w:val="006945E3"/>
    <w:rsid w:val="006948A1"/>
    <w:rsid w:val="0069524F"/>
    <w:rsid w:val="0069571D"/>
    <w:rsid w:val="00695B6C"/>
    <w:rsid w:val="00696118"/>
    <w:rsid w:val="006962F0"/>
    <w:rsid w:val="006966A1"/>
    <w:rsid w:val="006973ED"/>
    <w:rsid w:val="006A0185"/>
    <w:rsid w:val="006A0F1B"/>
    <w:rsid w:val="006A13C2"/>
    <w:rsid w:val="006A1E2C"/>
    <w:rsid w:val="006A2A27"/>
    <w:rsid w:val="006A35AE"/>
    <w:rsid w:val="006A363B"/>
    <w:rsid w:val="006A3686"/>
    <w:rsid w:val="006A3E33"/>
    <w:rsid w:val="006A59A7"/>
    <w:rsid w:val="006A6397"/>
    <w:rsid w:val="006A6A20"/>
    <w:rsid w:val="006A6A65"/>
    <w:rsid w:val="006A6B1D"/>
    <w:rsid w:val="006A6BDC"/>
    <w:rsid w:val="006A6D41"/>
    <w:rsid w:val="006A6DE6"/>
    <w:rsid w:val="006A7400"/>
    <w:rsid w:val="006A7493"/>
    <w:rsid w:val="006A790F"/>
    <w:rsid w:val="006A7B92"/>
    <w:rsid w:val="006A7C76"/>
    <w:rsid w:val="006B0DE4"/>
    <w:rsid w:val="006B0F5B"/>
    <w:rsid w:val="006B129D"/>
    <w:rsid w:val="006B19F8"/>
    <w:rsid w:val="006B2316"/>
    <w:rsid w:val="006B3257"/>
    <w:rsid w:val="006B389F"/>
    <w:rsid w:val="006B4334"/>
    <w:rsid w:val="006B4374"/>
    <w:rsid w:val="006B4A90"/>
    <w:rsid w:val="006B5362"/>
    <w:rsid w:val="006B568D"/>
    <w:rsid w:val="006B5D57"/>
    <w:rsid w:val="006B6925"/>
    <w:rsid w:val="006B7262"/>
    <w:rsid w:val="006C0AAB"/>
    <w:rsid w:val="006C1177"/>
    <w:rsid w:val="006C16DB"/>
    <w:rsid w:val="006C21D7"/>
    <w:rsid w:val="006C22A4"/>
    <w:rsid w:val="006C2594"/>
    <w:rsid w:val="006C2BCC"/>
    <w:rsid w:val="006C3D65"/>
    <w:rsid w:val="006C3E64"/>
    <w:rsid w:val="006C3E73"/>
    <w:rsid w:val="006C3EDD"/>
    <w:rsid w:val="006C6397"/>
    <w:rsid w:val="006C6746"/>
    <w:rsid w:val="006C6E43"/>
    <w:rsid w:val="006C701A"/>
    <w:rsid w:val="006C740C"/>
    <w:rsid w:val="006C7F25"/>
    <w:rsid w:val="006D0919"/>
    <w:rsid w:val="006D0AE6"/>
    <w:rsid w:val="006D1B4D"/>
    <w:rsid w:val="006D1CBE"/>
    <w:rsid w:val="006D2D52"/>
    <w:rsid w:val="006D32CB"/>
    <w:rsid w:val="006D3F05"/>
    <w:rsid w:val="006D4254"/>
    <w:rsid w:val="006D51BB"/>
    <w:rsid w:val="006D56EE"/>
    <w:rsid w:val="006D5717"/>
    <w:rsid w:val="006D77E0"/>
    <w:rsid w:val="006D7BFD"/>
    <w:rsid w:val="006E003F"/>
    <w:rsid w:val="006E00F3"/>
    <w:rsid w:val="006E08B3"/>
    <w:rsid w:val="006E1434"/>
    <w:rsid w:val="006E19DE"/>
    <w:rsid w:val="006E1ED7"/>
    <w:rsid w:val="006E269B"/>
    <w:rsid w:val="006E2A71"/>
    <w:rsid w:val="006E2AF7"/>
    <w:rsid w:val="006E2AFB"/>
    <w:rsid w:val="006E2C7E"/>
    <w:rsid w:val="006E2FDE"/>
    <w:rsid w:val="006E3248"/>
    <w:rsid w:val="006E4199"/>
    <w:rsid w:val="006E4384"/>
    <w:rsid w:val="006E43EC"/>
    <w:rsid w:val="006E517B"/>
    <w:rsid w:val="006E6045"/>
    <w:rsid w:val="006E69F8"/>
    <w:rsid w:val="006E6C3A"/>
    <w:rsid w:val="006E6E99"/>
    <w:rsid w:val="006E7154"/>
    <w:rsid w:val="006F017A"/>
    <w:rsid w:val="006F04BA"/>
    <w:rsid w:val="006F079E"/>
    <w:rsid w:val="006F0889"/>
    <w:rsid w:val="006F1349"/>
    <w:rsid w:val="006F1D64"/>
    <w:rsid w:val="006F26B0"/>
    <w:rsid w:val="006F28FE"/>
    <w:rsid w:val="006F2D99"/>
    <w:rsid w:val="006F2FAF"/>
    <w:rsid w:val="006F320B"/>
    <w:rsid w:val="006F38DB"/>
    <w:rsid w:val="006F3A0D"/>
    <w:rsid w:val="006F41AC"/>
    <w:rsid w:val="006F5472"/>
    <w:rsid w:val="006F5748"/>
    <w:rsid w:val="006F64A9"/>
    <w:rsid w:val="006F6E24"/>
    <w:rsid w:val="006F7805"/>
    <w:rsid w:val="006F7C40"/>
    <w:rsid w:val="006F7E73"/>
    <w:rsid w:val="007001CA"/>
    <w:rsid w:val="0070075B"/>
    <w:rsid w:val="007008DF"/>
    <w:rsid w:val="00700B8B"/>
    <w:rsid w:val="0070101D"/>
    <w:rsid w:val="0070131D"/>
    <w:rsid w:val="007015C9"/>
    <w:rsid w:val="00701B56"/>
    <w:rsid w:val="00703597"/>
    <w:rsid w:val="00703DE6"/>
    <w:rsid w:val="00705AF3"/>
    <w:rsid w:val="007065AD"/>
    <w:rsid w:val="00706D31"/>
    <w:rsid w:val="00706EC5"/>
    <w:rsid w:val="00707AEA"/>
    <w:rsid w:val="00707D28"/>
    <w:rsid w:val="00710520"/>
    <w:rsid w:val="00710777"/>
    <w:rsid w:val="0071081C"/>
    <w:rsid w:val="00710F49"/>
    <w:rsid w:val="00711507"/>
    <w:rsid w:val="007118A3"/>
    <w:rsid w:val="00711AE6"/>
    <w:rsid w:val="00711C79"/>
    <w:rsid w:val="00714358"/>
    <w:rsid w:val="0071452C"/>
    <w:rsid w:val="00714897"/>
    <w:rsid w:val="00714B15"/>
    <w:rsid w:val="00714C85"/>
    <w:rsid w:val="00715433"/>
    <w:rsid w:val="0071649A"/>
    <w:rsid w:val="00716D67"/>
    <w:rsid w:val="00716F4C"/>
    <w:rsid w:val="00716F57"/>
    <w:rsid w:val="0071730B"/>
    <w:rsid w:val="00717583"/>
    <w:rsid w:val="00717984"/>
    <w:rsid w:val="00720913"/>
    <w:rsid w:val="007212BE"/>
    <w:rsid w:val="00721351"/>
    <w:rsid w:val="007216E6"/>
    <w:rsid w:val="007217C7"/>
    <w:rsid w:val="00722FBA"/>
    <w:rsid w:val="0072379B"/>
    <w:rsid w:val="00723A17"/>
    <w:rsid w:val="00723A2C"/>
    <w:rsid w:val="007248A5"/>
    <w:rsid w:val="007248BD"/>
    <w:rsid w:val="00724974"/>
    <w:rsid w:val="00724BBB"/>
    <w:rsid w:val="00724E24"/>
    <w:rsid w:val="00725011"/>
    <w:rsid w:val="007257A5"/>
    <w:rsid w:val="00726298"/>
    <w:rsid w:val="0072637E"/>
    <w:rsid w:val="00726C3D"/>
    <w:rsid w:val="00726C9D"/>
    <w:rsid w:val="0072763E"/>
    <w:rsid w:val="00727695"/>
    <w:rsid w:val="0073025D"/>
    <w:rsid w:val="00730538"/>
    <w:rsid w:val="00730E9D"/>
    <w:rsid w:val="00731B16"/>
    <w:rsid w:val="007331CF"/>
    <w:rsid w:val="00733796"/>
    <w:rsid w:val="00733C18"/>
    <w:rsid w:val="00733C43"/>
    <w:rsid w:val="00734822"/>
    <w:rsid w:val="00734D5D"/>
    <w:rsid w:val="007355FF"/>
    <w:rsid w:val="00736107"/>
    <w:rsid w:val="00736C6D"/>
    <w:rsid w:val="00736EFC"/>
    <w:rsid w:val="007372BD"/>
    <w:rsid w:val="0073738F"/>
    <w:rsid w:val="007376F5"/>
    <w:rsid w:val="007405F4"/>
    <w:rsid w:val="00740F33"/>
    <w:rsid w:val="0074136E"/>
    <w:rsid w:val="007415CF"/>
    <w:rsid w:val="00742386"/>
    <w:rsid w:val="00742536"/>
    <w:rsid w:val="00742C23"/>
    <w:rsid w:val="0074384C"/>
    <w:rsid w:val="007439B9"/>
    <w:rsid w:val="00743F6D"/>
    <w:rsid w:val="007441E4"/>
    <w:rsid w:val="007446B6"/>
    <w:rsid w:val="00744788"/>
    <w:rsid w:val="00744B31"/>
    <w:rsid w:val="00744BAC"/>
    <w:rsid w:val="00744CB6"/>
    <w:rsid w:val="00745707"/>
    <w:rsid w:val="00745F72"/>
    <w:rsid w:val="007465AC"/>
    <w:rsid w:val="00746B75"/>
    <w:rsid w:val="00746E55"/>
    <w:rsid w:val="0074792D"/>
    <w:rsid w:val="00747E18"/>
    <w:rsid w:val="00750719"/>
    <w:rsid w:val="007510C7"/>
    <w:rsid w:val="00751C8D"/>
    <w:rsid w:val="00751D32"/>
    <w:rsid w:val="007521DF"/>
    <w:rsid w:val="0075272A"/>
    <w:rsid w:val="00753D25"/>
    <w:rsid w:val="00754407"/>
    <w:rsid w:val="00754548"/>
    <w:rsid w:val="00754779"/>
    <w:rsid w:val="007548C4"/>
    <w:rsid w:val="00755C9B"/>
    <w:rsid w:val="007562E5"/>
    <w:rsid w:val="00756DDA"/>
    <w:rsid w:val="00757189"/>
    <w:rsid w:val="00757345"/>
    <w:rsid w:val="00760E0D"/>
    <w:rsid w:val="007611E9"/>
    <w:rsid w:val="0076159C"/>
    <w:rsid w:val="0076183A"/>
    <w:rsid w:val="00762675"/>
    <w:rsid w:val="00762857"/>
    <w:rsid w:val="00762C30"/>
    <w:rsid w:val="0076364D"/>
    <w:rsid w:val="00763B3E"/>
    <w:rsid w:val="00763C19"/>
    <w:rsid w:val="007645D9"/>
    <w:rsid w:val="00764630"/>
    <w:rsid w:val="007647EB"/>
    <w:rsid w:val="00764A47"/>
    <w:rsid w:val="007651AD"/>
    <w:rsid w:val="00765F54"/>
    <w:rsid w:val="007677E9"/>
    <w:rsid w:val="00767BF4"/>
    <w:rsid w:val="007705F7"/>
    <w:rsid w:val="00771498"/>
    <w:rsid w:val="007720D8"/>
    <w:rsid w:val="007724F7"/>
    <w:rsid w:val="00773251"/>
    <w:rsid w:val="00774227"/>
    <w:rsid w:val="0077460B"/>
    <w:rsid w:val="0077537F"/>
    <w:rsid w:val="00775FB1"/>
    <w:rsid w:val="00776A92"/>
    <w:rsid w:val="00776B5C"/>
    <w:rsid w:val="00777E5F"/>
    <w:rsid w:val="00780CBC"/>
    <w:rsid w:val="00782F05"/>
    <w:rsid w:val="00783E3E"/>
    <w:rsid w:val="007840BE"/>
    <w:rsid w:val="007848CF"/>
    <w:rsid w:val="00784C31"/>
    <w:rsid w:val="00784EFE"/>
    <w:rsid w:val="00784F7F"/>
    <w:rsid w:val="00785AE7"/>
    <w:rsid w:val="007902E9"/>
    <w:rsid w:val="00790A7C"/>
    <w:rsid w:val="0079136F"/>
    <w:rsid w:val="00791496"/>
    <w:rsid w:val="00791E74"/>
    <w:rsid w:val="00792D52"/>
    <w:rsid w:val="00793023"/>
    <w:rsid w:val="00794307"/>
    <w:rsid w:val="00794D7B"/>
    <w:rsid w:val="00796D1A"/>
    <w:rsid w:val="00796DD5"/>
    <w:rsid w:val="0079732A"/>
    <w:rsid w:val="007973F1"/>
    <w:rsid w:val="00797DA9"/>
    <w:rsid w:val="007A0210"/>
    <w:rsid w:val="007A03D4"/>
    <w:rsid w:val="007A1A89"/>
    <w:rsid w:val="007A1D82"/>
    <w:rsid w:val="007A2B87"/>
    <w:rsid w:val="007A313C"/>
    <w:rsid w:val="007A3281"/>
    <w:rsid w:val="007A348B"/>
    <w:rsid w:val="007A3D41"/>
    <w:rsid w:val="007A4098"/>
    <w:rsid w:val="007A46A0"/>
    <w:rsid w:val="007A5285"/>
    <w:rsid w:val="007A68BB"/>
    <w:rsid w:val="007A78A2"/>
    <w:rsid w:val="007A7923"/>
    <w:rsid w:val="007A7BAE"/>
    <w:rsid w:val="007B051D"/>
    <w:rsid w:val="007B10E2"/>
    <w:rsid w:val="007B250D"/>
    <w:rsid w:val="007B2778"/>
    <w:rsid w:val="007B34CC"/>
    <w:rsid w:val="007B391F"/>
    <w:rsid w:val="007B3FEF"/>
    <w:rsid w:val="007B44DA"/>
    <w:rsid w:val="007B4762"/>
    <w:rsid w:val="007B4C15"/>
    <w:rsid w:val="007B575A"/>
    <w:rsid w:val="007B58C9"/>
    <w:rsid w:val="007B5E49"/>
    <w:rsid w:val="007B677D"/>
    <w:rsid w:val="007B68E6"/>
    <w:rsid w:val="007B6BB6"/>
    <w:rsid w:val="007B6BB8"/>
    <w:rsid w:val="007B70E7"/>
    <w:rsid w:val="007B7B08"/>
    <w:rsid w:val="007C0B1C"/>
    <w:rsid w:val="007C0D96"/>
    <w:rsid w:val="007C0FFD"/>
    <w:rsid w:val="007C215F"/>
    <w:rsid w:val="007C2D86"/>
    <w:rsid w:val="007C3DC8"/>
    <w:rsid w:val="007C4100"/>
    <w:rsid w:val="007C420C"/>
    <w:rsid w:val="007C4DC0"/>
    <w:rsid w:val="007C57CD"/>
    <w:rsid w:val="007C57EC"/>
    <w:rsid w:val="007C59D9"/>
    <w:rsid w:val="007C60F6"/>
    <w:rsid w:val="007C6910"/>
    <w:rsid w:val="007C744E"/>
    <w:rsid w:val="007C79F0"/>
    <w:rsid w:val="007C7DE4"/>
    <w:rsid w:val="007C7ED5"/>
    <w:rsid w:val="007C7F9A"/>
    <w:rsid w:val="007D08C6"/>
    <w:rsid w:val="007D0AB6"/>
    <w:rsid w:val="007D27AB"/>
    <w:rsid w:val="007D28F3"/>
    <w:rsid w:val="007D3031"/>
    <w:rsid w:val="007D3816"/>
    <w:rsid w:val="007D3DF1"/>
    <w:rsid w:val="007D4230"/>
    <w:rsid w:val="007D4FC9"/>
    <w:rsid w:val="007D688D"/>
    <w:rsid w:val="007D7954"/>
    <w:rsid w:val="007E1661"/>
    <w:rsid w:val="007E2050"/>
    <w:rsid w:val="007E226D"/>
    <w:rsid w:val="007E2EA5"/>
    <w:rsid w:val="007E31D9"/>
    <w:rsid w:val="007E3FE5"/>
    <w:rsid w:val="007E439D"/>
    <w:rsid w:val="007E4BC3"/>
    <w:rsid w:val="007E4E7D"/>
    <w:rsid w:val="007E51ED"/>
    <w:rsid w:val="007E521E"/>
    <w:rsid w:val="007E5632"/>
    <w:rsid w:val="007E5702"/>
    <w:rsid w:val="007E5A3B"/>
    <w:rsid w:val="007E7B51"/>
    <w:rsid w:val="007F0B89"/>
    <w:rsid w:val="007F0E77"/>
    <w:rsid w:val="007F134D"/>
    <w:rsid w:val="007F2BE0"/>
    <w:rsid w:val="007F58D4"/>
    <w:rsid w:val="007F5A52"/>
    <w:rsid w:val="007F5EB8"/>
    <w:rsid w:val="007F6155"/>
    <w:rsid w:val="007F6232"/>
    <w:rsid w:val="007F6EC5"/>
    <w:rsid w:val="007F6ECA"/>
    <w:rsid w:val="0080012C"/>
    <w:rsid w:val="00800783"/>
    <w:rsid w:val="00801636"/>
    <w:rsid w:val="00801743"/>
    <w:rsid w:val="00801A8C"/>
    <w:rsid w:val="00802A74"/>
    <w:rsid w:val="0080334B"/>
    <w:rsid w:val="008035B9"/>
    <w:rsid w:val="008035BF"/>
    <w:rsid w:val="0080368D"/>
    <w:rsid w:val="00804315"/>
    <w:rsid w:val="00804F25"/>
    <w:rsid w:val="0080525B"/>
    <w:rsid w:val="0080525E"/>
    <w:rsid w:val="008053CA"/>
    <w:rsid w:val="0080776C"/>
    <w:rsid w:val="00807FFD"/>
    <w:rsid w:val="008102DE"/>
    <w:rsid w:val="0081065E"/>
    <w:rsid w:val="0081075A"/>
    <w:rsid w:val="008107F1"/>
    <w:rsid w:val="00810DEE"/>
    <w:rsid w:val="00811256"/>
    <w:rsid w:val="0081138E"/>
    <w:rsid w:val="00811562"/>
    <w:rsid w:val="00812E72"/>
    <w:rsid w:val="008134C0"/>
    <w:rsid w:val="0081354E"/>
    <w:rsid w:val="008136AC"/>
    <w:rsid w:val="00813AC6"/>
    <w:rsid w:val="00814A9A"/>
    <w:rsid w:val="00814C4C"/>
    <w:rsid w:val="00815E4B"/>
    <w:rsid w:val="00816A92"/>
    <w:rsid w:val="00816DA6"/>
    <w:rsid w:val="00817B94"/>
    <w:rsid w:val="00817C0B"/>
    <w:rsid w:val="00820013"/>
    <w:rsid w:val="008211BB"/>
    <w:rsid w:val="00821B64"/>
    <w:rsid w:val="00821E76"/>
    <w:rsid w:val="00822560"/>
    <w:rsid w:val="0082400B"/>
    <w:rsid w:val="00824579"/>
    <w:rsid w:val="00824612"/>
    <w:rsid w:val="00824E8A"/>
    <w:rsid w:val="00825567"/>
    <w:rsid w:val="00826C9B"/>
    <w:rsid w:val="00827E3C"/>
    <w:rsid w:val="00827EF0"/>
    <w:rsid w:val="00830305"/>
    <w:rsid w:val="00831AA3"/>
    <w:rsid w:val="008320B3"/>
    <w:rsid w:val="0083214A"/>
    <w:rsid w:val="00832BFA"/>
    <w:rsid w:val="008330DE"/>
    <w:rsid w:val="0083337B"/>
    <w:rsid w:val="0083375F"/>
    <w:rsid w:val="00834A27"/>
    <w:rsid w:val="008355C6"/>
    <w:rsid w:val="0083650F"/>
    <w:rsid w:val="00836866"/>
    <w:rsid w:val="008368C7"/>
    <w:rsid w:val="0083698F"/>
    <w:rsid w:val="00836A6D"/>
    <w:rsid w:val="00836C92"/>
    <w:rsid w:val="00837569"/>
    <w:rsid w:val="0083762C"/>
    <w:rsid w:val="008402EB"/>
    <w:rsid w:val="0084044A"/>
    <w:rsid w:val="008411DD"/>
    <w:rsid w:val="00842B81"/>
    <w:rsid w:val="008442E8"/>
    <w:rsid w:val="00844389"/>
    <w:rsid w:val="00846098"/>
    <w:rsid w:val="00846576"/>
    <w:rsid w:val="0084675E"/>
    <w:rsid w:val="00846B4B"/>
    <w:rsid w:val="00847961"/>
    <w:rsid w:val="00847A51"/>
    <w:rsid w:val="00850821"/>
    <w:rsid w:val="00850AE8"/>
    <w:rsid w:val="00850BFC"/>
    <w:rsid w:val="00852257"/>
    <w:rsid w:val="00852FDE"/>
    <w:rsid w:val="00854B8C"/>
    <w:rsid w:val="008571AB"/>
    <w:rsid w:val="00860056"/>
    <w:rsid w:val="008617B5"/>
    <w:rsid w:val="00861827"/>
    <w:rsid w:val="00862009"/>
    <w:rsid w:val="0086309C"/>
    <w:rsid w:val="008636B7"/>
    <w:rsid w:val="00864764"/>
    <w:rsid w:val="008648DE"/>
    <w:rsid w:val="00864C2E"/>
    <w:rsid w:val="0086657A"/>
    <w:rsid w:val="00866A29"/>
    <w:rsid w:val="00866BEA"/>
    <w:rsid w:val="00866F49"/>
    <w:rsid w:val="008671B8"/>
    <w:rsid w:val="00867808"/>
    <w:rsid w:val="008717C9"/>
    <w:rsid w:val="00871EF4"/>
    <w:rsid w:val="0087201A"/>
    <w:rsid w:val="00872505"/>
    <w:rsid w:val="00873332"/>
    <w:rsid w:val="00874F76"/>
    <w:rsid w:val="008771E0"/>
    <w:rsid w:val="00877F4A"/>
    <w:rsid w:val="00877FC5"/>
    <w:rsid w:val="00880111"/>
    <w:rsid w:val="00880BD6"/>
    <w:rsid w:val="00880FE2"/>
    <w:rsid w:val="00881623"/>
    <w:rsid w:val="00881F0B"/>
    <w:rsid w:val="008829DB"/>
    <w:rsid w:val="00882B39"/>
    <w:rsid w:val="008834B4"/>
    <w:rsid w:val="00883B80"/>
    <w:rsid w:val="00884A46"/>
    <w:rsid w:val="00884D52"/>
    <w:rsid w:val="00885070"/>
    <w:rsid w:val="00885532"/>
    <w:rsid w:val="0088570A"/>
    <w:rsid w:val="00886681"/>
    <w:rsid w:val="00886B20"/>
    <w:rsid w:val="00887ED5"/>
    <w:rsid w:val="008903CF"/>
    <w:rsid w:val="00890926"/>
    <w:rsid w:val="00890CB7"/>
    <w:rsid w:val="00890D89"/>
    <w:rsid w:val="00891AC3"/>
    <w:rsid w:val="00892292"/>
    <w:rsid w:val="008925BC"/>
    <w:rsid w:val="00892D97"/>
    <w:rsid w:val="00892EDA"/>
    <w:rsid w:val="0089363D"/>
    <w:rsid w:val="008946DF"/>
    <w:rsid w:val="00895317"/>
    <w:rsid w:val="008954B6"/>
    <w:rsid w:val="008959BD"/>
    <w:rsid w:val="00896333"/>
    <w:rsid w:val="00896EA4"/>
    <w:rsid w:val="00897810"/>
    <w:rsid w:val="00897834"/>
    <w:rsid w:val="00897E84"/>
    <w:rsid w:val="008A029B"/>
    <w:rsid w:val="008A0B4A"/>
    <w:rsid w:val="008A0FD6"/>
    <w:rsid w:val="008A1512"/>
    <w:rsid w:val="008A21B4"/>
    <w:rsid w:val="008A2424"/>
    <w:rsid w:val="008A3054"/>
    <w:rsid w:val="008A3CD8"/>
    <w:rsid w:val="008A4DB6"/>
    <w:rsid w:val="008A5382"/>
    <w:rsid w:val="008A5C03"/>
    <w:rsid w:val="008A79AA"/>
    <w:rsid w:val="008A7CB8"/>
    <w:rsid w:val="008A7D00"/>
    <w:rsid w:val="008B012D"/>
    <w:rsid w:val="008B0F39"/>
    <w:rsid w:val="008B18E3"/>
    <w:rsid w:val="008B1EF5"/>
    <w:rsid w:val="008B2248"/>
    <w:rsid w:val="008B3A95"/>
    <w:rsid w:val="008B3C44"/>
    <w:rsid w:val="008B3F9E"/>
    <w:rsid w:val="008B46E8"/>
    <w:rsid w:val="008B4EED"/>
    <w:rsid w:val="008B51DA"/>
    <w:rsid w:val="008B5831"/>
    <w:rsid w:val="008B5AF7"/>
    <w:rsid w:val="008B68BC"/>
    <w:rsid w:val="008B6D28"/>
    <w:rsid w:val="008B6DEB"/>
    <w:rsid w:val="008B777D"/>
    <w:rsid w:val="008B778F"/>
    <w:rsid w:val="008B7C2B"/>
    <w:rsid w:val="008B7E0C"/>
    <w:rsid w:val="008C0E70"/>
    <w:rsid w:val="008C1781"/>
    <w:rsid w:val="008C2245"/>
    <w:rsid w:val="008C356A"/>
    <w:rsid w:val="008C3822"/>
    <w:rsid w:val="008C442E"/>
    <w:rsid w:val="008C4F5C"/>
    <w:rsid w:val="008C518E"/>
    <w:rsid w:val="008C51A4"/>
    <w:rsid w:val="008C51EC"/>
    <w:rsid w:val="008C5343"/>
    <w:rsid w:val="008C56B9"/>
    <w:rsid w:val="008C6326"/>
    <w:rsid w:val="008C6AFD"/>
    <w:rsid w:val="008C7022"/>
    <w:rsid w:val="008C74BE"/>
    <w:rsid w:val="008D0F4B"/>
    <w:rsid w:val="008D1737"/>
    <w:rsid w:val="008D18A8"/>
    <w:rsid w:val="008D1E21"/>
    <w:rsid w:val="008D25BA"/>
    <w:rsid w:val="008D25CB"/>
    <w:rsid w:val="008D2731"/>
    <w:rsid w:val="008D2967"/>
    <w:rsid w:val="008D3797"/>
    <w:rsid w:val="008D4091"/>
    <w:rsid w:val="008D44FF"/>
    <w:rsid w:val="008D4F07"/>
    <w:rsid w:val="008D56CE"/>
    <w:rsid w:val="008D5B0B"/>
    <w:rsid w:val="008D5C30"/>
    <w:rsid w:val="008D5F65"/>
    <w:rsid w:val="008D70D2"/>
    <w:rsid w:val="008D79C0"/>
    <w:rsid w:val="008E1588"/>
    <w:rsid w:val="008E1FCD"/>
    <w:rsid w:val="008E28F1"/>
    <w:rsid w:val="008E2969"/>
    <w:rsid w:val="008E2A05"/>
    <w:rsid w:val="008E2A71"/>
    <w:rsid w:val="008E2B4C"/>
    <w:rsid w:val="008E2C2B"/>
    <w:rsid w:val="008E3205"/>
    <w:rsid w:val="008E3AE5"/>
    <w:rsid w:val="008E474B"/>
    <w:rsid w:val="008E4F2E"/>
    <w:rsid w:val="008E77B2"/>
    <w:rsid w:val="008E7884"/>
    <w:rsid w:val="008E7CAC"/>
    <w:rsid w:val="008F0D7D"/>
    <w:rsid w:val="008F12D3"/>
    <w:rsid w:val="008F1AC9"/>
    <w:rsid w:val="008F1CA9"/>
    <w:rsid w:val="008F1FEC"/>
    <w:rsid w:val="008F23F7"/>
    <w:rsid w:val="008F2BC5"/>
    <w:rsid w:val="008F3539"/>
    <w:rsid w:val="008F4026"/>
    <w:rsid w:val="008F41A6"/>
    <w:rsid w:val="008F4425"/>
    <w:rsid w:val="008F44E0"/>
    <w:rsid w:val="008F4954"/>
    <w:rsid w:val="008F4D33"/>
    <w:rsid w:val="008F4DA7"/>
    <w:rsid w:val="008F50EA"/>
    <w:rsid w:val="008F5201"/>
    <w:rsid w:val="008F547D"/>
    <w:rsid w:val="008F5E9B"/>
    <w:rsid w:val="008F5F12"/>
    <w:rsid w:val="008F5F97"/>
    <w:rsid w:val="008F639A"/>
    <w:rsid w:val="008F6EEC"/>
    <w:rsid w:val="008F72A2"/>
    <w:rsid w:val="008F782D"/>
    <w:rsid w:val="009003A2"/>
    <w:rsid w:val="00900B12"/>
    <w:rsid w:val="00900C0A"/>
    <w:rsid w:val="00900FAC"/>
    <w:rsid w:val="0090143F"/>
    <w:rsid w:val="00901DEC"/>
    <w:rsid w:val="00903210"/>
    <w:rsid w:val="00904322"/>
    <w:rsid w:val="00905C98"/>
    <w:rsid w:val="00906140"/>
    <w:rsid w:val="0090696C"/>
    <w:rsid w:val="00906AE9"/>
    <w:rsid w:val="0090710F"/>
    <w:rsid w:val="009072B4"/>
    <w:rsid w:val="009075E5"/>
    <w:rsid w:val="00907ADB"/>
    <w:rsid w:val="009105E2"/>
    <w:rsid w:val="00911858"/>
    <w:rsid w:val="00911D47"/>
    <w:rsid w:val="00912300"/>
    <w:rsid w:val="009127BE"/>
    <w:rsid w:val="00912A29"/>
    <w:rsid w:val="009140A0"/>
    <w:rsid w:val="00914A06"/>
    <w:rsid w:val="00914A54"/>
    <w:rsid w:val="00914C53"/>
    <w:rsid w:val="00915009"/>
    <w:rsid w:val="009151C6"/>
    <w:rsid w:val="009154BE"/>
    <w:rsid w:val="00916044"/>
    <w:rsid w:val="009160E4"/>
    <w:rsid w:val="00916675"/>
    <w:rsid w:val="00916F61"/>
    <w:rsid w:val="00917A0F"/>
    <w:rsid w:val="00917CD3"/>
    <w:rsid w:val="009213D6"/>
    <w:rsid w:val="009216B9"/>
    <w:rsid w:val="00921712"/>
    <w:rsid w:val="00921C7B"/>
    <w:rsid w:val="00921F0A"/>
    <w:rsid w:val="00922269"/>
    <w:rsid w:val="0092239E"/>
    <w:rsid w:val="00922A16"/>
    <w:rsid w:val="009237CD"/>
    <w:rsid w:val="00924131"/>
    <w:rsid w:val="00925F6A"/>
    <w:rsid w:val="00926412"/>
    <w:rsid w:val="00926EF6"/>
    <w:rsid w:val="009275AB"/>
    <w:rsid w:val="009278A7"/>
    <w:rsid w:val="00927AA3"/>
    <w:rsid w:val="009302F6"/>
    <w:rsid w:val="00930F67"/>
    <w:rsid w:val="009317E0"/>
    <w:rsid w:val="0093195B"/>
    <w:rsid w:val="009323E4"/>
    <w:rsid w:val="00932A39"/>
    <w:rsid w:val="00932C92"/>
    <w:rsid w:val="009337B0"/>
    <w:rsid w:val="00934AFC"/>
    <w:rsid w:val="00935714"/>
    <w:rsid w:val="009367AD"/>
    <w:rsid w:val="00936FE7"/>
    <w:rsid w:val="009377BB"/>
    <w:rsid w:val="00937A3B"/>
    <w:rsid w:val="00937CDE"/>
    <w:rsid w:val="009403CC"/>
    <w:rsid w:val="00940586"/>
    <w:rsid w:val="0094078B"/>
    <w:rsid w:val="009410DF"/>
    <w:rsid w:val="00941956"/>
    <w:rsid w:val="00941E47"/>
    <w:rsid w:val="00942C65"/>
    <w:rsid w:val="009432BC"/>
    <w:rsid w:val="009446C6"/>
    <w:rsid w:val="00944756"/>
    <w:rsid w:val="009448F6"/>
    <w:rsid w:val="00944BE1"/>
    <w:rsid w:val="009455E6"/>
    <w:rsid w:val="00945C19"/>
    <w:rsid w:val="00946892"/>
    <w:rsid w:val="009500FB"/>
    <w:rsid w:val="00950724"/>
    <w:rsid w:val="00951062"/>
    <w:rsid w:val="009510C0"/>
    <w:rsid w:val="0095111C"/>
    <w:rsid w:val="0095123B"/>
    <w:rsid w:val="00951E00"/>
    <w:rsid w:val="009520F1"/>
    <w:rsid w:val="00952430"/>
    <w:rsid w:val="009528DC"/>
    <w:rsid w:val="0095369E"/>
    <w:rsid w:val="00954FEE"/>
    <w:rsid w:val="00955555"/>
    <w:rsid w:val="009555CD"/>
    <w:rsid w:val="009569F8"/>
    <w:rsid w:val="00956DCB"/>
    <w:rsid w:val="0095727C"/>
    <w:rsid w:val="00957AAE"/>
    <w:rsid w:val="00960920"/>
    <w:rsid w:val="0096273B"/>
    <w:rsid w:val="00962832"/>
    <w:rsid w:val="00962BB5"/>
    <w:rsid w:val="00963B97"/>
    <w:rsid w:val="0096470A"/>
    <w:rsid w:val="00966729"/>
    <w:rsid w:val="0096702B"/>
    <w:rsid w:val="00967752"/>
    <w:rsid w:val="00970417"/>
    <w:rsid w:val="00970EB1"/>
    <w:rsid w:val="0097161B"/>
    <w:rsid w:val="00972A7A"/>
    <w:rsid w:val="00972CF2"/>
    <w:rsid w:val="00973BB6"/>
    <w:rsid w:val="00974156"/>
    <w:rsid w:val="009742AE"/>
    <w:rsid w:val="00974368"/>
    <w:rsid w:val="00974557"/>
    <w:rsid w:val="00974590"/>
    <w:rsid w:val="0097565F"/>
    <w:rsid w:val="00975FC2"/>
    <w:rsid w:val="0097646B"/>
    <w:rsid w:val="00976E9A"/>
    <w:rsid w:val="009774F8"/>
    <w:rsid w:val="00977848"/>
    <w:rsid w:val="0097799F"/>
    <w:rsid w:val="00977A3F"/>
    <w:rsid w:val="00980199"/>
    <w:rsid w:val="009804F0"/>
    <w:rsid w:val="00980969"/>
    <w:rsid w:val="00980A7F"/>
    <w:rsid w:val="00980AB3"/>
    <w:rsid w:val="00981553"/>
    <w:rsid w:val="009817D4"/>
    <w:rsid w:val="0098199A"/>
    <w:rsid w:val="00982393"/>
    <w:rsid w:val="009830EF"/>
    <w:rsid w:val="0098398F"/>
    <w:rsid w:val="00983D25"/>
    <w:rsid w:val="00985202"/>
    <w:rsid w:val="009855C8"/>
    <w:rsid w:val="0098633B"/>
    <w:rsid w:val="0098652B"/>
    <w:rsid w:val="0098691C"/>
    <w:rsid w:val="00986E23"/>
    <w:rsid w:val="00986F3F"/>
    <w:rsid w:val="009871D8"/>
    <w:rsid w:val="00987386"/>
    <w:rsid w:val="00987DF1"/>
    <w:rsid w:val="00987E39"/>
    <w:rsid w:val="00990F7C"/>
    <w:rsid w:val="00991835"/>
    <w:rsid w:val="00992A4F"/>
    <w:rsid w:val="0099366C"/>
    <w:rsid w:val="00993E96"/>
    <w:rsid w:val="0099497C"/>
    <w:rsid w:val="0099498C"/>
    <w:rsid w:val="00994F33"/>
    <w:rsid w:val="009962B9"/>
    <w:rsid w:val="0099644E"/>
    <w:rsid w:val="009966F2"/>
    <w:rsid w:val="0099698F"/>
    <w:rsid w:val="009977DD"/>
    <w:rsid w:val="00997810"/>
    <w:rsid w:val="009979BC"/>
    <w:rsid w:val="009A05A7"/>
    <w:rsid w:val="009A2E18"/>
    <w:rsid w:val="009A309E"/>
    <w:rsid w:val="009A32D5"/>
    <w:rsid w:val="009A3610"/>
    <w:rsid w:val="009A50AE"/>
    <w:rsid w:val="009A529A"/>
    <w:rsid w:val="009A5E24"/>
    <w:rsid w:val="009A624F"/>
    <w:rsid w:val="009A6F9E"/>
    <w:rsid w:val="009A7FFE"/>
    <w:rsid w:val="009B03BD"/>
    <w:rsid w:val="009B1A31"/>
    <w:rsid w:val="009B3397"/>
    <w:rsid w:val="009B3404"/>
    <w:rsid w:val="009B3542"/>
    <w:rsid w:val="009B448B"/>
    <w:rsid w:val="009B5455"/>
    <w:rsid w:val="009B620D"/>
    <w:rsid w:val="009B647F"/>
    <w:rsid w:val="009B6967"/>
    <w:rsid w:val="009C039E"/>
    <w:rsid w:val="009C0639"/>
    <w:rsid w:val="009C0D1B"/>
    <w:rsid w:val="009C0FA3"/>
    <w:rsid w:val="009C109B"/>
    <w:rsid w:val="009C195C"/>
    <w:rsid w:val="009C19D9"/>
    <w:rsid w:val="009C21C0"/>
    <w:rsid w:val="009C27BC"/>
    <w:rsid w:val="009C2E7C"/>
    <w:rsid w:val="009C3318"/>
    <w:rsid w:val="009C3687"/>
    <w:rsid w:val="009C37E7"/>
    <w:rsid w:val="009C39A0"/>
    <w:rsid w:val="009C3FA0"/>
    <w:rsid w:val="009C465C"/>
    <w:rsid w:val="009C4C9E"/>
    <w:rsid w:val="009C56E4"/>
    <w:rsid w:val="009C684C"/>
    <w:rsid w:val="009C7543"/>
    <w:rsid w:val="009C7DD6"/>
    <w:rsid w:val="009C7DDF"/>
    <w:rsid w:val="009D1D41"/>
    <w:rsid w:val="009D2B48"/>
    <w:rsid w:val="009D2C3F"/>
    <w:rsid w:val="009D2E11"/>
    <w:rsid w:val="009D3B34"/>
    <w:rsid w:val="009D40C7"/>
    <w:rsid w:val="009D479E"/>
    <w:rsid w:val="009D4E4E"/>
    <w:rsid w:val="009D656A"/>
    <w:rsid w:val="009D72A6"/>
    <w:rsid w:val="009E0089"/>
    <w:rsid w:val="009E0351"/>
    <w:rsid w:val="009E0DAC"/>
    <w:rsid w:val="009E1C8D"/>
    <w:rsid w:val="009E1E89"/>
    <w:rsid w:val="009E20B9"/>
    <w:rsid w:val="009E31C8"/>
    <w:rsid w:val="009E3934"/>
    <w:rsid w:val="009E39B0"/>
    <w:rsid w:val="009E3BB5"/>
    <w:rsid w:val="009E3D44"/>
    <w:rsid w:val="009E3E0A"/>
    <w:rsid w:val="009E4225"/>
    <w:rsid w:val="009E46F5"/>
    <w:rsid w:val="009E47DC"/>
    <w:rsid w:val="009E5399"/>
    <w:rsid w:val="009E578C"/>
    <w:rsid w:val="009E6470"/>
    <w:rsid w:val="009E6E90"/>
    <w:rsid w:val="009F08C7"/>
    <w:rsid w:val="009F0EA2"/>
    <w:rsid w:val="009F11CB"/>
    <w:rsid w:val="009F1380"/>
    <w:rsid w:val="009F17FE"/>
    <w:rsid w:val="009F1A0F"/>
    <w:rsid w:val="009F2D1E"/>
    <w:rsid w:val="009F2FE4"/>
    <w:rsid w:val="009F3B54"/>
    <w:rsid w:val="009F3EE2"/>
    <w:rsid w:val="009F451A"/>
    <w:rsid w:val="009F45E1"/>
    <w:rsid w:val="009F48E8"/>
    <w:rsid w:val="009F4BA6"/>
    <w:rsid w:val="009F5152"/>
    <w:rsid w:val="009F54AF"/>
    <w:rsid w:val="009F5506"/>
    <w:rsid w:val="009F5517"/>
    <w:rsid w:val="009F58FF"/>
    <w:rsid w:val="009F5BE7"/>
    <w:rsid w:val="009F615F"/>
    <w:rsid w:val="009F6A8C"/>
    <w:rsid w:val="00A00531"/>
    <w:rsid w:val="00A00B52"/>
    <w:rsid w:val="00A012E1"/>
    <w:rsid w:val="00A01DB9"/>
    <w:rsid w:val="00A021D9"/>
    <w:rsid w:val="00A024C6"/>
    <w:rsid w:val="00A03B21"/>
    <w:rsid w:val="00A03F42"/>
    <w:rsid w:val="00A046C7"/>
    <w:rsid w:val="00A0498A"/>
    <w:rsid w:val="00A04CAD"/>
    <w:rsid w:val="00A04E53"/>
    <w:rsid w:val="00A050CA"/>
    <w:rsid w:val="00A055FD"/>
    <w:rsid w:val="00A05E12"/>
    <w:rsid w:val="00A05EF7"/>
    <w:rsid w:val="00A066F9"/>
    <w:rsid w:val="00A06A6C"/>
    <w:rsid w:val="00A0710D"/>
    <w:rsid w:val="00A07715"/>
    <w:rsid w:val="00A10FD0"/>
    <w:rsid w:val="00A1175E"/>
    <w:rsid w:val="00A11932"/>
    <w:rsid w:val="00A130F0"/>
    <w:rsid w:val="00A13E95"/>
    <w:rsid w:val="00A13FF4"/>
    <w:rsid w:val="00A14096"/>
    <w:rsid w:val="00A14392"/>
    <w:rsid w:val="00A153E6"/>
    <w:rsid w:val="00A1778B"/>
    <w:rsid w:val="00A20101"/>
    <w:rsid w:val="00A205C5"/>
    <w:rsid w:val="00A20717"/>
    <w:rsid w:val="00A2085E"/>
    <w:rsid w:val="00A20C2C"/>
    <w:rsid w:val="00A21357"/>
    <w:rsid w:val="00A2343C"/>
    <w:rsid w:val="00A23552"/>
    <w:rsid w:val="00A2383B"/>
    <w:rsid w:val="00A238CE"/>
    <w:rsid w:val="00A24517"/>
    <w:rsid w:val="00A257A3"/>
    <w:rsid w:val="00A261DA"/>
    <w:rsid w:val="00A26354"/>
    <w:rsid w:val="00A265E8"/>
    <w:rsid w:val="00A27937"/>
    <w:rsid w:val="00A27D61"/>
    <w:rsid w:val="00A301A1"/>
    <w:rsid w:val="00A301D6"/>
    <w:rsid w:val="00A311CD"/>
    <w:rsid w:val="00A31233"/>
    <w:rsid w:val="00A31282"/>
    <w:rsid w:val="00A3163C"/>
    <w:rsid w:val="00A317D2"/>
    <w:rsid w:val="00A33839"/>
    <w:rsid w:val="00A34298"/>
    <w:rsid w:val="00A34614"/>
    <w:rsid w:val="00A34735"/>
    <w:rsid w:val="00A35327"/>
    <w:rsid w:val="00A362ED"/>
    <w:rsid w:val="00A3648E"/>
    <w:rsid w:val="00A36582"/>
    <w:rsid w:val="00A369F9"/>
    <w:rsid w:val="00A36BB3"/>
    <w:rsid w:val="00A36DCF"/>
    <w:rsid w:val="00A36F75"/>
    <w:rsid w:val="00A400C2"/>
    <w:rsid w:val="00A40779"/>
    <w:rsid w:val="00A40ACE"/>
    <w:rsid w:val="00A420A6"/>
    <w:rsid w:val="00A424EC"/>
    <w:rsid w:val="00A430BA"/>
    <w:rsid w:val="00A445D9"/>
    <w:rsid w:val="00A44608"/>
    <w:rsid w:val="00A44742"/>
    <w:rsid w:val="00A44B32"/>
    <w:rsid w:val="00A44FAE"/>
    <w:rsid w:val="00A450BD"/>
    <w:rsid w:val="00A453B1"/>
    <w:rsid w:val="00A453C4"/>
    <w:rsid w:val="00A45708"/>
    <w:rsid w:val="00A45A12"/>
    <w:rsid w:val="00A46696"/>
    <w:rsid w:val="00A46F5C"/>
    <w:rsid w:val="00A504AD"/>
    <w:rsid w:val="00A5064C"/>
    <w:rsid w:val="00A51C29"/>
    <w:rsid w:val="00A51F1E"/>
    <w:rsid w:val="00A52A1D"/>
    <w:rsid w:val="00A53753"/>
    <w:rsid w:val="00A537BE"/>
    <w:rsid w:val="00A54467"/>
    <w:rsid w:val="00A54958"/>
    <w:rsid w:val="00A54A50"/>
    <w:rsid w:val="00A5580A"/>
    <w:rsid w:val="00A56027"/>
    <w:rsid w:val="00A562D8"/>
    <w:rsid w:val="00A570F8"/>
    <w:rsid w:val="00A571ED"/>
    <w:rsid w:val="00A57AA0"/>
    <w:rsid w:val="00A601AA"/>
    <w:rsid w:val="00A60FAF"/>
    <w:rsid w:val="00A6133E"/>
    <w:rsid w:val="00A62039"/>
    <w:rsid w:val="00A63691"/>
    <w:rsid w:val="00A639CE"/>
    <w:rsid w:val="00A63A7C"/>
    <w:rsid w:val="00A63FB1"/>
    <w:rsid w:val="00A64234"/>
    <w:rsid w:val="00A64C44"/>
    <w:rsid w:val="00A65038"/>
    <w:rsid w:val="00A65696"/>
    <w:rsid w:val="00A65698"/>
    <w:rsid w:val="00A66B08"/>
    <w:rsid w:val="00A66EAA"/>
    <w:rsid w:val="00A672D0"/>
    <w:rsid w:val="00A678A1"/>
    <w:rsid w:val="00A678FE"/>
    <w:rsid w:val="00A70735"/>
    <w:rsid w:val="00A70D35"/>
    <w:rsid w:val="00A70F36"/>
    <w:rsid w:val="00A71044"/>
    <w:rsid w:val="00A710D2"/>
    <w:rsid w:val="00A71867"/>
    <w:rsid w:val="00A718B2"/>
    <w:rsid w:val="00A718E0"/>
    <w:rsid w:val="00A7228E"/>
    <w:rsid w:val="00A72966"/>
    <w:rsid w:val="00A72DAE"/>
    <w:rsid w:val="00A72DBF"/>
    <w:rsid w:val="00A7335C"/>
    <w:rsid w:val="00A73447"/>
    <w:rsid w:val="00A73B66"/>
    <w:rsid w:val="00A740B5"/>
    <w:rsid w:val="00A7625A"/>
    <w:rsid w:val="00A76884"/>
    <w:rsid w:val="00A76E1F"/>
    <w:rsid w:val="00A777AC"/>
    <w:rsid w:val="00A80504"/>
    <w:rsid w:val="00A80668"/>
    <w:rsid w:val="00A80D9B"/>
    <w:rsid w:val="00A814AC"/>
    <w:rsid w:val="00A81C18"/>
    <w:rsid w:val="00A81DF1"/>
    <w:rsid w:val="00A827C3"/>
    <w:rsid w:val="00A8286D"/>
    <w:rsid w:val="00A8322E"/>
    <w:rsid w:val="00A838CA"/>
    <w:rsid w:val="00A8406E"/>
    <w:rsid w:val="00A843CF"/>
    <w:rsid w:val="00A84F6D"/>
    <w:rsid w:val="00A85FA7"/>
    <w:rsid w:val="00A864AE"/>
    <w:rsid w:val="00A86704"/>
    <w:rsid w:val="00A86DD2"/>
    <w:rsid w:val="00A86E23"/>
    <w:rsid w:val="00A8700A"/>
    <w:rsid w:val="00A8739A"/>
    <w:rsid w:val="00A87462"/>
    <w:rsid w:val="00A87E81"/>
    <w:rsid w:val="00A901D8"/>
    <w:rsid w:val="00A9035D"/>
    <w:rsid w:val="00A91711"/>
    <w:rsid w:val="00A91AB0"/>
    <w:rsid w:val="00A92562"/>
    <w:rsid w:val="00A931A7"/>
    <w:rsid w:val="00A93ED9"/>
    <w:rsid w:val="00A94838"/>
    <w:rsid w:val="00A948E8"/>
    <w:rsid w:val="00A94AC3"/>
    <w:rsid w:val="00A95023"/>
    <w:rsid w:val="00A956A8"/>
    <w:rsid w:val="00A957D7"/>
    <w:rsid w:val="00A979D2"/>
    <w:rsid w:val="00AA0AB0"/>
    <w:rsid w:val="00AA0B45"/>
    <w:rsid w:val="00AA16FA"/>
    <w:rsid w:val="00AA2416"/>
    <w:rsid w:val="00AA2B7A"/>
    <w:rsid w:val="00AA3B6F"/>
    <w:rsid w:val="00AA5276"/>
    <w:rsid w:val="00AA59B9"/>
    <w:rsid w:val="00AA646B"/>
    <w:rsid w:val="00AA6617"/>
    <w:rsid w:val="00AA73F6"/>
    <w:rsid w:val="00AA75EA"/>
    <w:rsid w:val="00AA765D"/>
    <w:rsid w:val="00AA7DCE"/>
    <w:rsid w:val="00AB0206"/>
    <w:rsid w:val="00AB03C6"/>
    <w:rsid w:val="00AB0431"/>
    <w:rsid w:val="00AB115C"/>
    <w:rsid w:val="00AB1B62"/>
    <w:rsid w:val="00AB1E13"/>
    <w:rsid w:val="00AB1EAE"/>
    <w:rsid w:val="00AB1F36"/>
    <w:rsid w:val="00AB2853"/>
    <w:rsid w:val="00AB351A"/>
    <w:rsid w:val="00AB3584"/>
    <w:rsid w:val="00AB36C2"/>
    <w:rsid w:val="00AB44BC"/>
    <w:rsid w:val="00AB52E8"/>
    <w:rsid w:val="00AB5D9A"/>
    <w:rsid w:val="00AB63E9"/>
    <w:rsid w:val="00AB64D2"/>
    <w:rsid w:val="00AB65C2"/>
    <w:rsid w:val="00AB7012"/>
    <w:rsid w:val="00AB76E4"/>
    <w:rsid w:val="00AB7836"/>
    <w:rsid w:val="00AC02F9"/>
    <w:rsid w:val="00AC0840"/>
    <w:rsid w:val="00AC0C8B"/>
    <w:rsid w:val="00AC0F2F"/>
    <w:rsid w:val="00AC16AE"/>
    <w:rsid w:val="00AC2181"/>
    <w:rsid w:val="00AC2644"/>
    <w:rsid w:val="00AC28CF"/>
    <w:rsid w:val="00AC3312"/>
    <w:rsid w:val="00AC35D9"/>
    <w:rsid w:val="00AC3629"/>
    <w:rsid w:val="00AC3EB8"/>
    <w:rsid w:val="00AC5645"/>
    <w:rsid w:val="00AC5E66"/>
    <w:rsid w:val="00AC5F45"/>
    <w:rsid w:val="00AC5FBF"/>
    <w:rsid w:val="00AC6015"/>
    <w:rsid w:val="00AC6A25"/>
    <w:rsid w:val="00AC6D52"/>
    <w:rsid w:val="00AC6E19"/>
    <w:rsid w:val="00AC72E8"/>
    <w:rsid w:val="00AC7BD3"/>
    <w:rsid w:val="00AC7BE9"/>
    <w:rsid w:val="00AC7C8E"/>
    <w:rsid w:val="00AD0072"/>
    <w:rsid w:val="00AD0CB7"/>
    <w:rsid w:val="00AD0EB6"/>
    <w:rsid w:val="00AD10BB"/>
    <w:rsid w:val="00AD113E"/>
    <w:rsid w:val="00AD2138"/>
    <w:rsid w:val="00AD38E5"/>
    <w:rsid w:val="00AD3ECB"/>
    <w:rsid w:val="00AD4207"/>
    <w:rsid w:val="00AD42A3"/>
    <w:rsid w:val="00AD5046"/>
    <w:rsid w:val="00AD5C30"/>
    <w:rsid w:val="00AD69C7"/>
    <w:rsid w:val="00AD6D0E"/>
    <w:rsid w:val="00AD77C5"/>
    <w:rsid w:val="00AD7A38"/>
    <w:rsid w:val="00AD7D48"/>
    <w:rsid w:val="00AE0F0B"/>
    <w:rsid w:val="00AE0F21"/>
    <w:rsid w:val="00AE1274"/>
    <w:rsid w:val="00AE1B0D"/>
    <w:rsid w:val="00AE1F8C"/>
    <w:rsid w:val="00AE3A80"/>
    <w:rsid w:val="00AE3DFE"/>
    <w:rsid w:val="00AE465B"/>
    <w:rsid w:val="00AE5338"/>
    <w:rsid w:val="00AE5EA7"/>
    <w:rsid w:val="00AE6070"/>
    <w:rsid w:val="00AE6333"/>
    <w:rsid w:val="00AE658F"/>
    <w:rsid w:val="00AE669E"/>
    <w:rsid w:val="00AE6808"/>
    <w:rsid w:val="00AE75D7"/>
    <w:rsid w:val="00AF0007"/>
    <w:rsid w:val="00AF0086"/>
    <w:rsid w:val="00AF08A1"/>
    <w:rsid w:val="00AF0CF6"/>
    <w:rsid w:val="00AF0DD9"/>
    <w:rsid w:val="00AF1237"/>
    <w:rsid w:val="00AF1B04"/>
    <w:rsid w:val="00AF1F42"/>
    <w:rsid w:val="00AF2B83"/>
    <w:rsid w:val="00AF2DC9"/>
    <w:rsid w:val="00AF31EB"/>
    <w:rsid w:val="00AF35A2"/>
    <w:rsid w:val="00AF36CB"/>
    <w:rsid w:val="00AF38A9"/>
    <w:rsid w:val="00AF4134"/>
    <w:rsid w:val="00AF4430"/>
    <w:rsid w:val="00AF46DB"/>
    <w:rsid w:val="00AF5DFB"/>
    <w:rsid w:val="00AF61BA"/>
    <w:rsid w:val="00AF6977"/>
    <w:rsid w:val="00AF6E63"/>
    <w:rsid w:val="00AF6EA8"/>
    <w:rsid w:val="00AF6F21"/>
    <w:rsid w:val="00B0004E"/>
    <w:rsid w:val="00B0154A"/>
    <w:rsid w:val="00B0179F"/>
    <w:rsid w:val="00B0205F"/>
    <w:rsid w:val="00B0209A"/>
    <w:rsid w:val="00B02304"/>
    <w:rsid w:val="00B02CAA"/>
    <w:rsid w:val="00B034A6"/>
    <w:rsid w:val="00B036F2"/>
    <w:rsid w:val="00B0467C"/>
    <w:rsid w:val="00B04791"/>
    <w:rsid w:val="00B04B0A"/>
    <w:rsid w:val="00B04D44"/>
    <w:rsid w:val="00B04E61"/>
    <w:rsid w:val="00B04E80"/>
    <w:rsid w:val="00B06592"/>
    <w:rsid w:val="00B067C9"/>
    <w:rsid w:val="00B0797D"/>
    <w:rsid w:val="00B10C8D"/>
    <w:rsid w:val="00B1143A"/>
    <w:rsid w:val="00B11649"/>
    <w:rsid w:val="00B11A49"/>
    <w:rsid w:val="00B11F27"/>
    <w:rsid w:val="00B12945"/>
    <w:rsid w:val="00B12982"/>
    <w:rsid w:val="00B135F0"/>
    <w:rsid w:val="00B140D4"/>
    <w:rsid w:val="00B14E2B"/>
    <w:rsid w:val="00B1501E"/>
    <w:rsid w:val="00B15649"/>
    <w:rsid w:val="00B158C9"/>
    <w:rsid w:val="00B15DA1"/>
    <w:rsid w:val="00B16BD1"/>
    <w:rsid w:val="00B16D88"/>
    <w:rsid w:val="00B202AA"/>
    <w:rsid w:val="00B20915"/>
    <w:rsid w:val="00B2158B"/>
    <w:rsid w:val="00B2216E"/>
    <w:rsid w:val="00B22C94"/>
    <w:rsid w:val="00B233F5"/>
    <w:rsid w:val="00B23ACB"/>
    <w:rsid w:val="00B23EDE"/>
    <w:rsid w:val="00B2450A"/>
    <w:rsid w:val="00B251F5"/>
    <w:rsid w:val="00B263A8"/>
    <w:rsid w:val="00B26838"/>
    <w:rsid w:val="00B26D12"/>
    <w:rsid w:val="00B271E3"/>
    <w:rsid w:val="00B30525"/>
    <w:rsid w:val="00B31696"/>
    <w:rsid w:val="00B3189C"/>
    <w:rsid w:val="00B31D3C"/>
    <w:rsid w:val="00B31E1B"/>
    <w:rsid w:val="00B3291A"/>
    <w:rsid w:val="00B32AA8"/>
    <w:rsid w:val="00B32D11"/>
    <w:rsid w:val="00B335CD"/>
    <w:rsid w:val="00B33865"/>
    <w:rsid w:val="00B33BEC"/>
    <w:rsid w:val="00B33FEE"/>
    <w:rsid w:val="00B34030"/>
    <w:rsid w:val="00B344ED"/>
    <w:rsid w:val="00B346F6"/>
    <w:rsid w:val="00B35994"/>
    <w:rsid w:val="00B36728"/>
    <w:rsid w:val="00B36CD0"/>
    <w:rsid w:val="00B36ED0"/>
    <w:rsid w:val="00B37D07"/>
    <w:rsid w:val="00B40F0E"/>
    <w:rsid w:val="00B41078"/>
    <w:rsid w:val="00B41B89"/>
    <w:rsid w:val="00B4222C"/>
    <w:rsid w:val="00B422E2"/>
    <w:rsid w:val="00B42962"/>
    <w:rsid w:val="00B43529"/>
    <w:rsid w:val="00B4374C"/>
    <w:rsid w:val="00B43BED"/>
    <w:rsid w:val="00B463FC"/>
    <w:rsid w:val="00B46C81"/>
    <w:rsid w:val="00B5050D"/>
    <w:rsid w:val="00B506C1"/>
    <w:rsid w:val="00B50E4F"/>
    <w:rsid w:val="00B50E9D"/>
    <w:rsid w:val="00B51A9D"/>
    <w:rsid w:val="00B521A8"/>
    <w:rsid w:val="00B5233A"/>
    <w:rsid w:val="00B5268E"/>
    <w:rsid w:val="00B529EC"/>
    <w:rsid w:val="00B5363E"/>
    <w:rsid w:val="00B53689"/>
    <w:rsid w:val="00B53F1D"/>
    <w:rsid w:val="00B55469"/>
    <w:rsid w:val="00B5561F"/>
    <w:rsid w:val="00B55E0D"/>
    <w:rsid w:val="00B56338"/>
    <w:rsid w:val="00B563A8"/>
    <w:rsid w:val="00B568F9"/>
    <w:rsid w:val="00B56B72"/>
    <w:rsid w:val="00B56DC6"/>
    <w:rsid w:val="00B56FF3"/>
    <w:rsid w:val="00B57300"/>
    <w:rsid w:val="00B57403"/>
    <w:rsid w:val="00B606B6"/>
    <w:rsid w:val="00B60C69"/>
    <w:rsid w:val="00B60E26"/>
    <w:rsid w:val="00B61CBE"/>
    <w:rsid w:val="00B6237D"/>
    <w:rsid w:val="00B6304A"/>
    <w:rsid w:val="00B6381C"/>
    <w:rsid w:val="00B63A24"/>
    <w:rsid w:val="00B63B40"/>
    <w:rsid w:val="00B64220"/>
    <w:rsid w:val="00B64712"/>
    <w:rsid w:val="00B65176"/>
    <w:rsid w:val="00B653D3"/>
    <w:rsid w:val="00B65FC6"/>
    <w:rsid w:val="00B66366"/>
    <w:rsid w:val="00B67E8D"/>
    <w:rsid w:val="00B7019A"/>
    <w:rsid w:val="00B708D1"/>
    <w:rsid w:val="00B70F69"/>
    <w:rsid w:val="00B7105B"/>
    <w:rsid w:val="00B71482"/>
    <w:rsid w:val="00B7244F"/>
    <w:rsid w:val="00B75E95"/>
    <w:rsid w:val="00B7646B"/>
    <w:rsid w:val="00B76972"/>
    <w:rsid w:val="00B805CC"/>
    <w:rsid w:val="00B809CB"/>
    <w:rsid w:val="00B810DF"/>
    <w:rsid w:val="00B8182F"/>
    <w:rsid w:val="00B818A9"/>
    <w:rsid w:val="00B820C0"/>
    <w:rsid w:val="00B83BB4"/>
    <w:rsid w:val="00B83CB5"/>
    <w:rsid w:val="00B840CC"/>
    <w:rsid w:val="00B84309"/>
    <w:rsid w:val="00B84598"/>
    <w:rsid w:val="00B84F04"/>
    <w:rsid w:val="00B85269"/>
    <w:rsid w:val="00B856C9"/>
    <w:rsid w:val="00B857F1"/>
    <w:rsid w:val="00B85A33"/>
    <w:rsid w:val="00B86150"/>
    <w:rsid w:val="00B86752"/>
    <w:rsid w:val="00B86940"/>
    <w:rsid w:val="00B86AFB"/>
    <w:rsid w:val="00B87328"/>
    <w:rsid w:val="00B87BA0"/>
    <w:rsid w:val="00B90BD3"/>
    <w:rsid w:val="00B9165E"/>
    <w:rsid w:val="00B9199B"/>
    <w:rsid w:val="00B920A1"/>
    <w:rsid w:val="00B92601"/>
    <w:rsid w:val="00B9273A"/>
    <w:rsid w:val="00B92A21"/>
    <w:rsid w:val="00B92CD1"/>
    <w:rsid w:val="00B93180"/>
    <w:rsid w:val="00B93451"/>
    <w:rsid w:val="00B93AA1"/>
    <w:rsid w:val="00B93FDF"/>
    <w:rsid w:val="00B95D63"/>
    <w:rsid w:val="00B96465"/>
    <w:rsid w:val="00B96A66"/>
    <w:rsid w:val="00B97471"/>
    <w:rsid w:val="00BA2568"/>
    <w:rsid w:val="00BA2AA2"/>
    <w:rsid w:val="00BA2B8C"/>
    <w:rsid w:val="00BA2E49"/>
    <w:rsid w:val="00BA2E93"/>
    <w:rsid w:val="00BA3C64"/>
    <w:rsid w:val="00BA4911"/>
    <w:rsid w:val="00BA56FD"/>
    <w:rsid w:val="00BA6346"/>
    <w:rsid w:val="00BA64CA"/>
    <w:rsid w:val="00BA6687"/>
    <w:rsid w:val="00BA77CE"/>
    <w:rsid w:val="00BA7C17"/>
    <w:rsid w:val="00BA7CED"/>
    <w:rsid w:val="00BA7EC1"/>
    <w:rsid w:val="00BB0322"/>
    <w:rsid w:val="00BB059F"/>
    <w:rsid w:val="00BB0FF7"/>
    <w:rsid w:val="00BB1587"/>
    <w:rsid w:val="00BB1D06"/>
    <w:rsid w:val="00BB1DAD"/>
    <w:rsid w:val="00BB1FE0"/>
    <w:rsid w:val="00BB200E"/>
    <w:rsid w:val="00BB4A3C"/>
    <w:rsid w:val="00BB4AAA"/>
    <w:rsid w:val="00BB5C2B"/>
    <w:rsid w:val="00BB5D4A"/>
    <w:rsid w:val="00BB6137"/>
    <w:rsid w:val="00BB6D0F"/>
    <w:rsid w:val="00BB78AC"/>
    <w:rsid w:val="00BC105C"/>
    <w:rsid w:val="00BC10A6"/>
    <w:rsid w:val="00BC1F6F"/>
    <w:rsid w:val="00BC223D"/>
    <w:rsid w:val="00BC2FAC"/>
    <w:rsid w:val="00BC34A2"/>
    <w:rsid w:val="00BC44F7"/>
    <w:rsid w:val="00BC457C"/>
    <w:rsid w:val="00BC4F4B"/>
    <w:rsid w:val="00BC5B26"/>
    <w:rsid w:val="00BC5DD9"/>
    <w:rsid w:val="00BC61F7"/>
    <w:rsid w:val="00BC6423"/>
    <w:rsid w:val="00BC66A2"/>
    <w:rsid w:val="00BC672A"/>
    <w:rsid w:val="00BC742A"/>
    <w:rsid w:val="00BC7B09"/>
    <w:rsid w:val="00BD0F30"/>
    <w:rsid w:val="00BD1483"/>
    <w:rsid w:val="00BD3481"/>
    <w:rsid w:val="00BD3D68"/>
    <w:rsid w:val="00BD3FF2"/>
    <w:rsid w:val="00BD474F"/>
    <w:rsid w:val="00BD5297"/>
    <w:rsid w:val="00BD5990"/>
    <w:rsid w:val="00BD62B6"/>
    <w:rsid w:val="00BD6942"/>
    <w:rsid w:val="00BD7212"/>
    <w:rsid w:val="00BD73EB"/>
    <w:rsid w:val="00BD75C7"/>
    <w:rsid w:val="00BD78B5"/>
    <w:rsid w:val="00BD7A84"/>
    <w:rsid w:val="00BD7CDA"/>
    <w:rsid w:val="00BE0919"/>
    <w:rsid w:val="00BE1216"/>
    <w:rsid w:val="00BE187F"/>
    <w:rsid w:val="00BE1F28"/>
    <w:rsid w:val="00BE3691"/>
    <w:rsid w:val="00BE369D"/>
    <w:rsid w:val="00BE3C2D"/>
    <w:rsid w:val="00BE3CF2"/>
    <w:rsid w:val="00BE4109"/>
    <w:rsid w:val="00BE41D8"/>
    <w:rsid w:val="00BE44E0"/>
    <w:rsid w:val="00BE48E2"/>
    <w:rsid w:val="00BE5248"/>
    <w:rsid w:val="00BE575F"/>
    <w:rsid w:val="00BE5B12"/>
    <w:rsid w:val="00BE60E7"/>
    <w:rsid w:val="00BE634E"/>
    <w:rsid w:val="00BE6670"/>
    <w:rsid w:val="00BE67F6"/>
    <w:rsid w:val="00BE6A5E"/>
    <w:rsid w:val="00BE6DA6"/>
    <w:rsid w:val="00BE776B"/>
    <w:rsid w:val="00BE7AD2"/>
    <w:rsid w:val="00BE7B71"/>
    <w:rsid w:val="00BF046A"/>
    <w:rsid w:val="00BF0FCD"/>
    <w:rsid w:val="00BF1580"/>
    <w:rsid w:val="00BF2104"/>
    <w:rsid w:val="00BF237A"/>
    <w:rsid w:val="00BF23BD"/>
    <w:rsid w:val="00BF3CD3"/>
    <w:rsid w:val="00BF53C2"/>
    <w:rsid w:val="00BF6ECD"/>
    <w:rsid w:val="00BF7C4A"/>
    <w:rsid w:val="00C00221"/>
    <w:rsid w:val="00C006D5"/>
    <w:rsid w:val="00C0118C"/>
    <w:rsid w:val="00C011AB"/>
    <w:rsid w:val="00C01B6A"/>
    <w:rsid w:val="00C0323A"/>
    <w:rsid w:val="00C032BF"/>
    <w:rsid w:val="00C038E2"/>
    <w:rsid w:val="00C04C30"/>
    <w:rsid w:val="00C05D10"/>
    <w:rsid w:val="00C0695D"/>
    <w:rsid w:val="00C070F8"/>
    <w:rsid w:val="00C07B30"/>
    <w:rsid w:val="00C10691"/>
    <w:rsid w:val="00C10715"/>
    <w:rsid w:val="00C1087C"/>
    <w:rsid w:val="00C11847"/>
    <w:rsid w:val="00C118C1"/>
    <w:rsid w:val="00C11A9B"/>
    <w:rsid w:val="00C11CCD"/>
    <w:rsid w:val="00C12A76"/>
    <w:rsid w:val="00C1401D"/>
    <w:rsid w:val="00C1620C"/>
    <w:rsid w:val="00C166CC"/>
    <w:rsid w:val="00C175AD"/>
    <w:rsid w:val="00C17AA0"/>
    <w:rsid w:val="00C200A4"/>
    <w:rsid w:val="00C202C1"/>
    <w:rsid w:val="00C204E1"/>
    <w:rsid w:val="00C20A60"/>
    <w:rsid w:val="00C20D88"/>
    <w:rsid w:val="00C214D4"/>
    <w:rsid w:val="00C21E54"/>
    <w:rsid w:val="00C226D4"/>
    <w:rsid w:val="00C23253"/>
    <w:rsid w:val="00C23A31"/>
    <w:rsid w:val="00C23E32"/>
    <w:rsid w:val="00C2469E"/>
    <w:rsid w:val="00C247A9"/>
    <w:rsid w:val="00C25A89"/>
    <w:rsid w:val="00C25CBD"/>
    <w:rsid w:val="00C26B59"/>
    <w:rsid w:val="00C2790D"/>
    <w:rsid w:val="00C30B1E"/>
    <w:rsid w:val="00C30B9B"/>
    <w:rsid w:val="00C31BDB"/>
    <w:rsid w:val="00C31C43"/>
    <w:rsid w:val="00C31D59"/>
    <w:rsid w:val="00C32539"/>
    <w:rsid w:val="00C325D3"/>
    <w:rsid w:val="00C32C8B"/>
    <w:rsid w:val="00C332BB"/>
    <w:rsid w:val="00C341D7"/>
    <w:rsid w:val="00C34521"/>
    <w:rsid w:val="00C349C0"/>
    <w:rsid w:val="00C34AC1"/>
    <w:rsid w:val="00C35652"/>
    <w:rsid w:val="00C356B7"/>
    <w:rsid w:val="00C35F68"/>
    <w:rsid w:val="00C3602A"/>
    <w:rsid w:val="00C363A1"/>
    <w:rsid w:val="00C36409"/>
    <w:rsid w:val="00C36B5A"/>
    <w:rsid w:val="00C40101"/>
    <w:rsid w:val="00C405B4"/>
    <w:rsid w:val="00C40957"/>
    <w:rsid w:val="00C42565"/>
    <w:rsid w:val="00C445DE"/>
    <w:rsid w:val="00C44C1C"/>
    <w:rsid w:val="00C44E54"/>
    <w:rsid w:val="00C44FA3"/>
    <w:rsid w:val="00C45887"/>
    <w:rsid w:val="00C4614A"/>
    <w:rsid w:val="00C462DA"/>
    <w:rsid w:val="00C46A67"/>
    <w:rsid w:val="00C46F51"/>
    <w:rsid w:val="00C46FA0"/>
    <w:rsid w:val="00C47018"/>
    <w:rsid w:val="00C470AC"/>
    <w:rsid w:val="00C477D9"/>
    <w:rsid w:val="00C47BEE"/>
    <w:rsid w:val="00C50E6D"/>
    <w:rsid w:val="00C519B6"/>
    <w:rsid w:val="00C51C58"/>
    <w:rsid w:val="00C52FCE"/>
    <w:rsid w:val="00C531E7"/>
    <w:rsid w:val="00C531FB"/>
    <w:rsid w:val="00C532E4"/>
    <w:rsid w:val="00C53B4C"/>
    <w:rsid w:val="00C53E10"/>
    <w:rsid w:val="00C542AC"/>
    <w:rsid w:val="00C542F6"/>
    <w:rsid w:val="00C543A0"/>
    <w:rsid w:val="00C54E50"/>
    <w:rsid w:val="00C55075"/>
    <w:rsid w:val="00C55F3A"/>
    <w:rsid w:val="00C56BA3"/>
    <w:rsid w:val="00C57030"/>
    <w:rsid w:val="00C57095"/>
    <w:rsid w:val="00C57197"/>
    <w:rsid w:val="00C5746C"/>
    <w:rsid w:val="00C57713"/>
    <w:rsid w:val="00C57B15"/>
    <w:rsid w:val="00C57E92"/>
    <w:rsid w:val="00C57FD3"/>
    <w:rsid w:val="00C60B2F"/>
    <w:rsid w:val="00C612C5"/>
    <w:rsid w:val="00C61B73"/>
    <w:rsid w:val="00C6227D"/>
    <w:rsid w:val="00C637B0"/>
    <w:rsid w:val="00C63AC6"/>
    <w:rsid w:val="00C63C29"/>
    <w:rsid w:val="00C64152"/>
    <w:rsid w:val="00C65B4A"/>
    <w:rsid w:val="00C66E6E"/>
    <w:rsid w:val="00C709DB"/>
    <w:rsid w:val="00C709F2"/>
    <w:rsid w:val="00C70EF8"/>
    <w:rsid w:val="00C70FF2"/>
    <w:rsid w:val="00C71375"/>
    <w:rsid w:val="00C717D8"/>
    <w:rsid w:val="00C71A8B"/>
    <w:rsid w:val="00C723F5"/>
    <w:rsid w:val="00C7245E"/>
    <w:rsid w:val="00C72517"/>
    <w:rsid w:val="00C729E6"/>
    <w:rsid w:val="00C72A94"/>
    <w:rsid w:val="00C72AA0"/>
    <w:rsid w:val="00C72C20"/>
    <w:rsid w:val="00C72C37"/>
    <w:rsid w:val="00C73824"/>
    <w:rsid w:val="00C73D16"/>
    <w:rsid w:val="00C74649"/>
    <w:rsid w:val="00C748D6"/>
    <w:rsid w:val="00C754F7"/>
    <w:rsid w:val="00C7626B"/>
    <w:rsid w:val="00C76DC5"/>
    <w:rsid w:val="00C775B0"/>
    <w:rsid w:val="00C77CDC"/>
    <w:rsid w:val="00C77EAB"/>
    <w:rsid w:val="00C80A3C"/>
    <w:rsid w:val="00C80D77"/>
    <w:rsid w:val="00C8120C"/>
    <w:rsid w:val="00C817C3"/>
    <w:rsid w:val="00C829AE"/>
    <w:rsid w:val="00C82B32"/>
    <w:rsid w:val="00C8311D"/>
    <w:rsid w:val="00C832CB"/>
    <w:rsid w:val="00C846F3"/>
    <w:rsid w:val="00C84882"/>
    <w:rsid w:val="00C85C89"/>
    <w:rsid w:val="00C85E9C"/>
    <w:rsid w:val="00C865D9"/>
    <w:rsid w:val="00C87074"/>
    <w:rsid w:val="00C870AC"/>
    <w:rsid w:val="00C87E95"/>
    <w:rsid w:val="00C90134"/>
    <w:rsid w:val="00C90342"/>
    <w:rsid w:val="00C90752"/>
    <w:rsid w:val="00C91BF1"/>
    <w:rsid w:val="00C92665"/>
    <w:rsid w:val="00C937F9"/>
    <w:rsid w:val="00C93F19"/>
    <w:rsid w:val="00C94F01"/>
    <w:rsid w:val="00C94FF5"/>
    <w:rsid w:val="00CA0308"/>
    <w:rsid w:val="00CA0BAB"/>
    <w:rsid w:val="00CA0FA0"/>
    <w:rsid w:val="00CA1530"/>
    <w:rsid w:val="00CA1883"/>
    <w:rsid w:val="00CA1FEC"/>
    <w:rsid w:val="00CA3EEB"/>
    <w:rsid w:val="00CA4150"/>
    <w:rsid w:val="00CA4599"/>
    <w:rsid w:val="00CA4B0D"/>
    <w:rsid w:val="00CA54F6"/>
    <w:rsid w:val="00CA5C85"/>
    <w:rsid w:val="00CA5F40"/>
    <w:rsid w:val="00CA5F7D"/>
    <w:rsid w:val="00CA6653"/>
    <w:rsid w:val="00CA6706"/>
    <w:rsid w:val="00CA7D94"/>
    <w:rsid w:val="00CB040D"/>
    <w:rsid w:val="00CB055E"/>
    <w:rsid w:val="00CB1ED2"/>
    <w:rsid w:val="00CB20A5"/>
    <w:rsid w:val="00CB27DF"/>
    <w:rsid w:val="00CB2E90"/>
    <w:rsid w:val="00CB3341"/>
    <w:rsid w:val="00CB4FC0"/>
    <w:rsid w:val="00CB6394"/>
    <w:rsid w:val="00CB724D"/>
    <w:rsid w:val="00CB7861"/>
    <w:rsid w:val="00CC058A"/>
    <w:rsid w:val="00CC08DA"/>
    <w:rsid w:val="00CC1305"/>
    <w:rsid w:val="00CC1C17"/>
    <w:rsid w:val="00CC2CE6"/>
    <w:rsid w:val="00CC2E75"/>
    <w:rsid w:val="00CC3D4A"/>
    <w:rsid w:val="00CC403C"/>
    <w:rsid w:val="00CC40BF"/>
    <w:rsid w:val="00CC4192"/>
    <w:rsid w:val="00CC586E"/>
    <w:rsid w:val="00CC59B3"/>
    <w:rsid w:val="00CC5B6F"/>
    <w:rsid w:val="00CC6508"/>
    <w:rsid w:val="00CC6BC5"/>
    <w:rsid w:val="00CC6BDF"/>
    <w:rsid w:val="00CC715F"/>
    <w:rsid w:val="00CC7329"/>
    <w:rsid w:val="00CC78C2"/>
    <w:rsid w:val="00CC7BCA"/>
    <w:rsid w:val="00CD0063"/>
    <w:rsid w:val="00CD0C19"/>
    <w:rsid w:val="00CD122C"/>
    <w:rsid w:val="00CD159A"/>
    <w:rsid w:val="00CD1FF3"/>
    <w:rsid w:val="00CD2F84"/>
    <w:rsid w:val="00CD2F88"/>
    <w:rsid w:val="00CD4E69"/>
    <w:rsid w:val="00CD5376"/>
    <w:rsid w:val="00CD537E"/>
    <w:rsid w:val="00CD561F"/>
    <w:rsid w:val="00CD5713"/>
    <w:rsid w:val="00CD6021"/>
    <w:rsid w:val="00CD6DF8"/>
    <w:rsid w:val="00CE07D9"/>
    <w:rsid w:val="00CE1D0C"/>
    <w:rsid w:val="00CE4092"/>
    <w:rsid w:val="00CE65BC"/>
    <w:rsid w:val="00CE685E"/>
    <w:rsid w:val="00CE7802"/>
    <w:rsid w:val="00CE7B2F"/>
    <w:rsid w:val="00CF016A"/>
    <w:rsid w:val="00CF05FF"/>
    <w:rsid w:val="00CF0BBF"/>
    <w:rsid w:val="00CF0F17"/>
    <w:rsid w:val="00CF1C74"/>
    <w:rsid w:val="00CF22F3"/>
    <w:rsid w:val="00CF2AA3"/>
    <w:rsid w:val="00CF2BEB"/>
    <w:rsid w:val="00CF2D1D"/>
    <w:rsid w:val="00CF2E8D"/>
    <w:rsid w:val="00CF2EC7"/>
    <w:rsid w:val="00CF2F35"/>
    <w:rsid w:val="00CF31A9"/>
    <w:rsid w:val="00CF3CB1"/>
    <w:rsid w:val="00CF3F62"/>
    <w:rsid w:val="00CF3FCC"/>
    <w:rsid w:val="00CF4CDA"/>
    <w:rsid w:val="00CF50C4"/>
    <w:rsid w:val="00CF6381"/>
    <w:rsid w:val="00CF6CEE"/>
    <w:rsid w:val="00CF782B"/>
    <w:rsid w:val="00CF7F10"/>
    <w:rsid w:val="00D002E8"/>
    <w:rsid w:val="00D008E8"/>
    <w:rsid w:val="00D00CCF"/>
    <w:rsid w:val="00D00D42"/>
    <w:rsid w:val="00D00E4F"/>
    <w:rsid w:val="00D0185C"/>
    <w:rsid w:val="00D019E2"/>
    <w:rsid w:val="00D01D7E"/>
    <w:rsid w:val="00D01EA1"/>
    <w:rsid w:val="00D02374"/>
    <w:rsid w:val="00D027D6"/>
    <w:rsid w:val="00D02869"/>
    <w:rsid w:val="00D040E0"/>
    <w:rsid w:val="00D04360"/>
    <w:rsid w:val="00D048D6"/>
    <w:rsid w:val="00D05EA8"/>
    <w:rsid w:val="00D05FFE"/>
    <w:rsid w:val="00D06EE4"/>
    <w:rsid w:val="00D0767D"/>
    <w:rsid w:val="00D10295"/>
    <w:rsid w:val="00D12BF1"/>
    <w:rsid w:val="00D12E1F"/>
    <w:rsid w:val="00D13128"/>
    <w:rsid w:val="00D13733"/>
    <w:rsid w:val="00D146CE"/>
    <w:rsid w:val="00D14994"/>
    <w:rsid w:val="00D16310"/>
    <w:rsid w:val="00D200A0"/>
    <w:rsid w:val="00D20E25"/>
    <w:rsid w:val="00D2114E"/>
    <w:rsid w:val="00D21DBC"/>
    <w:rsid w:val="00D21E09"/>
    <w:rsid w:val="00D22ED2"/>
    <w:rsid w:val="00D230A5"/>
    <w:rsid w:val="00D232AC"/>
    <w:rsid w:val="00D23FE3"/>
    <w:rsid w:val="00D24294"/>
    <w:rsid w:val="00D2473D"/>
    <w:rsid w:val="00D24A38"/>
    <w:rsid w:val="00D24B7A"/>
    <w:rsid w:val="00D26BA2"/>
    <w:rsid w:val="00D274BE"/>
    <w:rsid w:val="00D275A2"/>
    <w:rsid w:val="00D27FB4"/>
    <w:rsid w:val="00D300BE"/>
    <w:rsid w:val="00D30247"/>
    <w:rsid w:val="00D30FDD"/>
    <w:rsid w:val="00D31A65"/>
    <w:rsid w:val="00D3310C"/>
    <w:rsid w:val="00D34C31"/>
    <w:rsid w:val="00D34DC3"/>
    <w:rsid w:val="00D35886"/>
    <w:rsid w:val="00D35976"/>
    <w:rsid w:val="00D35C15"/>
    <w:rsid w:val="00D376F8"/>
    <w:rsid w:val="00D37719"/>
    <w:rsid w:val="00D40263"/>
    <w:rsid w:val="00D40A19"/>
    <w:rsid w:val="00D41460"/>
    <w:rsid w:val="00D4173A"/>
    <w:rsid w:val="00D421DA"/>
    <w:rsid w:val="00D434F2"/>
    <w:rsid w:val="00D440E7"/>
    <w:rsid w:val="00D44222"/>
    <w:rsid w:val="00D447EF"/>
    <w:rsid w:val="00D449B7"/>
    <w:rsid w:val="00D44D66"/>
    <w:rsid w:val="00D45A13"/>
    <w:rsid w:val="00D4629F"/>
    <w:rsid w:val="00D46786"/>
    <w:rsid w:val="00D46D51"/>
    <w:rsid w:val="00D471C1"/>
    <w:rsid w:val="00D50106"/>
    <w:rsid w:val="00D50B61"/>
    <w:rsid w:val="00D51226"/>
    <w:rsid w:val="00D5207F"/>
    <w:rsid w:val="00D52091"/>
    <w:rsid w:val="00D52C91"/>
    <w:rsid w:val="00D52F7F"/>
    <w:rsid w:val="00D54BF3"/>
    <w:rsid w:val="00D54C39"/>
    <w:rsid w:val="00D5540E"/>
    <w:rsid w:val="00D554BF"/>
    <w:rsid w:val="00D55ACD"/>
    <w:rsid w:val="00D5671F"/>
    <w:rsid w:val="00D569D0"/>
    <w:rsid w:val="00D57129"/>
    <w:rsid w:val="00D609EE"/>
    <w:rsid w:val="00D614BD"/>
    <w:rsid w:val="00D61F7F"/>
    <w:rsid w:val="00D6212B"/>
    <w:rsid w:val="00D622DF"/>
    <w:rsid w:val="00D6289C"/>
    <w:rsid w:val="00D629F3"/>
    <w:rsid w:val="00D63135"/>
    <w:rsid w:val="00D63D8E"/>
    <w:rsid w:val="00D6540C"/>
    <w:rsid w:val="00D6546B"/>
    <w:rsid w:val="00D656C6"/>
    <w:rsid w:val="00D659B3"/>
    <w:rsid w:val="00D66DB7"/>
    <w:rsid w:val="00D67A62"/>
    <w:rsid w:val="00D700F7"/>
    <w:rsid w:val="00D70605"/>
    <w:rsid w:val="00D7067D"/>
    <w:rsid w:val="00D71AF5"/>
    <w:rsid w:val="00D7243E"/>
    <w:rsid w:val="00D724E4"/>
    <w:rsid w:val="00D727D1"/>
    <w:rsid w:val="00D73181"/>
    <w:rsid w:val="00D73CED"/>
    <w:rsid w:val="00D753C7"/>
    <w:rsid w:val="00D76343"/>
    <w:rsid w:val="00D76607"/>
    <w:rsid w:val="00D76C5B"/>
    <w:rsid w:val="00D76DCF"/>
    <w:rsid w:val="00D779CB"/>
    <w:rsid w:val="00D77AFF"/>
    <w:rsid w:val="00D77B87"/>
    <w:rsid w:val="00D8026E"/>
    <w:rsid w:val="00D805D0"/>
    <w:rsid w:val="00D81117"/>
    <w:rsid w:val="00D81C8D"/>
    <w:rsid w:val="00D81F03"/>
    <w:rsid w:val="00D82A3B"/>
    <w:rsid w:val="00D82BC7"/>
    <w:rsid w:val="00D84685"/>
    <w:rsid w:val="00D8472B"/>
    <w:rsid w:val="00D84ECD"/>
    <w:rsid w:val="00D858DC"/>
    <w:rsid w:val="00D85D54"/>
    <w:rsid w:val="00D90E8D"/>
    <w:rsid w:val="00D929EF"/>
    <w:rsid w:val="00D92DF0"/>
    <w:rsid w:val="00D9320D"/>
    <w:rsid w:val="00D9376C"/>
    <w:rsid w:val="00D93779"/>
    <w:rsid w:val="00D940DC"/>
    <w:rsid w:val="00D9497C"/>
    <w:rsid w:val="00D950C8"/>
    <w:rsid w:val="00D954E5"/>
    <w:rsid w:val="00D95A38"/>
    <w:rsid w:val="00D95BA6"/>
    <w:rsid w:val="00D960C8"/>
    <w:rsid w:val="00D961F3"/>
    <w:rsid w:val="00D9637D"/>
    <w:rsid w:val="00D9722C"/>
    <w:rsid w:val="00D97314"/>
    <w:rsid w:val="00D975CD"/>
    <w:rsid w:val="00D97B2F"/>
    <w:rsid w:val="00D97B84"/>
    <w:rsid w:val="00D97BA3"/>
    <w:rsid w:val="00D97E7B"/>
    <w:rsid w:val="00D97EC0"/>
    <w:rsid w:val="00DA0036"/>
    <w:rsid w:val="00DA08E5"/>
    <w:rsid w:val="00DA0950"/>
    <w:rsid w:val="00DA1DFC"/>
    <w:rsid w:val="00DA23DD"/>
    <w:rsid w:val="00DA267D"/>
    <w:rsid w:val="00DA2981"/>
    <w:rsid w:val="00DA3618"/>
    <w:rsid w:val="00DA3882"/>
    <w:rsid w:val="00DA3A8F"/>
    <w:rsid w:val="00DA3F91"/>
    <w:rsid w:val="00DA4468"/>
    <w:rsid w:val="00DA4D2D"/>
    <w:rsid w:val="00DA4DA0"/>
    <w:rsid w:val="00DA52EA"/>
    <w:rsid w:val="00DA547B"/>
    <w:rsid w:val="00DA5A65"/>
    <w:rsid w:val="00DA6CD0"/>
    <w:rsid w:val="00DA736C"/>
    <w:rsid w:val="00DA736D"/>
    <w:rsid w:val="00DA74C6"/>
    <w:rsid w:val="00DA79FE"/>
    <w:rsid w:val="00DA7A77"/>
    <w:rsid w:val="00DB01E8"/>
    <w:rsid w:val="00DB022B"/>
    <w:rsid w:val="00DB058E"/>
    <w:rsid w:val="00DB08F5"/>
    <w:rsid w:val="00DB0ED8"/>
    <w:rsid w:val="00DB103E"/>
    <w:rsid w:val="00DB1964"/>
    <w:rsid w:val="00DB366E"/>
    <w:rsid w:val="00DB39DC"/>
    <w:rsid w:val="00DB3F3F"/>
    <w:rsid w:val="00DB4390"/>
    <w:rsid w:val="00DB493F"/>
    <w:rsid w:val="00DB5DD1"/>
    <w:rsid w:val="00DB628D"/>
    <w:rsid w:val="00DB6519"/>
    <w:rsid w:val="00DB71F8"/>
    <w:rsid w:val="00DB7C1F"/>
    <w:rsid w:val="00DB7FE8"/>
    <w:rsid w:val="00DC0C17"/>
    <w:rsid w:val="00DC24A8"/>
    <w:rsid w:val="00DC40A4"/>
    <w:rsid w:val="00DC49DD"/>
    <w:rsid w:val="00DC5214"/>
    <w:rsid w:val="00DC56F6"/>
    <w:rsid w:val="00DC5C54"/>
    <w:rsid w:val="00DC6B1E"/>
    <w:rsid w:val="00DC7461"/>
    <w:rsid w:val="00DC75D1"/>
    <w:rsid w:val="00DC7A66"/>
    <w:rsid w:val="00DD1185"/>
    <w:rsid w:val="00DD1740"/>
    <w:rsid w:val="00DD1C98"/>
    <w:rsid w:val="00DD2028"/>
    <w:rsid w:val="00DD20D8"/>
    <w:rsid w:val="00DD21FD"/>
    <w:rsid w:val="00DD2736"/>
    <w:rsid w:val="00DD2A28"/>
    <w:rsid w:val="00DD36B3"/>
    <w:rsid w:val="00DD4113"/>
    <w:rsid w:val="00DD48ED"/>
    <w:rsid w:val="00DD502B"/>
    <w:rsid w:val="00DD5341"/>
    <w:rsid w:val="00DD55DC"/>
    <w:rsid w:val="00DD6709"/>
    <w:rsid w:val="00DE002F"/>
    <w:rsid w:val="00DE03F8"/>
    <w:rsid w:val="00DE04F1"/>
    <w:rsid w:val="00DE0A72"/>
    <w:rsid w:val="00DE14F5"/>
    <w:rsid w:val="00DE20DC"/>
    <w:rsid w:val="00DE2A8C"/>
    <w:rsid w:val="00DE2A9D"/>
    <w:rsid w:val="00DE2DA5"/>
    <w:rsid w:val="00DE3502"/>
    <w:rsid w:val="00DE35D7"/>
    <w:rsid w:val="00DE48F8"/>
    <w:rsid w:val="00DE4C9C"/>
    <w:rsid w:val="00DE4FA0"/>
    <w:rsid w:val="00DE540E"/>
    <w:rsid w:val="00DE561F"/>
    <w:rsid w:val="00DE5C90"/>
    <w:rsid w:val="00DE6013"/>
    <w:rsid w:val="00DE628E"/>
    <w:rsid w:val="00DE65D5"/>
    <w:rsid w:val="00DF0151"/>
    <w:rsid w:val="00DF0298"/>
    <w:rsid w:val="00DF0720"/>
    <w:rsid w:val="00DF1121"/>
    <w:rsid w:val="00DF11F2"/>
    <w:rsid w:val="00DF14FB"/>
    <w:rsid w:val="00DF18B3"/>
    <w:rsid w:val="00DF1C35"/>
    <w:rsid w:val="00DF213D"/>
    <w:rsid w:val="00DF291A"/>
    <w:rsid w:val="00DF2E5B"/>
    <w:rsid w:val="00DF4C9B"/>
    <w:rsid w:val="00DF52C6"/>
    <w:rsid w:val="00DF56E6"/>
    <w:rsid w:val="00DF5C27"/>
    <w:rsid w:val="00DF5C58"/>
    <w:rsid w:val="00DF625F"/>
    <w:rsid w:val="00DF6BFE"/>
    <w:rsid w:val="00DF73C8"/>
    <w:rsid w:val="00E008F0"/>
    <w:rsid w:val="00E00E3D"/>
    <w:rsid w:val="00E00F03"/>
    <w:rsid w:val="00E010AE"/>
    <w:rsid w:val="00E0169E"/>
    <w:rsid w:val="00E01E52"/>
    <w:rsid w:val="00E021DC"/>
    <w:rsid w:val="00E06226"/>
    <w:rsid w:val="00E06293"/>
    <w:rsid w:val="00E06C96"/>
    <w:rsid w:val="00E0772D"/>
    <w:rsid w:val="00E0778C"/>
    <w:rsid w:val="00E10EEF"/>
    <w:rsid w:val="00E1129B"/>
    <w:rsid w:val="00E12750"/>
    <w:rsid w:val="00E128BC"/>
    <w:rsid w:val="00E12B9D"/>
    <w:rsid w:val="00E12F2A"/>
    <w:rsid w:val="00E137E5"/>
    <w:rsid w:val="00E14A42"/>
    <w:rsid w:val="00E14C54"/>
    <w:rsid w:val="00E14E26"/>
    <w:rsid w:val="00E14F77"/>
    <w:rsid w:val="00E15ECA"/>
    <w:rsid w:val="00E17040"/>
    <w:rsid w:val="00E17108"/>
    <w:rsid w:val="00E20B56"/>
    <w:rsid w:val="00E20ED5"/>
    <w:rsid w:val="00E210A8"/>
    <w:rsid w:val="00E213C6"/>
    <w:rsid w:val="00E214C0"/>
    <w:rsid w:val="00E21BE0"/>
    <w:rsid w:val="00E21E1E"/>
    <w:rsid w:val="00E230D6"/>
    <w:rsid w:val="00E231CB"/>
    <w:rsid w:val="00E241AA"/>
    <w:rsid w:val="00E25270"/>
    <w:rsid w:val="00E25AB2"/>
    <w:rsid w:val="00E25B33"/>
    <w:rsid w:val="00E25B5E"/>
    <w:rsid w:val="00E25CDE"/>
    <w:rsid w:val="00E25D1D"/>
    <w:rsid w:val="00E2605A"/>
    <w:rsid w:val="00E27713"/>
    <w:rsid w:val="00E2786A"/>
    <w:rsid w:val="00E27DDE"/>
    <w:rsid w:val="00E3010F"/>
    <w:rsid w:val="00E3055E"/>
    <w:rsid w:val="00E31D04"/>
    <w:rsid w:val="00E321D8"/>
    <w:rsid w:val="00E324B6"/>
    <w:rsid w:val="00E33180"/>
    <w:rsid w:val="00E3330C"/>
    <w:rsid w:val="00E33662"/>
    <w:rsid w:val="00E33C5C"/>
    <w:rsid w:val="00E34232"/>
    <w:rsid w:val="00E35786"/>
    <w:rsid w:val="00E35904"/>
    <w:rsid w:val="00E35F9F"/>
    <w:rsid w:val="00E36818"/>
    <w:rsid w:val="00E36BE4"/>
    <w:rsid w:val="00E37060"/>
    <w:rsid w:val="00E371A9"/>
    <w:rsid w:val="00E37C9D"/>
    <w:rsid w:val="00E40F54"/>
    <w:rsid w:val="00E40FE8"/>
    <w:rsid w:val="00E412E4"/>
    <w:rsid w:val="00E41870"/>
    <w:rsid w:val="00E41974"/>
    <w:rsid w:val="00E420F2"/>
    <w:rsid w:val="00E42542"/>
    <w:rsid w:val="00E429AD"/>
    <w:rsid w:val="00E4332A"/>
    <w:rsid w:val="00E43A78"/>
    <w:rsid w:val="00E43EBA"/>
    <w:rsid w:val="00E4439C"/>
    <w:rsid w:val="00E44407"/>
    <w:rsid w:val="00E44B3B"/>
    <w:rsid w:val="00E45328"/>
    <w:rsid w:val="00E46096"/>
    <w:rsid w:val="00E460C5"/>
    <w:rsid w:val="00E46B4B"/>
    <w:rsid w:val="00E46E94"/>
    <w:rsid w:val="00E47EC0"/>
    <w:rsid w:val="00E50737"/>
    <w:rsid w:val="00E5126A"/>
    <w:rsid w:val="00E512EE"/>
    <w:rsid w:val="00E5140B"/>
    <w:rsid w:val="00E5182F"/>
    <w:rsid w:val="00E51FEB"/>
    <w:rsid w:val="00E527F3"/>
    <w:rsid w:val="00E5288D"/>
    <w:rsid w:val="00E528AD"/>
    <w:rsid w:val="00E528B4"/>
    <w:rsid w:val="00E53467"/>
    <w:rsid w:val="00E53961"/>
    <w:rsid w:val="00E5396B"/>
    <w:rsid w:val="00E54340"/>
    <w:rsid w:val="00E54731"/>
    <w:rsid w:val="00E54774"/>
    <w:rsid w:val="00E54E07"/>
    <w:rsid w:val="00E55843"/>
    <w:rsid w:val="00E561A8"/>
    <w:rsid w:val="00E5638B"/>
    <w:rsid w:val="00E57306"/>
    <w:rsid w:val="00E57888"/>
    <w:rsid w:val="00E606D4"/>
    <w:rsid w:val="00E6073F"/>
    <w:rsid w:val="00E608D5"/>
    <w:rsid w:val="00E612DF"/>
    <w:rsid w:val="00E628B8"/>
    <w:rsid w:val="00E62A19"/>
    <w:rsid w:val="00E62D58"/>
    <w:rsid w:val="00E62D8A"/>
    <w:rsid w:val="00E63854"/>
    <w:rsid w:val="00E64822"/>
    <w:rsid w:val="00E65229"/>
    <w:rsid w:val="00E6561A"/>
    <w:rsid w:val="00E658A7"/>
    <w:rsid w:val="00E65C08"/>
    <w:rsid w:val="00E660FC"/>
    <w:rsid w:val="00E6617B"/>
    <w:rsid w:val="00E66726"/>
    <w:rsid w:val="00E66F20"/>
    <w:rsid w:val="00E67A7F"/>
    <w:rsid w:val="00E67F11"/>
    <w:rsid w:val="00E703BF"/>
    <w:rsid w:val="00E715BC"/>
    <w:rsid w:val="00E71737"/>
    <w:rsid w:val="00E72076"/>
    <w:rsid w:val="00E727F0"/>
    <w:rsid w:val="00E72E85"/>
    <w:rsid w:val="00E72EFA"/>
    <w:rsid w:val="00E72F82"/>
    <w:rsid w:val="00E73C42"/>
    <w:rsid w:val="00E74FE7"/>
    <w:rsid w:val="00E75628"/>
    <w:rsid w:val="00E771FD"/>
    <w:rsid w:val="00E7767F"/>
    <w:rsid w:val="00E8052D"/>
    <w:rsid w:val="00E8056C"/>
    <w:rsid w:val="00E80667"/>
    <w:rsid w:val="00E80865"/>
    <w:rsid w:val="00E80FE9"/>
    <w:rsid w:val="00E822AB"/>
    <w:rsid w:val="00E822FE"/>
    <w:rsid w:val="00E83308"/>
    <w:rsid w:val="00E834DE"/>
    <w:rsid w:val="00E83C1F"/>
    <w:rsid w:val="00E83E8E"/>
    <w:rsid w:val="00E8420F"/>
    <w:rsid w:val="00E84616"/>
    <w:rsid w:val="00E84630"/>
    <w:rsid w:val="00E8545D"/>
    <w:rsid w:val="00E8545E"/>
    <w:rsid w:val="00E857FF"/>
    <w:rsid w:val="00E861CD"/>
    <w:rsid w:val="00E86410"/>
    <w:rsid w:val="00E8653B"/>
    <w:rsid w:val="00E86C11"/>
    <w:rsid w:val="00E87594"/>
    <w:rsid w:val="00E87887"/>
    <w:rsid w:val="00E8792E"/>
    <w:rsid w:val="00E90348"/>
    <w:rsid w:val="00E9156A"/>
    <w:rsid w:val="00E92A4E"/>
    <w:rsid w:val="00E92E9B"/>
    <w:rsid w:val="00E937B3"/>
    <w:rsid w:val="00E939C8"/>
    <w:rsid w:val="00E94137"/>
    <w:rsid w:val="00E94199"/>
    <w:rsid w:val="00E94B1E"/>
    <w:rsid w:val="00E94CAA"/>
    <w:rsid w:val="00E94D13"/>
    <w:rsid w:val="00E94E01"/>
    <w:rsid w:val="00E94FB8"/>
    <w:rsid w:val="00E9558F"/>
    <w:rsid w:val="00E95AAC"/>
    <w:rsid w:val="00E962F1"/>
    <w:rsid w:val="00E97859"/>
    <w:rsid w:val="00E97861"/>
    <w:rsid w:val="00E97882"/>
    <w:rsid w:val="00E97E3D"/>
    <w:rsid w:val="00EA0433"/>
    <w:rsid w:val="00EA0595"/>
    <w:rsid w:val="00EA0A50"/>
    <w:rsid w:val="00EA1795"/>
    <w:rsid w:val="00EA17A2"/>
    <w:rsid w:val="00EA1946"/>
    <w:rsid w:val="00EA1CBB"/>
    <w:rsid w:val="00EA2E40"/>
    <w:rsid w:val="00EA329F"/>
    <w:rsid w:val="00EA3516"/>
    <w:rsid w:val="00EA373A"/>
    <w:rsid w:val="00EA3DD3"/>
    <w:rsid w:val="00EA4381"/>
    <w:rsid w:val="00EA4F8B"/>
    <w:rsid w:val="00EA5287"/>
    <w:rsid w:val="00EA711E"/>
    <w:rsid w:val="00EA7F93"/>
    <w:rsid w:val="00EB2961"/>
    <w:rsid w:val="00EB2B70"/>
    <w:rsid w:val="00EB2D44"/>
    <w:rsid w:val="00EB3E7F"/>
    <w:rsid w:val="00EB540C"/>
    <w:rsid w:val="00EB5903"/>
    <w:rsid w:val="00EB6265"/>
    <w:rsid w:val="00EB62D5"/>
    <w:rsid w:val="00EC07DA"/>
    <w:rsid w:val="00EC18EB"/>
    <w:rsid w:val="00EC19B5"/>
    <w:rsid w:val="00EC21EB"/>
    <w:rsid w:val="00EC235C"/>
    <w:rsid w:val="00EC3150"/>
    <w:rsid w:val="00EC4032"/>
    <w:rsid w:val="00EC5627"/>
    <w:rsid w:val="00EC5929"/>
    <w:rsid w:val="00EC5A0F"/>
    <w:rsid w:val="00EC5F66"/>
    <w:rsid w:val="00EC66F5"/>
    <w:rsid w:val="00EC67C9"/>
    <w:rsid w:val="00EC6FFC"/>
    <w:rsid w:val="00EC7319"/>
    <w:rsid w:val="00ED12CC"/>
    <w:rsid w:val="00ED135C"/>
    <w:rsid w:val="00ED154B"/>
    <w:rsid w:val="00ED2222"/>
    <w:rsid w:val="00ED3996"/>
    <w:rsid w:val="00ED3D44"/>
    <w:rsid w:val="00ED42BA"/>
    <w:rsid w:val="00ED4FDF"/>
    <w:rsid w:val="00ED51F5"/>
    <w:rsid w:val="00ED7211"/>
    <w:rsid w:val="00EE083D"/>
    <w:rsid w:val="00EE1452"/>
    <w:rsid w:val="00EE14FC"/>
    <w:rsid w:val="00EE1A82"/>
    <w:rsid w:val="00EE1D2F"/>
    <w:rsid w:val="00EE2712"/>
    <w:rsid w:val="00EE3FC5"/>
    <w:rsid w:val="00EE4347"/>
    <w:rsid w:val="00EE441C"/>
    <w:rsid w:val="00EE5D75"/>
    <w:rsid w:val="00EE7020"/>
    <w:rsid w:val="00EE7754"/>
    <w:rsid w:val="00EE7CDA"/>
    <w:rsid w:val="00EE7DC9"/>
    <w:rsid w:val="00EF00CB"/>
    <w:rsid w:val="00EF0672"/>
    <w:rsid w:val="00EF0795"/>
    <w:rsid w:val="00EF0DEF"/>
    <w:rsid w:val="00EF1AB4"/>
    <w:rsid w:val="00EF1F1F"/>
    <w:rsid w:val="00EF205A"/>
    <w:rsid w:val="00EF2799"/>
    <w:rsid w:val="00EF35C6"/>
    <w:rsid w:val="00EF3748"/>
    <w:rsid w:val="00EF3C34"/>
    <w:rsid w:val="00EF4106"/>
    <w:rsid w:val="00EF4811"/>
    <w:rsid w:val="00EF486B"/>
    <w:rsid w:val="00EF4A10"/>
    <w:rsid w:val="00EF5099"/>
    <w:rsid w:val="00EF5797"/>
    <w:rsid w:val="00EF5821"/>
    <w:rsid w:val="00EF61DC"/>
    <w:rsid w:val="00EF6809"/>
    <w:rsid w:val="00EF76AA"/>
    <w:rsid w:val="00F00416"/>
    <w:rsid w:val="00F0043C"/>
    <w:rsid w:val="00F00597"/>
    <w:rsid w:val="00F02C69"/>
    <w:rsid w:val="00F02F02"/>
    <w:rsid w:val="00F04777"/>
    <w:rsid w:val="00F0592E"/>
    <w:rsid w:val="00F06135"/>
    <w:rsid w:val="00F06635"/>
    <w:rsid w:val="00F076FF"/>
    <w:rsid w:val="00F10B9C"/>
    <w:rsid w:val="00F10BD4"/>
    <w:rsid w:val="00F10FEB"/>
    <w:rsid w:val="00F1154C"/>
    <w:rsid w:val="00F12867"/>
    <w:rsid w:val="00F12988"/>
    <w:rsid w:val="00F13475"/>
    <w:rsid w:val="00F13B4E"/>
    <w:rsid w:val="00F149DB"/>
    <w:rsid w:val="00F15F5E"/>
    <w:rsid w:val="00F15FA1"/>
    <w:rsid w:val="00F16101"/>
    <w:rsid w:val="00F162DD"/>
    <w:rsid w:val="00F168C5"/>
    <w:rsid w:val="00F16A5A"/>
    <w:rsid w:val="00F1709C"/>
    <w:rsid w:val="00F17E0B"/>
    <w:rsid w:val="00F17E6E"/>
    <w:rsid w:val="00F20D2F"/>
    <w:rsid w:val="00F20EB5"/>
    <w:rsid w:val="00F21E04"/>
    <w:rsid w:val="00F2404D"/>
    <w:rsid w:val="00F24304"/>
    <w:rsid w:val="00F24561"/>
    <w:rsid w:val="00F2459C"/>
    <w:rsid w:val="00F246C3"/>
    <w:rsid w:val="00F24AD3"/>
    <w:rsid w:val="00F25059"/>
    <w:rsid w:val="00F253F8"/>
    <w:rsid w:val="00F25793"/>
    <w:rsid w:val="00F26610"/>
    <w:rsid w:val="00F26C93"/>
    <w:rsid w:val="00F27318"/>
    <w:rsid w:val="00F277FF"/>
    <w:rsid w:val="00F27A74"/>
    <w:rsid w:val="00F27DF0"/>
    <w:rsid w:val="00F30324"/>
    <w:rsid w:val="00F32C3F"/>
    <w:rsid w:val="00F335E4"/>
    <w:rsid w:val="00F3451E"/>
    <w:rsid w:val="00F3459A"/>
    <w:rsid w:val="00F34648"/>
    <w:rsid w:val="00F3516F"/>
    <w:rsid w:val="00F357EF"/>
    <w:rsid w:val="00F36125"/>
    <w:rsid w:val="00F37919"/>
    <w:rsid w:val="00F37930"/>
    <w:rsid w:val="00F4067F"/>
    <w:rsid w:val="00F40C24"/>
    <w:rsid w:val="00F411BF"/>
    <w:rsid w:val="00F41219"/>
    <w:rsid w:val="00F4162A"/>
    <w:rsid w:val="00F41C48"/>
    <w:rsid w:val="00F41FD4"/>
    <w:rsid w:val="00F42282"/>
    <w:rsid w:val="00F42C08"/>
    <w:rsid w:val="00F43A0C"/>
    <w:rsid w:val="00F43BAD"/>
    <w:rsid w:val="00F43F20"/>
    <w:rsid w:val="00F44B65"/>
    <w:rsid w:val="00F44E3E"/>
    <w:rsid w:val="00F45649"/>
    <w:rsid w:val="00F4575F"/>
    <w:rsid w:val="00F45F9C"/>
    <w:rsid w:val="00F461A1"/>
    <w:rsid w:val="00F46C69"/>
    <w:rsid w:val="00F477C3"/>
    <w:rsid w:val="00F477C4"/>
    <w:rsid w:val="00F47D39"/>
    <w:rsid w:val="00F5024A"/>
    <w:rsid w:val="00F51134"/>
    <w:rsid w:val="00F51D47"/>
    <w:rsid w:val="00F52089"/>
    <w:rsid w:val="00F524AC"/>
    <w:rsid w:val="00F52B51"/>
    <w:rsid w:val="00F5352A"/>
    <w:rsid w:val="00F5385B"/>
    <w:rsid w:val="00F53AAB"/>
    <w:rsid w:val="00F56290"/>
    <w:rsid w:val="00F56D34"/>
    <w:rsid w:val="00F56EE9"/>
    <w:rsid w:val="00F60595"/>
    <w:rsid w:val="00F62121"/>
    <w:rsid w:val="00F626C3"/>
    <w:rsid w:val="00F63764"/>
    <w:rsid w:val="00F6378D"/>
    <w:rsid w:val="00F638E9"/>
    <w:rsid w:val="00F63C31"/>
    <w:rsid w:val="00F64A6C"/>
    <w:rsid w:val="00F64A87"/>
    <w:rsid w:val="00F64DDE"/>
    <w:rsid w:val="00F65563"/>
    <w:rsid w:val="00F65FE8"/>
    <w:rsid w:val="00F66163"/>
    <w:rsid w:val="00F66699"/>
    <w:rsid w:val="00F66D5B"/>
    <w:rsid w:val="00F67F7B"/>
    <w:rsid w:val="00F7076E"/>
    <w:rsid w:val="00F71592"/>
    <w:rsid w:val="00F71D1A"/>
    <w:rsid w:val="00F72350"/>
    <w:rsid w:val="00F72EE6"/>
    <w:rsid w:val="00F731A3"/>
    <w:rsid w:val="00F7346F"/>
    <w:rsid w:val="00F73B3F"/>
    <w:rsid w:val="00F73F13"/>
    <w:rsid w:val="00F7526A"/>
    <w:rsid w:val="00F756DD"/>
    <w:rsid w:val="00F75C09"/>
    <w:rsid w:val="00F75CCC"/>
    <w:rsid w:val="00F75D96"/>
    <w:rsid w:val="00F76015"/>
    <w:rsid w:val="00F760BC"/>
    <w:rsid w:val="00F768F1"/>
    <w:rsid w:val="00F7695C"/>
    <w:rsid w:val="00F771F5"/>
    <w:rsid w:val="00F77F86"/>
    <w:rsid w:val="00F804CB"/>
    <w:rsid w:val="00F809D8"/>
    <w:rsid w:val="00F81180"/>
    <w:rsid w:val="00F8138E"/>
    <w:rsid w:val="00F81AAB"/>
    <w:rsid w:val="00F82478"/>
    <w:rsid w:val="00F82F86"/>
    <w:rsid w:val="00F837B1"/>
    <w:rsid w:val="00F84954"/>
    <w:rsid w:val="00F85C70"/>
    <w:rsid w:val="00F866AB"/>
    <w:rsid w:val="00F86938"/>
    <w:rsid w:val="00F8697B"/>
    <w:rsid w:val="00F871B3"/>
    <w:rsid w:val="00F877F0"/>
    <w:rsid w:val="00F900DD"/>
    <w:rsid w:val="00F90E40"/>
    <w:rsid w:val="00F91C87"/>
    <w:rsid w:val="00F91FA9"/>
    <w:rsid w:val="00F9289B"/>
    <w:rsid w:val="00F92C0D"/>
    <w:rsid w:val="00F92CDC"/>
    <w:rsid w:val="00F92CF7"/>
    <w:rsid w:val="00F9321E"/>
    <w:rsid w:val="00F93C4C"/>
    <w:rsid w:val="00F95E38"/>
    <w:rsid w:val="00FA016F"/>
    <w:rsid w:val="00FA0B12"/>
    <w:rsid w:val="00FA0C07"/>
    <w:rsid w:val="00FA20D1"/>
    <w:rsid w:val="00FA2876"/>
    <w:rsid w:val="00FA2E91"/>
    <w:rsid w:val="00FA3904"/>
    <w:rsid w:val="00FA435F"/>
    <w:rsid w:val="00FA5876"/>
    <w:rsid w:val="00FA63CB"/>
    <w:rsid w:val="00FA674C"/>
    <w:rsid w:val="00FA6758"/>
    <w:rsid w:val="00FA7583"/>
    <w:rsid w:val="00FA772E"/>
    <w:rsid w:val="00FA7C7A"/>
    <w:rsid w:val="00FB0830"/>
    <w:rsid w:val="00FB12AF"/>
    <w:rsid w:val="00FB1CD6"/>
    <w:rsid w:val="00FB2314"/>
    <w:rsid w:val="00FB2710"/>
    <w:rsid w:val="00FB2FDE"/>
    <w:rsid w:val="00FB3FFC"/>
    <w:rsid w:val="00FB5061"/>
    <w:rsid w:val="00FB55B2"/>
    <w:rsid w:val="00FB5F50"/>
    <w:rsid w:val="00FB6046"/>
    <w:rsid w:val="00FB623D"/>
    <w:rsid w:val="00FB7A25"/>
    <w:rsid w:val="00FC0362"/>
    <w:rsid w:val="00FC049D"/>
    <w:rsid w:val="00FC0B87"/>
    <w:rsid w:val="00FC1F70"/>
    <w:rsid w:val="00FC2704"/>
    <w:rsid w:val="00FC27A4"/>
    <w:rsid w:val="00FC2A24"/>
    <w:rsid w:val="00FC2A5F"/>
    <w:rsid w:val="00FC2D3F"/>
    <w:rsid w:val="00FC39C5"/>
    <w:rsid w:val="00FC3C70"/>
    <w:rsid w:val="00FC422B"/>
    <w:rsid w:val="00FC43DE"/>
    <w:rsid w:val="00FC4B8B"/>
    <w:rsid w:val="00FC5440"/>
    <w:rsid w:val="00FC54E9"/>
    <w:rsid w:val="00FC55F0"/>
    <w:rsid w:val="00FC5962"/>
    <w:rsid w:val="00FC6AD2"/>
    <w:rsid w:val="00FC6F0B"/>
    <w:rsid w:val="00FC77BA"/>
    <w:rsid w:val="00FC7D84"/>
    <w:rsid w:val="00FC7E32"/>
    <w:rsid w:val="00FC7F90"/>
    <w:rsid w:val="00FD0109"/>
    <w:rsid w:val="00FD0587"/>
    <w:rsid w:val="00FD0838"/>
    <w:rsid w:val="00FD17EA"/>
    <w:rsid w:val="00FD2236"/>
    <w:rsid w:val="00FD36BF"/>
    <w:rsid w:val="00FD3B04"/>
    <w:rsid w:val="00FD4162"/>
    <w:rsid w:val="00FD418F"/>
    <w:rsid w:val="00FD41A8"/>
    <w:rsid w:val="00FD453B"/>
    <w:rsid w:val="00FD525B"/>
    <w:rsid w:val="00FD525C"/>
    <w:rsid w:val="00FD567D"/>
    <w:rsid w:val="00FD5ABE"/>
    <w:rsid w:val="00FD5D17"/>
    <w:rsid w:val="00FD637B"/>
    <w:rsid w:val="00FD6BDF"/>
    <w:rsid w:val="00FD6FA3"/>
    <w:rsid w:val="00FD76D8"/>
    <w:rsid w:val="00FE023C"/>
    <w:rsid w:val="00FE14A3"/>
    <w:rsid w:val="00FE1BC9"/>
    <w:rsid w:val="00FE1E72"/>
    <w:rsid w:val="00FE27A0"/>
    <w:rsid w:val="00FE315D"/>
    <w:rsid w:val="00FE4387"/>
    <w:rsid w:val="00FE492B"/>
    <w:rsid w:val="00FE4E80"/>
    <w:rsid w:val="00FE50B8"/>
    <w:rsid w:val="00FE5B97"/>
    <w:rsid w:val="00FE5F50"/>
    <w:rsid w:val="00FE6078"/>
    <w:rsid w:val="00FE6720"/>
    <w:rsid w:val="00FE6743"/>
    <w:rsid w:val="00FE6C11"/>
    <w:rsid w:val="00FE7D97"/>
    <w:rsid w:val="00FF082A"/>
    <w:rsid w:val="00FF0B47"/>
    <w:rsid w:val="00FF0BFB"/>
    <w:rsid w:val="00FF0EF0"/>
    <w:rsid w:val="00FF12AB"/>
    <w:rsid w:val="00FF161D"/>
    <w:rsid w:val="00FF1D2E"/>
    <w:rsid w:val="00FF1F98"/>
    <w:rsid w:val="00FF2174"/>
    <w:rsid w:val="00FF2253"/>
    <w:rsid w:val="00FF2477"/>
    <w:rsid w:val="00FF2A54"/>
    <w:rsid w:val="00FF42AA"/>
    <w:rsid w:val="00FF4D2F"/>
    <w:rsid w:val="00FF5D75"/>
    <w:rsid w:val="00FF6449"/>
    <w:rsid w:val="00FF6EA5"/>
    <w:rsid w:val="00FF7246"/>
    <w:rsid w:val="00FF7C40"/>
    <w:rsid w:val="00FF7E6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29B"/>
    <w:rPr>
      <w:rFonts w:ascii="Times New Roman" w:eastAsia="Times New Roman" w:hAnsi="Times New Roman"/>
      <w:sz w:val="24"/>
      <w:szCs w:val="24"/>
    </w:rPr>
  </w:style>
  <w:style w:type="paragraph" w:styleId="Heading5">
    <w:name w:val="heading 5"/>
    <w:basedOn w:val="Normal"/>
    <w:next w:val="Normal"/>
    <w:link w:val="Heading5Char"/>
    <w:uiPriority w:val="99"/>
    <w:qFormat/>
    <w:rsid w:val="008A029B"/>
    <w:pPr>
      <w:widowControl w:val="0"/>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8A029B"/>
    <w:rPr>
      <w:rFonts w:ascii="Times New Roman" w:hAnsi="Times New Roman" w:cs="Times New Roman"/>
      <w:b/>
      <w:bCs/>
      <w:i/>
      <w:iCs/>
      <w:sz w:val="26"/>
      <w:szCs w:val="26"/>
      <w:lang w:eastAsia="ru-RU"/>
    </w:rPr>
  </w:style>
  <w:style w:type="character" w:styleId="Hyperlink">
    <w:name w:val="Hyperlink"/>
    <w:basedOn w:val="DefaultParagraphFont"/>
    <w:uiPriority w:val="99"/>
    <w:rsid w:val="008A029B"/>
    <w:rPr>
      <w:rFonts w:cs="Times New Roman"/>
      <w:color w:val="0000FF"/>
      <w:u w:val="single"/>
    </w:rPr>
  </w:style>
  <w:style w:type="paragraph" w:customStyle="1" w:styleId="ConsPlusNonformat">
    <w:name w:val="ConsPlusNonformat"/>
    <w:uiPriority w:val="99"/>
    <w:rsid w:val="008A029B"/>
    <w:pPr>
      <w:autoSpaceDE w:val="0"/>
      <w:autoSpaceDN w:val="0"/>
      <w:adjustRightInd w:val="0"/>
    </w:pPr>
    <w:rPr>
      <w:rFonts w:ascii="Times New Roman" w:eastAsia="Times New Roman" w:hAnsi="Times New Roman"/>
      <w:sz w:val="20"/>
      <w:szCs w:val="20"/>
    </w:rPr>
  </w:style>
  <w:style w:type="character" w:customStyle="1" w:styleId="ConsPlusNormal">
    <w:name w:val="ConsPlusNormal Знак"/>
    <w:basedOn w:val="DefaultParagraphFont"/>
    <w:link w:val="ConsPlusNormal0"/>
    <w:uiPriority w:val="99"/>
    <w:locked/>
    <w:rsid w:val="008A029B"/>
    <w:rPr>
      <w:rFonts w:ascii="Arial" w:hAnsi="Arial" w:cs="Arial"/>
      <w:sz w:val="22"/>
      <w:szCs w:val="22"/>
      <w:lang w:val="ru-RU" w:eastAsia="ar-SA" w:bidi="ar-SA"/>
    </w:rPr>
  </w:style>
  <w:style w:type="paragraph" w:customStyle="1" w:styleId="ConsPlusNormal0">
    <w:name w:val="ConsPlusNormal"/>
    <w:link w:val="ConsPlusNormal"/>
    <w:uiPriority w:val="99"/>
    <w:rsid w:val="008A029B"/>
    <w:pPr>
      <w:widowControl w:val="0"/>
      <w:suppressAutoHyphens/>
      <w:autoSpaceDE w:val="0"/>
      <w:ind w:firstLine="720"/>
    </w:pPr>
    <w:rPr>
      <w:rFonts w:ascii="Arial" w:hAnsi="Arial" w:cs="Arial"/>
      <w:lang w:eastAsia="ar-SA"/>
    </w:rPr>
  </w:style>
  <w:style w:type="paragraph" w:customStyle="1" w:styleId="ConsPlusCell">
    <w:name w:val="ConsPlusCell"/>
    <w:uiPriority w:val="99"/>
    <w:rsid w:val="008A029B"/>
    <w:pPr>
      <w:widowControl w:val="0"/>
      <w:autoSpaceDE w:val="0"/>
      <w:autoSpaceDN w:val="0"/>
      <w:adjustRightInd w:val="0"/>
    </w:pPr>
    <w:rPr>
      <w:rFonts w:ascii="Arial" w:eastAsia="Times New Roman" w:hAnsi="Arial" w:cs="Arial"/>
      <w:sz w:val="20"/>
      <w:szCs w:val="20"/>
    </w:rPr>
  </w:style>
  <w:style w:type="paragraph" w:styleId="Footer">
    <w:name w:val="footer"/>
    <w:basedOn w:val="Normal"/>
    <w:link w:val="FooterChar"/>
    <w:uiPriority w:val="99"/>
    <w:rsid w:val="008A029B"/>
    <w:pPr>
      <w:tabs>
        <w:tab w:val="center" w:pos="4677"/>
        <w:tab w:val="right" w:pos="9355"/>
      </w:tabs>
      <w:spacing w:after="200" w:line="276" w:lineRule="auto"/>
    </w:pPr>
    <w:rPr>
      <w:rFonts w:ascii="Calibri" w:hAnsi="Calibri"/>
      <w:sz w:val="22"/>
      <w:szCs w:val="22"/>
    </w:rPr>
  </w:style>
  <w:style w:type="character" w:customStyle="1" w:styleId="FooterChar">
    <w:name w:val="Footer Char"/>
    <w:basedOn w:val="DefaultParagraphFont"/>
    <w:link w:val="Footer"/>
    <w:uiPriority w:val="99"/>
    <w:locked/>
    <w:rsid w:val="008A029B"/>
    <w:rPr>
      <w:rFonts w:ascii="Calibri" w:hAnsi="Calibri" w:cs="Times New Roman"/>
      <w:lang w:eastAsia="ru-RU"/>
    </w:rPr>
  </w:style>
  <w:style w:type="character" w:styleId="PageNumber">
    <w:name w:val="page number"/>
    <w:basedOn w:val="DefaultParagraphFont"/>
    <w:uiPriority w:val="99"/>
    <w:rsid w:val="008A029B"/>
    <w:rPr>
      <w:rFonts w:cs="Times New Roman"/>
    </w:rPr>
  </w:style>
  <w:style w:type="paragraph" w:styleId="Header">
    <w:name w:val="header"/>
    <w:basedOn w:val="Normal"/>
    <w:link w:val="HeaderChar"/>
    <w:uiPriority w:val="99"/>
    <w:rsid w:val="008A029B"/>
    <w:pPr>
      <w:tabs>
        <w:tab w:val="center" w:pos="4677"/>
        <w:tab w:val="right" w:pos="9355"/>
      </w:tabs>
    </w:pPr>
  </w:style>
  <w:style w:type="character" w:customStyle="1" w:styleId="HeaderChar">
    <w:name w:val="Header Char"/>
    <w:basedOn w:val="DefaultParagraphFont"/>
    <w:link w:val="Header"/>
    <w:uiPriority w:val="99"/>
    <w:locked/>
    <w:rsid w:val="008A029B"/>
    <w:rPr>
      <w:rFonts w:ascii="Times New Roman" w:hAnsi="Times New Roman" w:cs="Times New Roman"/>
      <w:sz w:val="24"/>
      <w:szCs w:val="24"/>
      <w:lang w:eastAsia="ru-RU"/>
    </w:rPr>
  </w:style>
  <w:style w:type="paragraph" w:styleId="NormalWeb">
    <w:name w:val="Normal (Web)"/>
    <w:basedOn w:val="Normal"/>
    <w:uiPriority w:val="99"/>
    <w:rsid w:val="008A029B"/>
    <w:pPr>
      <w:spacing w:before="100" w:beforeAutospacing="1" w:after="100" w:afterAutospacing="1"/>
    </w:pPr>
  </w:style>
  <w:style w:type="character" w:customStyle="1" w:styleId="a">
    <w:name w:val="Гипертекстовая ссылка"/>
    <w:uiPriority w:val="99"/>
    <w:rsid w:val="008A029B"/>
    <w:rPr>
      <w:color w:val="008000"/>
    </w:rPr>
  </w:style>
  <w:style w:type="character" w:styleId="Strong">
    <w:name w:val="Strong"/>
    <w:basedOn w:val="DefaultParagraphFont"/>
    <w:uiPriority w:val="99"/>
    <w:qFormat/>
    <w:rsid w:val="008A029B"/>
    <w:rPr>
      <w:rFonts w:cs="Times New Roman"/>
      <w:b/>
      <w:bCs/>
    </w:rPr>
  </w:style>
  <w:style w:type="paragraph" w:styleId="ListParagraph">
    <w:name w:val="List Paragraph"/>
    <w:basedOn w:val="Normal"/>
    <w:uiPriority w:val="99"/>
    <w:qFormat/>
    <w:rsid w:val="00A5064C"/>
    <w:pPr>
      <w:ind w:left="720"/>
      <w:contextualSpacing/>
    </w:pPr>
  </w:style>
</w:styles>
</file>

<file path=word/webSettings.xml><?xml version="1.0" encoding="utf-8"?>
<w:webSettings xmlns:r="http://schemas.openxmlformats.org/officeDocument/2006/relationships" xmlns:w="http://schemas.openxmlformats.org/wordprocessingml/2006/main">
  <w:divs>
    <w:div w:id="1139693115">
      <w:marLeft w:val="0"/>
      <w:marRight w:val="0"/>
      <w:marTop w:val="0"/>
      <w:marBottom w:val="0"/>
      <w:divBdr>
        <w:top w:val="none" w:sz="0" w:space="0" w:color="auto"/>
        <w:left w:val="none" w:sz="0" w:space="0" w:color="auto"/>
        <w:bottom w:val="none" w:sz="0" w:space="0" w:color="auto"/>
        <w:right w:val="none" w:sz="0" w:space="0" w:color="auto"/>
      </w:divBdr>
      <w:divsChild>
        <w:div w:id="1139693116">
          <w:marLeft w:val="0"/>
          <w:marRight w:val="0"/>
          <w:marTop w:val="0"/>
          <w:marBottom w:val="0"/>
          <w:divBdr>
            <w:top w:val="none" w:sz="0" w:space="0" w:color="auto"/>
            <w:left w:val="none" w:sz="0" w:space="0" w:color="auto"/>
            <w:bottom w:val="none" w:sz="0" w:space="0" w:color="auto"/>
            <w:right w:val="none" w:sz="0" w:space="0" w:color="auto"/>
          </w:divBdr>
        </w:div>
        <w:div w:id="1139693117">
          <w:marLeft w:val="0"/>
          <w:marRight w:val="0"/>
          <w:marTop w:val="0"/>
          <w:marBottom w:val="0"/>
          <w:divBdr>
            <w:top w:val="none" w:sz="0" w:space="0" w:color="auto"/>
            <w:left w:val="none" w:sz="0" w:space="0" w:color="auto"/>
            <w:bottom w:val="none" w:sz="0" w:space="0" w:color="auto"/>
            <w:right w:val="none" w:sz="0" w:space="0" w:color="auto"/>
          </w:divBdr>
        </w:div>
        <w:div w:id="1139693118">
          <w:marLeft w:val="0"/>
          <w:marRight w:val="0"/>
          <w:marTop w:val="0"/>
          <w:marBottom w:val="0"/>
          <w:divBdr>
            <w:top w:val="none" w:sz="0" w:space="0" w:color="auto"/>
            <w:left w:val="none" w:sz="0" w:space="0" w:color="auto"/>
            <w:bottom w:val="none" w:sz="0" w:space="0" w:color="auto"/>
            <w:right w:val="none" w:sz="0" w:space="0" w:color="auto"/>
          </w:divBdr>
        </w:div>
        <w:div w:id="1139693119">
          <w:marLeft w:val="0"/>
          <w:marRight w:val="0"/>
          <w:marTop w:val="0"/>
          <w:marBottom w:val="0"/>
          <w:divBdr>
            <w:top w:val="none" w:sz="0" w:space="0" w:color="auto"/>
            <w:left w:val="none" w:sz="0" w:space="0" w:color="auto"/>
            <w:bottom w:val="none" w:sz="0" w:space="0" w:color="auto"/>
            <w:right w:val="none" w:sz="0" w:space="0" w:color="auto"/>
          </w:divBdr>
        </w:div>
        <w:div w:id="1139693120">
          <w:marLeft w:val="0"/>
          <w:marRight w:val="0"/>
          <w:marTop w:val="0"/>
          <w:marBottom w:val="0"/>
          <w:divBdr>
            <w:top w:val="none" w:sz="0" w:space="0" w:color="auto"/>
            <w:left w:val="none" w:sz="0" w:space="0" w:color="auto"/>
            <w:bottom w:val="none" w:sz="0" w:space="0" w:color="auto"/>
            <w:right w:val="none" w:sz="0" w:space="0" w:color="auto"/>
          </w:divBdr>
        </w:div>
        <w:div w:id="1139693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garant.ru/document?id=12054854&amp;sub=4" TargetMode="External"/><Relationship Id="rId13" Type="http://schemas.openxmlformats.org/officeDocument/2006/relationships/hyperlink" Target="consultantplus://offline/ref=FD0CC33DE2A005037B7902362BBF3A14491BE8B55A5103178C1BAF94C1F276941D40F1A7F29D5044d6M8F" TargetMode="External"/><Relationship Id="rId3" Type="http://schemas.openxmlformats.org/officeDocument/2006/relationships/settings" Target="settings.xml"/><Relationship Id="rId7" Type="http://schemas.openxmlformats.org/officeDocument/2006/relationships/hyperlink" Target="http://www.legostaevskiy.ru/"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FD0CC33DE2A005037B7902362BBF3A14491BE8B55A5103178C1BAF94C1F276941D40F1A7F29D5245d6M5F" TargetMode="External"/><Relationship Id="rId10" Type="http://schemas.openxmlformats.org/officeDocument/2006/relationships/hyperlink" Target="adm_legos@sibmail.ru" TargetMode="External"/><Relationship Id="rId4" Type="http://schemas.openxmlformats.org/officeDocument/2006/relationships/webSettings" Target="webSettings.xml"/><Relationship Id="rId9" Type="http://schemas.openxmlformats.org/officeDocument/2006/relationships/hyperlink" Target="www.legostaevskiy.ru" TargetMode="External"/><Relationship Id="rId14" Type="http://schemas.openxmlformats.org/officeDocument/2006/relationships/hyperlink" Target="consultantplus://offline/ref=FD0CC33DE2A005037B7902362BBF3A14491BE8B55A5103178C1BAF94C1dFM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356</TotalTime>
  <Pages>27</Pages>
  <Words>7851</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Маргун Константин</cp:lastModifiedBy>
  <cp:revision>6</cp:revision>
  <dcterms:created xsi:type="dcterms:W3CDTF">2013-02-14T01:41:00Z</dcterms:created>
  <dcterms:modified xsi:type="dcterms:W3CDTF">2013-03-27T02:45:00Z</dcterms:modified>
</cp:coreProperties>
</file>